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C5" w:rsidRPr="00DC5288" w:rsidRDefault="008721C5" w:rsidP="008721C5">
      <w:pPr>
        <w:rPr>
          <w:rFonts w:ascii="Times New Roman" w:hAnsi="Times New Roman" w:cs="Times New Roman"/>
          <w:b/>
          <w:sz w:val="28"/>
          <w:szCs w:val="28"/>
        </w:rPr>
      </w:pPr>
      <w:r w:rsidRPr="00DC5288">
        <w:rPr>
          <w:rFonts w:ascii="Times New Roman" w:hAnsi="Times New Roman" w:cs="Times New Roman"/>
          <w:b/>
          <w:sz w:val="28"/>
          <w:szCs w:val="28"/>
        </w:rPr>
        <w:t>Anexa 4</w:t>
      </w:r>
    </w:p>
    <w:p w:rsidR="009B2DCE" w:rsidRDefault="009B2DCE" w:rsidP="008721C5">
      <w:pPr>
        <w:rPr>
          <w:rFonts w:ascii="Times New Roman" w:hAnsi="Times New Roman" w:cs="Times New Roman"/>
          <w:b/>
          <w:sz w:val="28"/>
          <w:szCs w:val="28"/>
        </w:rPr>
      </w:pPr>
    </w:p>
    <w:p w:rsidR="00A06B87" w:rsidRDefault="00A06B87" w:rsidP="00A06B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B87">
        <w:rPr>
          <w:rFonts w:ascii="Times New Roman" w:hAnsi="Times New Roman" w:cs="Times New Roman"/>
          <w:b/>
          <w:sz w:val="28"/>
          <w:szCs w:val="28"/>
        </w:rPr>
        <w:t>DECLARAȚIE</w:t>
      </w:r>
    </w:p>
    <w:p w:rsidR="00A06B87" w:rsidRDefault="00A06B87" w:rsidP="008721C5">
      <w:pPr>
        <w:rPr>
          <w:rFonts w:ascii="Times New Roman" w:hAnsi="Times New Roman" w:cs="Times New Roman"/>
          <w:b/>
          <w:sz w:val="28"/>
          <w:szCs w:val="28"/>
        </w:rPr>
      </w:pPr>
    </w:p>
    <w:p w:rsidR="00A06B87" w:rsidRDefault="00A06B87" w:rsidP="00A06B8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06B87">
        <w:rPr>
          <w:rFonts w:ascii="Times New Roman" w:hAnsi="Times New Roman" w:cs="Times New Roman"/>
          <w:sz w:val="28"/>
          <w:szCs w:val="28"/>
        </w:rPr>
        <w:t>Subsemnatul (a)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........................................................................, student(ă) în anul..............., an universitar 20</w:t>
      </w:r>
      <w:r w:rsidR="004F641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/20</w:t>
      </w:r>
      <w:r w:rsidR="00A80B9B">
        <w:rPr>
          <w:rFonts w:ascii="Times New Roman" w:hAnsi="Times New Roman" w:cs="Times New Roman"/>
          <w:sz w:val="28"/>
          <w:szCs w:val="28"/>
        </w:rPr>
        <w:t>2</w:t>
      </w:r>
      <w:r w:rsidR="004F641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la Facultatea de Medicină/Medicină Dentară/Farmacie, declar pe proprie răspundere următoarele:</w:t>
      </w:r>
    </w:p>
    <w:p w:rsidR="00A06B87" w:rsidRPr="00714356" w:rsidRDefault="00A06B87" w:rsidP="0071435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14356">
        <w:rPr>
          <w:rFonts w:ascii="Times New Roman" w:hAnsi="Times New Roman" w:cs="Times New Roman"/>
          <w:sz w:val="28"/>
          <w:szCs w:val="28"/>
        </w:rPr>
        <w:t xml:space="preserve">Am luat la cunoștință de drepturile și obligațiile mele în calitate de student Erasmus, în conformitate cu prevederile Comisiei Europene stipulate în Erasmus Student </w:t>
      </w:r>
      <w:r w:rsidR="002A3A11" w:rsidRPr="00714356">
        <w:rPr>
          <w:rFonts w:ascii="Times New Roman" w:hAnsi="Times New Roman" w:cs="Times New Roman"/>
          <w:sz w:val="28"/>
          <w:szCs w:val="28"/>
        </w:rPr>
        <w:t>C</w:t>
      </w:r>
      <w:r w:rsidRPr="00714356">
        <w:rPr>
          <w:rFonts w:ascii="Times New Roman" w:hAnsi="Times New Roman" w:cs="Times New Roman"/>
          <w:sz w:val="28"/>
          <w:szCs w:val="28"/>
        </w:rPr>
        <w:t>harter;</w:t>
      </w:r>
    </w:p>
    <w:p w:rsidR="00A06B87" w:rsidRDefault="00A06B87" w:rsidP="00A06B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Mă oblig să respect programul de studiu</w:t>
      </w:r>
      <w:r w:rsidR="00714356">
        <w:rPr>
          <w:rFonts w:ascii="Times New Roman" w:hAnsi="Times New Roman" w:cs="Times New Roman"/>
          <w:sz w:val="28"/>
          <w:szCs w:val="28"/>
        </w:rPr>
        <w:t>/plasament</w:t>
      </w:r>
      <w:r>
        <w:rPr>
          <w:rFonts w:ascii="Times New Roman" w:hAnsi="Times New Roman" w:cs="Times New Roman"/>
          <w:sz w:val="28"/>
          <w:szCs w:val="28"/>
        </w:rPr>
        <w:t xml:space="preserve"> așa cum este el stipulat în Acordul de Stud</w:t>
      </w:r>
      <w:r w:rsidR="00C46A79">
        <w:rPr>
          <w:rFonts w:ascii="Times New Roman" w:hAnsi="Times New Roman" w:cs="Times New Roman"/>
          <w:sz w:val="28"/>
          <w:szCs w:val="28"/>
        </w:rPr>
        <w:t>iu</w:t>
      </w:r>
      <w:r w:rsidR="00714356">
        <w:rPr>
          <w:rFonts w:ascii="Times New Roman" w:hAnsi="Times New Roman" w:cs="Times New Roman"/>
          <w:sz w:val="28"/>
          <w:szCs w:val="28"/>
        </w:rPr>
        <w:t>/Plasament;</w:t>
      </w:r>
    </w:p>
    <w:p w:rsidR="00714356" w:rsidRDefault="00714356" w:rsidP="00A06B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Cunosc atât </w:t>
      </w:r>
      <w:r w:rsidRPr="00714356">
        <w:rPr>
          <w:rFonts w:ascii="Times New Roman" w:hAnsi="Times New Roman" w:cs="Times New Roman"/>
          <w:b/>
          <w:sz w:val="28"/>
          <w:szCs w:val="28"/>
        </w:rPr>
        <w:t>curricula universității partenere</w:t>
      </w:r>
      <w:r>
        <w:rPr>
          <w:rFonts w:ascii="Times New Roman" w:hAnsi="Times New Roman" w:cs="Times New Roman"/>
          <w:sz w:val="28"/>
          <w:szCs w:val="28"/>
        </w:rPr>
        <w:t xml:space="preserve"> cât și </w:t>
      </w:r>
      <w:r w:rsidRPr="00714356">
        <w:rPr>
          <w:rFonts w:ascii="Times New Roman" w:hAnsi="Times New Roman" w:cs="Times New Roman"/>
          <w:b/>
          <w:sz w:val="28"/>
          <w:szCs w:val="28"/>
        </w:rPr>
        <w:t>curricula universității noastre</w:t>
      </w:r>
      <w:r>
        <w:rPr>
          <w:rFonts w:ascii="Times New Roman" w:hAnsi="Times New Roman" w:cs="Times New Roman"/>
          <w:sz w:val="28"/>
          <w:szCs w:val="28"/>
        </w:rPr>
        <w:t xml:space="preserve"> și am constatat că cele două sunt </w:t>
      </w:r>
      <w:r w:rsidRPr="00714356">
        <w:rPr>
          <w:rFonts w:ascii="Times New Roman" w:hAnsi="Times New Roman" w:cs="Times New Roman"/>
          <w:b/>
          <w:sz w:val="28"/>
          <w:szCs w:val="28"/>
        </w:rPr>
        <w:t>compatibile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4356" w:rsidRDefault="00714356" w:rsidP="00A06B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Sunt conștient(ă) de faptul că în cazul în care la întoarcerea din mobilitate, în urma echivalării rezultatelor obținute de mine pe durata mobilității, nu obțin </w:t>
      </w:r>
      <w:r w:rsidRPr="00714356">
        <w:rPr>
          <w:rFonts w:ascii="Times New Roman" w:hAnsi="Times New Roman" w:cs="Times New Roman"/>
          <w:b/>
          <w:sz w:val="28"/>
          <w:szCs w:val="28"/>
        </w:rPr>
        <w:t>numărul minim de credite</w:t>
      </w:r>
      <w:r>
        <w:rPr>
          <w:rFonts w:ascii="Times New Roman" w:hAnsi="Times New Roman" w:cs="Times New Roman"/>
          <w:sz w:val="28"/>
          <w:szCs w:val="28"/>
        </w:rPr>
        <w:t xml:space="preserve"> necesare pentru promovarea anului (minim 50 de credite/an de studiu), voi fi obligat să repet anul de studiu în care s-a efectuat mobilitatea;</w:t>
      </w:r>
    </w:p>
    <w:p w:rsidR="00C46A79" w:rsidRPr="00714356" w:rsidRDefault="00C46A79" w:rsidP="00C46A7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Sunt conștient</w:t>
      </w:r>
      <w:r w:rsidR="00714356">
        <w:rPr>
          <w:rFonts w:ascii="Times New Roman" w:hAnsi="Times New Roman" w:cs="Times New Roman"/>
          <w:sz w:val="28"/>
          <w:szCs w:val="28"/>
        </w:rPr>
        <w:t>(ă)</w:t>
      </w:r>
      <w:r>
        <w:rPr>
          <w:rFonts w:ascii="Times New Roman" w:hAnsi="Times New Roman" w:cs="Times New Roman"/>
          <w:sz w:val="28"/>
          <w:szCs w:val="28"/>
        </w:rPr>
        <w:t xml:space="preserve"> că </w:t>
      </w:r>
      <w:r w:rsidRPr="00714356">
        <w:rPr>
          <w:rFonts w:ascii="Times New Roman" w:hAnsi="Times New Roman" w:cs="Times New Roman"/>
          <w:b/>
          <w:sz w:val="28"/>
          <w:szCs w:val="28"/>
          <w:u w:val="single"/>
        </w:rPr>
        <w:t>orice modificare</w:t>
      </w:r>
      <w:r>
        <w:rPr>
          <w:rFonts w:ascii="Times New Roman" w:hAnsi="Times New Roman" w:cs="Times New Roman"/>
          <w:sz w:val="28"/>
          <w:szCs w:val="28"/>
        </w:rPr>
        <w:t xml:space="preserve"> pe care o fac în programul de studiu o fac pe proprie răspundere și voi suporta eventualele consecințe rezultate de pe urma respectivelor modificări.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Numele și prenumele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Semnatura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6A79" w:rsidRPr="00C46A79" w:rsidRDefault="00C46A79" w:rsidP="00C46A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Timișoara la ..........................................</w:t>
      </w:r>
    </w:p>
    <w:sectPr w:rsidR="00C46A79" w:rsidRPr="00C4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03"/>
    <w:rsid w:val="00176763"/>
    <w:rsid w:val="002A3A11"/>
    <w:rsid w:val="004A55C0"/>
    <w:rsid w:val="004F641B"/>
    <w:rsid w:val="006C6463"/>
    <w:rsid w:val="00714356"/>
    <w:rsid w:val="008721C5"/>
    <w:rsid w:val="00876703"/>
    <w:rsid w:val="009B2DCE"/>
    <w:rsid w:val="00A06B87"/>
    <w:rsid w:val="00A80B9B"/>
    <w:rsid w:val="00C46A79"/>
    <w:rsid w:val="00DC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198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2020-02-10T07:33:00Z</cp:lastPrinted>
  <dcterms:created xsi:type="dcterms:W3CDTF">2015-07-09T10:23:00Z</dcterms:created>
  <dcterms:modified xsi:type="dcterms:W3CDTF">2020-02-10T07:34:00Z</dcterms:modified>
</cp:coreProperties>
</file>