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96E" w:rsidRDefault="002A196E"/>
    <w:p w:rsidR="002A196E" w:rsidRPr="002A196E" w:rsidRDefault="002A196E" w:rsidP="002A196E"/>
    <w:p w:rsidR="002A196E" w:rsidRPr="002A196E" w:rsidRDefault="002A196E" w:rsidP="002A196E"/>
    <w:p w:rsidR="002A196E" w:rsidRDefault="002A196E" w:rsidP="002A196E"/>
    <w:tbl>
      <w:tblPr>
        <w:tblW w:w="1018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7643"/>
      </w:tblGrid>
      <w:tr w:rsidR="002A196E" w:rsidRPr="00AC604D" w:rsidTr="00966E08">
        <w:trPr>
          <w:jc w:val="center"/>
        </w:trPr>
        <w:tc>
          <w:tcPr>
            <w:tcW w:w="25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A196E" w:rsidRPr="00AC604D" w:rsidRDefault="002A196E" w:rsidP="00966E08">
            <w:pPr>
              <w:jc w:val="center"/>
              <w:rPr>
                <w:rFonts w:eastAsia="Times New Roman" w:cstheme="minorHAnsi"/>
                <w:lang w:eastAsia="ro-RO"/>
              </w:rPr>
            </w:pPr>
            <w:proofErr w:type="spellStart"/>
            <w:r w:rsidRPr="00AC604D">
              <w:rPr>
                <w:rFonts w:cstheme="minorHAnsi"/>
                <w:lang w:val="en-US"/>
              </w:rPr>
              <w:t>Cerbu</w:t>
            </w:r>
            <w:proofErr w:type="spellEnd"/>
            <w:r w:rsidRPr="00AC604D">
              <w:rPr>
                <w:rFonts w:cstheme="minorHAnsi"/>
                <w:lang w:val="en-US"/>
              </w:rPr>
              <w:t xml:space="preserve"> Simona</w:t>
            </w:r>
          </w:p>
        </w:tc>
        <w:tc>
          <w:tcPr>
            <w:tcW w:w="764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</w:p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AC604D">
              <w:rPr>
                <w:rFonts w:eastAsia="Times New Roman" w:cstheme="minorHAnsi"/>
                <w:lang w:eastAsia="ro-RO"/>
              </w:rPr>
              <w:t xml:space="preserve">Titlul tezei de doctorat: </w:t>
            </w:r>
          </w:p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AC604D">
              <w:rPr>
                <w:rFonts w:eastAsia="Times New Roman" w:cstheme="minorHAnsi"/>
                <w:lang w:val="en-US" w:eastAsia="ro-RO"/>
              </w:rPr>
              <w:t>IMAGISTICA DIAGNOSTICĂ, INTERVENȚIONAL TERAPEUTICĂ ȘI MONITORIZAREA POSTTERAPEUTICĂ A ANOMALIILOR VASCULARE LA COPIL. CORELAȚII CLINICE-HISTOPATOLOGICE-IMAGISTICE</w:t>
            </w:r>
            <w:r w:rsidRPr="00AC604D">
              <w:rPr>
                <w:rFonts w:eastAsia="Times New Roman" w:cstheme="minorHAnsi"/>
                <w:lang w:eastAsia="ro-RO"/>
              </w:rPr>
              <w:t xml:space="preserve"> </w:t>
            </w:r>
          </w:p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AC604D">
              <w:rPr>
                <w:rFonts w:eastAsia="Times New Roman" w:cstheme="minorHAnsi"/>
                <w:lang w:eastAsia="ro-RO"/>
              </w:rPr>
              <w:t>Domeniul Medicină</w:t>
            </w:r>
            <w:r w:rsidRPr="00AC604D">
              <w:rPr>
                <w:rFonts w:eastAsia="Times New Roman" w:cstheme="minorHAnsi"/>
                <w:lang w:eastAsia="ro-RO"/>
              </w:rPr>
              <w:br/>
              <w:t>Data: 31.01.2020   ora 13.00</w:t>
            </w:r>
            <w:r w:rsidRPr="00AC604D">
              <w:rPr>
                <w:rFonts w:eastAsia="Times New Roman" w:cstheme="minorHAnsi"/>
                <w:lang w:eastAsia="ro-RO"/>
              </w:rPr>
              <w:br/>
            </w:r>
          </w:p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AC604D">
              <w:rPr>
                <w:rFonts w:eastAsia="Times New Roman" w:cstheme="minorHAnsi"/>
                <w:lang w:eastAsia="ro-RO"/>
              </w:rPr>
              <w:t>COMISIA DE SUSȚINERE A TEZEI DE DOCTORAT:</w:t>
            </w:r>
          </w:p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</w:p>
          <w:p w:rsidR="002A196E" w:rsidRPr="00023AAC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023AAC">
              <w:rPr>
                <w:rFonts w:eastAsia="Times New Roman" w:cstheme="minorHAnsi"/>
                <w:lang w:eastAsia="ro-RO"/>
              </w:rPr>
              <w:t>Preşedinte: Prof. Univ. Dr. Timar Romulus Zorin</w:t>
            </w:r>
          </w:p>
          <w:p w:rsidR="002A196E" w:rsidRPr="00023AAC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023AAC">
              <w:rPr>
                <w:rFonts w:eastAsia="Times New Roman" w:cstheme="minorHAnsi"/>
                <w:lang w:eastAsia="ro-RO"/>
              </w:rPr>
              <w:t>Conducători de doctorat: Prof. Univ. Dr. Boia Eugen Sorin</w:t>
            </w:r>
          </w:p>
          <w:p w:rsidR="002A196E" w:rsidRPr="00023AAC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</w:p>
          <w:p w:rsidR="002A196E" w:rsidRPr="00023AAC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023AAC">
              <w:rPr>
                <w:rFonts w:eastAsia="Times New Roman" w:cstheme="minorHAnsi"/>
                <w:lang w:eastAsia="ro-RO"/>
              </w:rPr>
              <w:t xml:space="preserve">MEMBRII: </w:t>
            </w:r>
          </w:p>
          <w:p w:rsidR="002A196E" w:rsidRPr="00023AAC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023AAC">
              <w:rPr>
                <w:rFonts w:eastAsia="Times New Roman" w:cstheme="minorHAnsi"/>
                <w:lang w:eastAsia="ro-RO"/>
              </w:rPr>
              <w:t>Prof. Univ. Dr. Negru Dragoş – UMF “Grigore T. Popa” Iaşi</w:t>
            </w:r>
          </w:p>
          <w:p w:rsidR="002A196E" w:rsidRPr="00023AAC" w:rsidRDefault="002A196E" w:rsidP="00966E08">
            <w:pPr>
              <w:spacing w:after="0" w:line="240" w:lineRule="auto"/>
              <w:rPr>
                <w:rFonts w:eastAsia="Times New Roman" w:cstheme="minorHAnsi"/>
                <w:lang w:eastAsia="ro-RO"/>
              </w:rPr>
            </w:pPr>
            <w:r w:rsidRPr="00023AAC">
              <w:rPr>
                <w:rFonts w:eastAsia="Times New Roman" w:cstheme="minorHAnsi"/>
                <w:lang w:eastAsia="ro-RO"/>
              </w:rPr>
              <w:t>Prof. Univ. Dr. Gheonea Ioana – UMF Craiova</w:t>
            </w:r>
          </w:p>
          <w:p w:rsidR="002A196E" w:rsidRPr="00AC604D" w:rsidRDefault="002A196E" w:rsidP="00966E08">
            <w:pPr>
              <w:spacing w:after="0" w:line="240" w:lineRule="auto"/>
              <w:rPr>
                <w:rFonts w:eastAsia="Times New Roman" w:cstheme="minorHAnsi"/>
                <w:bCs/>
                <w:lang w:val="en-US" w:eastAsia="ro-RO"/>
              </w:rPr>
            </w:pPr>
            <w:r w:rsidRPr="00023AAC">
              <w:rPr>
                <w:rFonts w:eastAsia="Times New Roman" w:cstheme="minorHAnsi"/>
                <w:lang w:eastAsia="ro-RO"/>
              </w:rPr>
              <w:t>Prof. Univ. Dr. Popoiu Călin - UMF „Victor Babeş” din Timişoara</w:t>
            </w:r>
          </w:p>
          <w:p w:rsidR="002A196E" w:rsidRPr="00AC604D" w:rsidRDefault="002A196E" w:rsidP="00966E08">
            <w:pPr>
              <w:spacing w:before="45" w:after="45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  <w:p w:rsidR="002A196E" w:rsidRPr="00AC604D" w:rsidRDefault="002A196E" w:rsidP="00966E08">
            <w:pPr>
              <w:rPr>
                <w:rFonts w:cstheme="minorHAnsi"/>
              </w:rPr>
            </w:pPr>
            <w:r w:rsidRPr="00AC604D">
              <w:rPr>
                <w:rFonts w:cstheme="minorHAnsi"/>
              </w:rPr>
              <w:t xml:space="preserve">Locul susținerii tezei de doctorat: Sala Iagnov – UMF </w:t>
            </w:r>
            <w:r w:rsidRPr="00AC604D">
              <w:rPr>
                <w:rFonts w:cstheme="minorHAnsi"/>
                <w:bCs/>
                <w:shd w:val="clear" w:color="auto" w:fill="FFFFFF"/>
              </w:rPr>
              <w:t>“Victor Babeș“ din Timișoara</w:t>
            </w:r>
          </w:p>
          <w:p w:rsidR="002A196E" w:rsidRPr="00AC604D" w:rsidRDefault="002A196E" w:rsidP="00966E08">
            <w:pPr>
              <w:rPr>
                <w:rFonts w:cstheme="minorHAnsi"/>
              </w:rPr>
            </w:pPr>
            <w:r w:rsidRPr="00AC604D">
              <w:rPr>
                <w:rFonts w:cstheme="minorHAnsi"/>
              </w:rPr>
              <w:t>calificativ FOARTE BINE</w:t>
            </w:r>
          </w:p>
          <w:p w:rsidR="002A196E" w:rsidRPr="00AC604D" w:rsidRDefault="002A196E" w:rsidP="00966E08">
            <w:pPr>
              <w:tabs>
                <w:tab w:val="left" w:pos="1261"/>
              </w:tabs>
              <w:rPr>
                <w:rFonts w:cstheme="minorHAnsi"/>
              </w:rPr>
            </w:pPr>
            <w:r w:rsidRPr="00AC604D">
              <w:rPr>
                <w:rFonts w:eastAsia="Times New Roman" w:cstheme="minorHAnsi"/>
                <w:color w:val="FF0000"/>
                <w:lang w:eastAsia="ro-RO"/>
              </w:rPr>
              <w:t>CONFIRMAT OMEN nr. 5748 din 13.10.2020</w:t>
            </w:r>
          </w:p>
          <w:p w:rsidR="002A196E" w:rsidRPr="00AC604D" w:rsidRDefault="002A196E" w:rsidP="00966E08">
            <w:pPr>
              <w:tabs>
                <w:tab w:val="left" w:pos="1261"/>
              </w:tabs>
              <w:rPr>
                <w:rFonts w:eastAsia="Times New Roman" w:cstheme="minorHAnsi"/>
                <w:lang w:eastAsia="ro-RO"/>
              </w:rPr>
            </w:pPr>
          </w:p>
          <w:p w:rsidR="002A196E" w:rsidRPr="00AC604D" w:rsidRDefault="002A196E" w:rsidP="00966E08">
            <w:pPr>
              <w:spacing w:before="45" w:after="45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</w:tbl>
    <w:p w:rsidR="0031217D" w:rsidRPr="002A196E" w:rsidRDefault="0031217D" w:rsidP="002A196E">
      <w:pPr>
        <w:ind w:firstLine="720"/>
      </w:pPr>
      <w:bookmarkStart w:id="0" w:name="_GoBack"/>
      <w:bookmarkEnd w:id="0"/>
    </w:p>
    <w:sectPr w:rsidR="0031217D" w:rsidRPr="002A196E" w:rsidSect="00D2536B">
      <w:headerReference w:type="default" r:id="rId6"/>
      <w:footerReference w:type="default" r:id="rId7"/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43" w:rsidRDefault="00852E43" w:rsidP="00D2536B">
      <w:pPr>
        <w:spacing w:after="0" w:line="240" w:lineRule="auto"/>
      </w:pPr>
      <w:r>
        <w:separator/>
      </w:r>
    </w:p>
  </w:endnote>
  <w:endnote w:type="continuationSeparator" w:id="0">
    <w:p w:rsidR="00852E43" w:rsidRDefault="00852E43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10" w:rsidRPr="00805E70" w:rsidRDefault="00224410" w:rsidP="00224410">
    <w:pPr>
      <w:tabs>
        <w:tab w:val="center" w:pos="4680"/>
        <w:tab w:val="center" w:pos="4873"/>
        <w:tab w:val="left" w:pos="8298"/>
        <w:tab w:val="right" w:pos="9360"/>
      </w:tabs>
      <w:spacing w:after="0" w:line="240" w:lineRule="auto"/>
      <w:jc w:val="center"/>
      <w:rPr>
        <w:rFonts w:ascii="Montserrat SemiBold" w:hAnsi="Montserrat SemiBold" w:cs="DIN Pro Regular"/>
        <w:color w:val="06234A"/>
        <w:sz w:val="12"/>
        <w:szCs w:val="12"/>
      </w:rPr>
    </w:pPr>
    <w:r w:rsidRPr="00224410">
      <w:rPr>
        <w:rFonts w:ascii="DIN Pro Regular" w:hAnsi="DIN Pro Regular" w:cs="DIN Pro Regular"/>
        <w:lang w:val="en-US"/>
      </w:rPr>
      <w:fldChar w:fldCharType="begin"/>
    </w:r>
    <w:r w:rsidRPr="00224410">
      <w:rPr>
        <w:rFonts w:ascii="DIN Pro Regular" w:hAnsi="DIN Pro Regular" w:cs="DIN Pro Regular"/>
        <w:lang w:val="en-US"/>
      </w:rPr>
      <w:instrText xml:space="preserve"> MACROBUTTON  ActualizareCâmpuri </w:instrText>
    </w:r>
    <w:r w:rsidRPr="00224410">
      <w:rPr>
        <w:rFonts w:ascii="DIN Pro Regular" w:hAnsi="DIN Pro Regular" w:cs="DIN Pro Regular"/>
        <w:lang w:val="en-US"/>
      </w:rPr>
      <w:fldChar w:fldCharType="end"/>
    </w:r>
    <w:r w:rsidRPr="00805E70">
      <w:rPr>
        <w:rFonts w:ascii="Montserrat SemiBold" w:hAnsi="Montserrat SemiBold" w:cs="DIN Pro Regular"/>
        <w:color w:val="06234A"/>
        <w:sz w:val="16"/>
        <w:szCs w:val="16"/>
      </w:rPr>
      <w:t>Consiliul pentru Studii Universitare de Doctorat</w:t>
    </w:r>
  </w:p>
  <w:p w:rsidR="00224410" w:rsidRPr="00805E70" w:rsidRDefault="00224410" w:rsidP="00224410">
    <w:pPr>
      <w:tabs>
        <w:tab w:val="left" w:pos="4620"/>
        <w:tab w:val="center" w:pos="4680"/>
        <w:tab w:val="center" w:pos="4873"/>
        <w:tab w:val="left" w:pos="8298"/>
        <w:tab w:val="right" w:pos="9360"/>
      </w:tabs>
      <w:spacing w:after="0" w:line="240" w:lineRule="auto"/>
      <w:rPr>
        <w:rFonts w:ascii="Montserrat SemiBold" w:hAnsi="Montserrat SemiBold" w:cs="DIN Pro Regular"/>
        <w:color w:val="06234A"/>
        <w:sz w:val="12"/>
        <w:szCs w:val="12"/>
      </w:rPr>
    </w:pPr>
    <w:r w:rsidRPr="00805E70">
      <w:rPr>
        <w:rFonts w:ascii="Times New Roman" w:eastAsia="Times New Roman" w:hAnsi="Times New Roman"/>
        <w:noProof/>
        <w:sz w:val="12"/>
        <w:szCs w:val="12"/>
        <w:lang w:val="en-US"/>
      </w:rPr>
      <w:drawing>
        <wp:anchor distT="0" distB="0" distL="114300" distR="114300" simplePos="0" relativeHeight="251660288" behindDoc="1" locked="0" layoutInCell="1" allowOverlap="1" wp14:anchorId="6E16B832" wp14:editId="78A541AF">
          <wp:simplePos x="0" y="0"/>
          <wp:positionH relativeFrom="column">
            <wp:posOffset>1008380</wp:posOffset>
          </wp:positionH>
          <wp:positionV relativeFrom="paragraph">
            <wp:posOffset>44458</wp:posOffset>
          </wp:positionV>
          <wp:extent cx="4324985" cy="54610"/>
          <wp:effectExtent l="0" t="0" r="0" b="2540"/>
          <wp:wrapNone/>
          <wp:docPr id="10" name="Picture 10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05E70">
      <w:rPr>
        <w:rFonts w:ascii="Montserrat SemiBold" w:hAnsi="Montserrat SemiBold" w:cs="DIN Pro Regular"/>
        <w:color w:val="06234A"/>
        <w:sz w:val="12"/>
        <w:szCs w:val="12"/>
      </w:rPr>
      <w:tab/>
    </w:r>
    <w:r w:rsidRPr="00805E70">
      <w:rPr>
        <w:rFonts w:ascii="Montserrat SemiBold" w:hAnsi="Montserrat SemiBold" w:cs="DIN Pro Regular"/>
        <w:color w:val="06234A"/>
        <w:sz w:val="12"/>
        <w:szCs w:val="12"/>
      </w:rPr>
      <w:tab/>
    </w:r>
    <w:r w:rsidRPr="00805E70">
      <w:rPr>
        <w:rFonts w:ascii="Montserrat SemiBold" w:hAnsi="Montserrat SemiBold" w:cs="DIN Pro Regular"/>
        <w:color w:val="06234A"/>
        <w:sz w:val="12"/>
        <w:szCs w:val="12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5"/>
    </w:tblGrid>
    <w:tr w:rsidR="00224410" w:rsidRPr="00805E70" w:rsidTr="00EC58BD">
      <w:trPr>
        <w:tblCellSpacing w:w="14" w:type="dxa"/>
        <w:jc w:val="center"/>
      </w:trPr>
      <w:tc>
        <w:tcPr>
          <w:tcW w:w="4939" w:type="pct"/>
          <w:shd w:val="clear" w:color="auto" w:fill="auto"/>
        </w:tcPr>
        <w:p w:rsidR="00224410" w:rsidRPr="00805E70" w:rsidRDefault="00224410" w:rsidP="00805E70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05E70">
            <w:rPr>
              <w:rFonts w:ascii="Montserrat Medium" w:hAnsi="Montserrat Medium" w:cs="Calibri"/>
              <w:sz w:val="12"/>
              <w:szCs w:val="12"/>
            </w:rPr>
            <w:t>P-ţa Eftimie Murgu nr. 2, Timişoara,</w:t>
          </w:r>
        </w:p>
        <w:p w:rsidR="00224410" w:rsidRPr="00805E70" w:rsidRDefault="00224410" w:rsidP="00224410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05E70">
            <w:rPr>
              <w:rFonts w:ascii="Montserrat Medium" w:hAnsi="Montserrat Medium" w:cs="Calibri"/>
              <w:sz w:val="12"/>
              <w:szCs w:val="12"/>
            </w:rPr>
            <w:t>cod 300041, România</w:t>
          </w:r>
        </w:p>
      </w:tc>
    </w:tr>
    <w:tr w:rsidR="00224410" w:rsidRPr="00805E70" w:rsidTr="00EC58BD">
      <w:trPr>
        <w:tblCellSpacing w:w="14" w:type="dxa"/>
        <w:jc w:val="center"/>
      </w:trPr>
      <w:tc>
        <w:tcPr>
          <w:tcW w:w="4939" w:type="pct"/>
          <w:shd w:val="clear" w:color="auto" w:fill="auto"/>
          <w:vAlign w:val="center"/>
        </w:tcPr>
        <w:p w:rsidR="00224410" w:rsidRPr="00805E70" w:rsidRDefault="00224410" w:rsidP="00224410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05E70">
            <w:rPr>
              <w:rFonts w:ascii="Montserrat Medium" w:hAnsi="Montserrat Medium" w:cs="Calibri"/>
              <w:sz w:val="12"/>
              <w:szCs w:val="12"/>
            </w:rPr>
            <w:t>Tel: (40)256204250,int 1422</w:t>
          </w:r>
        </w:p>
      </w:tc>
    </w:tr>
    <w:tr w:rsidR="00224410" w:rsidRPr="00805E70" w:rsidTr="00EC58BD">
      <w:trPr>
        <w:tblCellSpacing w:w="14" w:type="dxa"/>
        <w:jc w:val="center"/>
      </w:trPr>
      <w:tc>
        <w:tcPr>
          <w:tcW w:w="4939" w:type="pct"/>
          <w:shd w:val="clear" w:color="auto" w:fill="auto"/>
          <w:vAlign w:val="center"/>
        </w:tcPr>
        <w:p w:rsidR="00224410" w:rsidRPr="00805E70" w:rsidRDefault="00224410" w:rsidP="00224410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05E70">
            <w:rPr>
              <w:rFonts w:ascii="Montserrat Medium" w:hAnsi="Montserrat Medium" w:cs="Calibri"/>
              <w:sz w:val="12"/>
              <w:szCs w:val="12"/>
            </w:rPr>
            <w:t>Email: doctorat@umft.ro</w:t>
          </w:r>
        </w:p>
      </w:tc>
    </w:tr>
  </w:tbl>
  <w:p w:rsidR="00224410" w:rsidRPr="00805E70" w:rsidRDefault="00224410" w:rsidP="00224410">
    <w:pPr>
      <w:tabs>
        <w:tab w:val="left" w:pos="4080"/>
      </w:tabs>
      <w:spacing w:after="0" w:line="240" w:lineRule="auto"/>
      <w:rPr>
        <w:rFonts w:ascii="Montserrat SemiBold" w:hAnsi="Montserrat SemiBold"/>
        <w:color w:val="06234A"/>
        <w:sz w:val="12"/>
        <w:szCs w:val="12"/>
      </w:rPr>
    </w:pPr>
    <w:r w:rsidRPr="00805E70">
      <w:rPr>
        <w:rFonts w:ascii="Times New Roman" w:eastAsia="Times New Roman" w:hAnsi="Times New Roman"/>
        <w:noProof/>
        <w:sz w:val="12"/>
        <w:szCs w:val="12"/>
        <w:lang w:val="en-US"/>
      </w:rPr>
      <w:drawing>
        <wp:anchor distT="0" distB="0" distL="114300" distR="114300" simplePos="0" relativeHeight="251661312" behindDoc="1" locked="0" layoutInCell="1" allowOverlap="1" wp14:anchorId="76D5C996" wp14:editId="02A378CE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9" name="Picture 9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05E70">
      <w:rPr>
        <w:rFonts w:ascii="Montserrat SemiBold" w:hAnsi="Montserrat SemiBold"/>
        <w:color w:val="06234A"/>
        <w:sz w:val="12"/>
        <w:szCs w:val="12"/>
      </w:rPr>
      <w:tab/>
    </w:r>
  </w:p>
  <w:p w:rsidR="00806446" w:rsidRPr="00D70DFA" w:rsidRDefault="00224410" w:rsidP="00B32379">
    <w:pPr>
      <w:tabs>
        <w:tab w:val="left" w:pos="4080"/>
      </w:tabs>
      <w:spacing w:after="0" w:line="240" w:lineRule="auto"/>
      <w:jc w:val="center"/>
      <w:rPr>
        <w:rFonts w:ascii="Montserrat SemiBold" w:hAnsi="Montserrat SemiBold"/>
        <w:color w:val="06234A"/>
        <w:sz w:val="12"/>
        <w:szCs w:val="12"/>
      </w:rPr>
    </w:pPr>
    <w:r w:rsidRPr="00D70DFA">
      <w:rPr>
        <w:rFonts w:ascii="Montserrat SemiBold" w:hAnsi="Montserrat SemiBold"/>
        <w:color w:val="06234A"/>
        <w:sz w:val="12"/>
        <w:szCs w:val="12"/>
      </w:rPr>
      <w:t>www.umft.ro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43" w:rsidRDefault="00852E43" w:rsidP="00D2536B">
      <w:pPr>
        <w:spacing w:after="0" w:line="240" w:lineRule="auto"/>
      </w:pPr>
      <w:r>
        <w:separator/>
      </w:r>
    </w:p>
  </w:footnote>
  <w:footnote w:type="continuationSeparator" w:id="0">
    <w:p w:rsidR="00852E43" w:rsidRDefault="00852E43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F8632D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F8632D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2F288E">
    <w:pPr>
      <w:pStyle w:val="Header"/>
      <w:tabs>
        <w:tab w:val="clear" w:pos="4680"/>
        <w:tab w:val="clear" w:pos="9360"/>
        <w:tab w:val="left" w:pos="6915"/>
      </w:tabs>
    </w:pPr>
    <w:r>
      <w:t xml:space="preserve">                             </w:t>
    </w:r>
    <w:r w:rsidR="002F288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2D"/>
    <w:rsid w:val="0000460E"/>
    <w:rsid w:val="000A3603"/>
    <w:rsid w:val="00152A5C"/>
    <w:rsid w:val="001875D4"/>
    <w:rsid w:val="001E34B8"/>
    <w:rsid w:val="00224410"/>
    <w:rsid w:val="002A196E"/>
    <w:rsid w:val="002F1287"/>
    <w:rsid w:val="002F288E"/>
    <w:rsid w:val="002F50CB"/>
    <w:rsid w:val="0031217D"/>
    <w:rsid w:val="00366D36"/>
    <w:rsid w:val="003C20E2"/>
    <w:rsid w:val="004915CF"/>
    <w:rsid w:val="004A5472"/>
    <w:rsid w:val="004A6959"/>
    <w:rsid w:val="004D7E7E"/>
    <w:rsid w:val="00531846"/>
    <w:rsid w:val="0056488E"/>
    <w:rsid w:val="00631F67"/>
    <w:rsid w:val="00650055"/>
    <w:rsid w:val="006741E2"/>
    <w:rsid w:val="00685BF9"/>
    <w:rsid w:val="006940D7"/>
    <w:rsid w:val="00696A22"/>
    <w:rsid w:val="006A1CA7"/>
    <w:rsid w:val="006A6C9E"/>
    <w:rsid w:val="00756E23"/>
    <w:rsid w:val="007B29A5"/>
    <w:rsid w:val="007C3BD0"/>
    <w:rsid w:val="00805E70"/>
    <w:rsid w:val="00806446"/>
    <w:rsid w:val="00844E81"/>
    <w:rsid w:val="00852E43"/>
    <w:rsid w:val="00874B53"/>
    <w:rsid w:val="008C7E40"/>
    <w:rsid w:val="009669B9"/>
    <w:rsid w:val="009B14B8"/>
    <w:rsid w:val="009F4B93"/>
    <w:rsid w:val="00AB1260"/>
    <w:rsid w:val="00AF1312"/>
    <w:rsid w:val="00B32379"/>
    <w:rsid w:val="00BE16B7"/>
    <w:rsid w:val="00BE5CBF"/>
    <w:rsid w:val="00C024FC"/>
    <w:rsid w:val="00C606D5"/>
    <w:rsid w:val="00D07E73"/>
    <w:rsid w:val="00D2536B"/>
    <w:rsid w:val="00D70DFA"/>
    <w:rsid w:val="00DD010A"/>
    <w:rsid w:val="00DF22FA"/>
    <w:rsid w:val="00E0250C"/>
    <w:rsid w:val="00E86118"/>
    <w:rsid w:val="00EE6EBF"/>
    <w:rsid w:val="00F12BCD"/>
    <w:rsid w:val="00F6087F"/>
    <w:rsid w:val="00F7151C"/>
    <w:rsid w:val="00F84B39"/>
    <w:rsid w:val="00F8632D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5CBE9D-3E2E-44D4-A67B-60B9F7D8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OOGLE%20DRIVE\WORK\DOCUMENTE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17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Windows User</cp:lastModifiedBy>
  <cp:revision>20</cp:revision>
  <dcterms:created xsi:type="dcterms:W3CDTF">2020-09-16T11:41:00Z</dcterms:created>
  <dcterms:modified xsi:type="dcterms:W3CDTF">2021-04-28T07:51:00Z</dcterms:modified>
</cp:coreProperties>
</file>