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FC60A" w14:textId="2AB0B790" w:rsidR="00ED5296" w:rsidRPr="00ED5296" w:rsidRDefault="008612FC">
      <w:pPr>
        <w:rPr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7EDA64" wp14:editId="12210B37">
            <wp:simplePos x="0" y="0"/>
            <wp:positionH relativeFrom="page">
              <wp:posOffset>457200</wp:posOffset>
            </wp:positionH>
            <wp:positionV relativeFrom="paragraph">
              <wp:posOffset>0</wp:posOffset>
            </wp:positionV>
            <wp:extent cx="2049236" cy="530679"/>
            <wp:effectExtent l="0" t="0" r="0" b="3175"/>
            <wp:wrapNone/>
            <wp:docPr id="4" name="Picture 31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164" cy="53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D0F5A" w14:textId="77777777" w:rsidR="00ED5296" w:rsidRPr="00ED5296" w:rsidRDefault="00ED5296">
      <w:pPr>
        <w:rPr>
          <w:lang w:val="ro-RO"/>
        </w:rPr>
      </w:pPr>
    </w:p>
    <w:p w14:paraId="3D42BF7F" w14:textId="3FC00C50" w:rsidR="00ED5296" w:rsidRPr="00ED5296" w:rsidRDefault="00ED5296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 w:rsidRPr="00ED5296">
        <w:rPr>
          <w:rFonts w:ascii="Times New Roman" w:hAnsi="Times New Roman" w:cs="Times New Roman"/>
          <w:b/>
          <w:i/>
          <w:sz w:val="20"/>
          <w:lang w:val="ro-RO"/>
        </w:rPr>
        <w:t xml:space="preserve">Anexa </w:t>
      </w:r>
      <w:r w:rsidR="008612FC">
        <w:rPr>
          <w:rFonts w:ascii="Times New Roman" w:hAnsi="Times New Roman" w:cs="Times New Roman"/>
          <w:b/>
          <w:i/>
          <w:sz w:val="20"/>
          <w:lang w:val="ro-RO"/>
        </w:rPr>
        <w:t>8</w:t>
      </w:r>
      <w:r w:rsidR="00E97606">
        <w:rPr>
          <w:rFonts w:ascii="Times New Roman" w:hAnsi="Times New Roman" w:cs="Times New Roman"/>
          <w:b/>
          <w:i/>
          <w:sz w:val="20"/>
          <w:lang w:val="ro-RO"/>
        </w:rPr>
        <w:t xml:space="preserve"> - </w:t>
      </w:r>
      <w:r w:rsidR="00E97606" w:rsidRPr="00414680">
        <w:rPr>
          <w:bCs/>
          <w:szCs w:val="36"/>
          <w:lang w:val="ro-RO"/>
        </w:rPr>
        <w:t xml:space="preserve">Anexa </w:t>
      </w:r>
      <w:r w:rsidR="00E97606">
        <w:rPr>
          <w:bCs/>
          <w:szCs w:val="36"/>
          <w:lang w:val="ro-RO"/>
        </w:rPr>
        <w:t xml:space="preserve">7 - </w:t>
      </w:r>
      <w:proofErr w:type="spellStart"/>
      <w:r w:rsidR="00E97606" w:rsidRPr="002B69D8">
        <w:rPr>
          <w:b/>
        </w:rPr>
        <w:t>Cod:UMFVBT-REG</w:t>
      </w:r>
      <w:proofErr w:type="spellEnd"/>
      <w:r w:rsidR="00E97606" w:rsidRPr="002B69D8">
        <w:rPr>
          <w:b/>
        </w:rPr>
        <w:t>/PD/DFM/120/2021 - 0</w:t>
      </w:r>
      <w:r w:rsidR="00E97606">
        <w:rPr>
          <w:b/>
          <w:lang w:val="ro-RO"/>
        </w:rPr>
        <w:t>8</w:t>
      </w:r>
    </w:p>
    <w:tbl>
      <w:tblPr>
        <w:tblStyle w:val="TableGrid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2142"/>
        <w:gridCol w:w="4980"/>
      </w:tblGrid>
      <w:tr w:rsidR="00284FBE" w14:paraId="7EC81F5F" w14:textId="77777777" w:rsidTr="00284FBE">
        <w:tc>
          <w:tcPr>
            <w:tcW w:w="3656" w:type="dxa"/>
            <w:vMerge w:val="restart"/>
            <w:vAlign w:val="center"/>
          </w:tcPr>
          <w:p w14:paraId="44B92FC5" w14:textId="77777777" w:rsidR="00284FBE" w:rsidRDefault="00284FBE" w:rsidP="00284FBE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sz w:val="20"/>
                <w:lang w:val="ro-RO"/>
              </w:rPr>
              <w:t>Număr d</w:t>
            </w:r>
            <w:r w:rsidR="00321A1F">
              <w:rPr>
                <w:rFonts w:ascii="Times New Roman" w:hAnsi="Times New Roman" w:cs="Times New Roman"/>
                <w:b/>
                <w:sz w:val="20"/>
                <w:lang w:val="ro-RO"/>
              </w:rPr>
              <w:t>e înregistrare dosar de concurs</w:t>
            </w:r>
          </w:p>
        </w:tc>
        <w:tc>
          <w:tcPr>
            <w:tcW w:w="2189" w:type="dxa"/>
          </w:tcPr>
          <w:p w14:paraId="0F6A8118" w14:textId="77777777"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DRU:</w:t>
            </w:r>
          </w:p>
        </w:tc>
        <w:tc>
          <w:tcPr>
            <w:tcW w:w="5125" w:type="dxa"/>
          </w:tcPr>
          <w:p w14:paraId="03E7381C" w14:textId="77777777" w:rsidR="00284FBE" w:rsidRDefault="00284FBE" w:rsidP="00284FBE">
            <w:pP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________________/ ______________________</w:t>
            </w:r>
          </w:p>
          <w:p w14:paraId="58603B19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</w:tr>
      <w:tr w:rsidR="00284FBE" w14:paraId="394076C2" w14:textId="77777777" w:rsidTr="00284FBE">
        <w:tc>
          <w:tcPr>
            <w:tcW w:w="3656" w:type="dxa"/>
            <w:vMerge/>
          </w:tcPr>
          <w:p w14:paraId="5E6871ED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189" w:type="dxa"/>
          </w:tcPr>
          <w:p w14:paraId="67E77905" w14:textId="77777777"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 Registratura UMF</w:t>
            </w:r>
            <w:r w:rsidR="00FC2AB0">
              <w:rPr>
                <w:rFonts w:ascii="Times New Roman" w:hAnsi="Times New Roman" w:cs="Times New Roman"/>
                <w:b/>
                <w:sz w:val="20"/>
                <w:lang w:val="ro-RO"/>
              </w:rPr>
              <w:t>VB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T:</w:t>
            </w:r>
          </w:p>
        </w:tc>
        <w:tc>
          <w:tcPr>
            <w:tcW w:w="5125" w:type="dxa"/>
          </w:tcPr>
          <w:p w14:paraId="361AB28C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________________/ ______________________</w:t>
            </w:r>
          </w:p>
        </w:tc>
      </w:tr>
    </w:tbl>
    <w:p w14:paraId="7918B868" w14:textId="77777777" w:rsidR="00284FBE" w:rsidRPr="000D4972" w:rsidRDefault="00284FBE">
      <w:pPr>
        <w:rPr>
          <w:rFonts w:ascii="Times New Roman" w:hAnsi="Times New Roman" w:cs="Times New Roman"/>
          <w:b/>
          <w:sz w:val="4"/>
          <w:lang w:val="ro-RO"/>
        </w:rPr>
      </w:pPr>
    </w:p>
    <w:p w14:paraId="44675602" w14:textId="77777777" w:rsidR="000D4972" w:rsidRPr="000D4972" w:rsidRDefault="000D4972" w:rsidP="000D4972">
      <w:pPr>
        <w:spacing w:after="0"/>
        <w:jc w:val="center"/>
        <w:rPr>
          <w:rFonts w:ascii="Times New Roman" w:hAnsi="Times New Roman" w:cs="Times New Roman"/>
          <w:b/>
          <w:sz w:val="18"/>
          <w:lang w:val="ro-RO"/>
        </w:rPr>
      </w:pPr>
    </w:p>
    <w:p w14:paraId="4B5B57AD" w14:textId="77777777" w:rsidR="00284FBE" w:rsidRPr="00284FBE" w:rsidRDefault="00284FBE" w:rsidP="00284FBE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284FBE">
        <w:rPr>
          <w:rFonts w:ascii="Times New Roman" w:hAnsi="Times New Roman" w:cs="Times New Roman"/>
          <w:b/>
          <w:sz w:val="24"/>
          <w:lang w:val="ro-RO"/>
        </w:rPr>
        <w:t xml:space="preserve">FORMULAR DE VERIFICARE A NUMĂRULUI DE PAGINI DIN DOSARUL DE CONCURS </w:t>
      </w:r>
    </w:p>
    <w:p w14:paraId="0A3F7698" w14:textId="77777777" w:rsidR="00020F2F" w:rsidRDefault="00020F2F" w:rsidP="00E97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D27080">
        <w:rPr>
          <w:rFonts w:ascii="Times New Roman" w:hAnsi="Times New Roman" w:cs="Times New Roman"/>
          <w:sz w:val="24"/>
          <w:lang w:val="ro-RO"/>
        </w:rPr>
        <w:t xml:space="preserve">Subsemnatul/a_____________________________________________________, </w:t>
      </w:r>
      <w:r w:rsidR="00D27080" w:rsidRPr="00D27080">
        <w:rPr>
          <w:rFonts w:ascii="Times New Roman" w:hAnsi="Times New Roman" w:cs="Times New Roman"/>
          <w:sz w:val="24"/>
          <w:lang w:val="ro-RO"/>
        </w:rPr>
        <w:t>candidat/candidată la concursul pentru ocupa</w:t>
      </w:r>
      <w:r w:rsidR="009969EE">
        <w:rPr>
          <w:rFonts w:ascii="Times New Roman" w:hAnsi="Times New Roman" w:cs="Times New Roman"/>
          <w:sz w:val="24"/>
          <w:lang w:val="ro-RO"/>
        </w:rPr>
        <w:t xml:space="preserve">rea postului didactic de </w:t>
      </w:r>
      <w:r w:rsidR="00651E0C" w:rsidRPr="00651E0C">
        <w:rPr>
          <w:rFonts w:ascii="Times New Roman" w:hAnsi="Times New Roman" w:cs="Times New Roman"/>
          <w:b/>
          <w:sz w:val="24"/>
          <w:lang w:val="ro-RO"/>
        </w:rPr>
        <w:t>ASISTENT UNIVERSITAR</w:t>
      </w:r>
      <w:r w:rsidR="00D27080" w:rsidRPr="00D27080">
        <w:rPr>
          <w:rFonts w:ascii="Times New Roman" w:hAnsi="Times New Roman" w:cs="Times New Roman"/>
          <w:sz w:val="24"/>
          <w:lang w:val="ro-RO"/>
        </w:rPr>
        <w:t>, poziția _____, din statul de funcț</w:t>
      </w:r>
      <w:r w:rsidR="009969EE">
        <w:rPr>
          <w:rFonts w:ascii="Times New Roman" w:hAnsi="Times New Roman" w:cs="Times New Roman"/>
          <w:sz w:val="24"/>
          <w:lang w:val="ro-RO"/>
        </w:rPr>
        <w:t>ii al Departamentului 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___________________________, Facultate</w:t>
      </w:r>
      <w:r w:rsidR="009969EE">
        <w:rPr>
          <w:rFonts w:ascii="Times New Roman" w:hAnsi="Times New Roman" w:cs="Times New Roman"/>
          <w:sz w:val="24"/>
          <w:lang w:val="ro-RO"/>
        </w:rPr>
        <w:t>a de __________________________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_, în sesiunea de concurs __________________,  declar pe propria </w:t>
      </w:r>
      <w:r w:rsidRPr="00D27080">
        <w:rPr>
          <w:rFonts w:ascii="Times New Roman" w:hAnsi="Times New Roman" w:cs="Times New Roman"/>
          <w:sz w:val="24"/>
          <w:lang w:val="ro-RO"/>
        </w:rPr>
        <w:t>răspundere</w:t>
      </w:r>
      <w:r w:rsidR="009969EE">
        <w:rPr>
          <w:rFonts w:ascii="Times New Roman" w:hAnsi="Times New Roman" w:cs="Times New Roman"/>
          <w:sz w:val="24"/>
          <w:lang w:val="ro-RO"/>
        </w:rPr>
        <w:t xml:space="preserve">, </w:t>
      </w:r>
      <w:r w:rsidR="009969EE" w:rsidRPr="009969EE">
        <w:rPr>
          <w:rFonts w:ascii="Times New Roman" w:hAnsi="Times New Roman" w:cs="Times New Roman"/>
          <w:sz w:val="24"/>
          <w:lang w:val="ro-RO"/>
        </w:rPr>
        <w:t>cunoscând prevederile art. 326 privind falsul în declarații din Noul Cod Penal</w:t>
      </w:r>
      <w:r w:rsidR="009969EE">
        <w:rPr>
          <w:rFonts w:ascii="Times New Roman" w:hAnsi="Times New Roman" w:cs="Times New Roman"/>
          <w:sz w:val="24"/>
          <w:lang w:val="ro-RO"/>
        </w:rPr>
        <w:t>,</w:t>
      </w:r>
      <w:r w:rsidRPr="00D27080">
        <w:rPr>
          <w:rFonts w:ascii="Times New Roman" w:hAnsi="Times New Roman" w:cs="Times New Roman"/>
          <w:sz w:val="24"/>
          <w:lang w:val="ro-RO"/>
        </w:rPr>
        <w:t xml:space="preserve"> că prezentul dosar </w:t>
      </w:r>
      <w:r w:rsidR="009969EE">
        <w:rPr>
          <w:rFonts w:ascii="Times New Roman" w:hAnsi="Times New Roman" w:cs="Times New Roman"/>
          <w:sz w:val="24"/>
          <w:lang w:val="ro-RO"/>
        </w:rPr>
        <w:t xml:space="preserve">de concurs </w:t>
      </w:r>
      <w:r w:rsidRPr="00D27080">
        <w:rPr>
          <w:rFonts w:ascii="Times New Roman" w:hAnsi="Times New Roman" w:cs="Times New Roman"/>
          <w:sz w:val="24"/>
          <w:lang w:val="ro-RO"/>
        </w:rPr>
        <w:t>con</w:t>
      </w:r>
      <w:r w:rsidR="00D27080" w:rsidRPr="00D27080">
        <w:rPr>
          <w:rFonts w:ascii="Times New Roman" w:hAnsi="Times New Roman" w:cs="Times New Roman"/>
          <w:sz w:val="24"/>
          <w:lang w:val="ro-RO"/>
        </w:rPr>
        <w:t>ț</w:t>
      </w:r>
      <w:r w:rsidRPr="00D27080">
        <w:rPr>
          <w:rFonts w:ascii="Times New Roman" w:hAnsi="Times New Roman" w:cs="Times New Roman"/>
          <w:sz w:val="24"/>
          <w:lang w:val="ro-RO"/>
        </w:rPr>
        <w:t>ine un număr de 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pagini, din care ___________</w:t>
      </w:r>
      <w:r w:rsidR="009969EE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 a</w:t>
      </w:r>
      <w:r w:rsidR="009969EE">
        <w:rPr>
          <w:rFonts w:ascii="Times New Roman" w:hAnsi="Times New Roman" w:cs="Times New Roman"/>
          <w:sz w:val="24"/>
          <w:lang w:val="ro-RO"/>
        </w:rPr>
        <w:t>lbe, după cum urmează:</w:t>
      </w:r>
    </w:p>
    <w:tbl>
      <w:tblPr>
        <w:tblW w:w="108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4"/>
        <w:gridCol w:w="866"/>
        <w:gridCol w:w="900"/>
        <w:gridCol w:w="3690"/>
        <w:gridCol w:w="900"/>
        <w:gridCol w:w="900"/>
      </w:tblGrid>
      <w:tr w:rsidR="00D27546" w:rsidRPr="00D27546" w14:paraId="62D98FD6" w14:textId="77777777" w:rsidTr="00E94377">
        <w:tc>
          <w:tcPr>
            <w:tcW w:w="3634" w:type="dxa"/>
            <w:vMerge w:val="restart"/>
            <w:shd w:val="clear" w:color="auto" w:fill="auto"/>
            <w:vAlign w:val="center"/>
          </w:tcPr>
          <w:p w14:paraId="3FB56A87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766" w:type="dxa"/>
            <w:gridSpan w:val="2"/>
            <w:shd w:val="clear" w:color="auto" w:fill="000000" w:themeFill="text1"/>
            <w:vAlign w:val="center"/>
          </w:tcPr>
          <w:p w14:paraId="2DC4978F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</w:tcPr>
          <w:p w14:paraId="69F70C9B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800" w:type="dxa"/>
            <w:gridSpan w:val="2"/>
            <w:shd w:val="clear" w:color="auto" w:fill="000000" w:themeFill="text1"/>
            <w:vAlign w:val="center"/>
          </w:tcPr>
          <w:p w14:paraId="45AB975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</w:tr>
      <w:tr w:rsidR="00D27546" w:rsidRPr="00E94377" w14:paraId="43D26CBD" w14:textId="77777777" w:rsidTr="00E94377">
        <w:tc>
          <w:tcPr>
            <w:tcW w:w="3634" w:type="dxa"/>
            <w:vMerge/>
            <w:shd w:val="clear" w:color="auto" w:fill="auto"/>
            <w:vAlign w:val="center"/>
          </w:tcPr>
          <w:p w14:paraId="4F6FFD87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766" w:type="dxa"/>
            <w:gridSpan w:val="2"/>
            <w:shd w:val="clear" w:color="auto" w:fill="FFE599" w:themeFill="accent4" w:themeFillTint="66"/>
            <w:vAlign w:val="center"/>
          </w:tcPr>
          <w:p w14:paraId="165DF664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  <w:tc>
          <w:tcPr>
            <w:tcW w:w="3690" w:type="dxa"/>
            <w:vMerge/>
            <w:shd w:val="clear" w:color="auto" w:fill="auto"/>
            <w:vAlign w:val="center"/>
          </w:tcPr>
          <w:p w14:paraId="2DC225B5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FFE599" w:themeFill="accent4" w:themeFillTint="66"/>
            <w:vAlign w:val="center"/>
          </w:tcPr>
          <w:p w14:paraId="0C2D6042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</w:tr>
      <w:tr w:rsidR="00D27546" w:rsidRPr="00D27546" w14:paraId="4A90F3A9" w14:textId="77777777" w:rsidTr="00E94377">
        <w:tc>
          <w:tcPr>
            <w:tcW w:w="3634" w:type="dxa"/>
            <w:vMerge/>
            <w:shd w:val="clear" w:color="auto" w:fill="auto"/>
            <w:vAlign w:val="center"/>
          </w:tcPr>
          <w:p w14:paraId="7AA2614E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866" w:type="dxa"/>
            <w:shd w:val="clear" w:color="auto" w:fill="F7CAAC" w:themeFill="accent2" w:themeFillTint="66"/>
            <w:vAlign w:val="center"/>
          </w:tcPr>
          <w:p w14:paraId="427BD49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00" w:type="dxa"/>
            <w:shd w:val="clear" w:color="auto" w:fill="B4C6E7" w:themeFill="accent5" w:themeFillTint="66"/>
            <w:vAlign w:val="center"/>
          </w:tcPr>
          <w:p w14:paraId="2397640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  <w:tc>
          <w:tcPr>
            <w:tcW w:w="3690" w:type="dxa"/>
            <w:vMerge/>
            <w:shd w:val="clear" w:color="auto" w:fill="auto"/>
            <w:vAlign w:val="center"/>
          </w:tcPr>
          <w:p w14:paraId="01E4F261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F7CAAC" w:themeFill="accent2" w:themeFillTint="66"/>
            <w:vAlign w:val="center"/>
          </w:tcPr>
          <w:p w14:paraId="47332F8E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00" w:type="dxa"/>
            <w:shd w:val="clear" w:color="auto" w:fill="B4C6E7" w:themeFill="accent5" w:themeFillTint="66"/>
            <w:vAlign w:val="center"/>
          </w:tcPr>
          <w:p w14:paraId="11B43CE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</w:tr>
      <w:tr w:rsidR="00D27546" w:rsidRPr="00E94377" w14:paraId="3FE13D9E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35E06566" w14:textId="0BBC0345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1. Coperta dosarului de concurs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(Anexa </w:t>
            </w:r>
            <w:r w:rsidR="008612FC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3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)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C9ECD12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2E35A1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ECC58B3" w14:textId="34D07294" w:rsidR="00D27546" w:rsidRPr="00CE0E9F" w:rsidRDefault="002F2BB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2F2BB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12. Certificat de competență lingvistică (dacă este cazul)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73A492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7D2AD7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D27546" w:rsidRPr="00D27546" w14:paraId="7B14732B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3F05A320" w14:textId="231EBD26" w:rsidR="00D27546" w:rsidRPr="00CE0E9F" w:rsidRDefault="00D27546" w:rsidP="00F9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2. Cererea de înscriere la concurs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</w:t>
            </w:r>
            <w:r w:rsidR="00F93346" w:rsidRPr="00E94377">
              <w:rPr>
                <w:rFonts w:ascii="Times New Roman" w:eastAsia="Times New Roman" w:hAnsi="Times New Roman" w:cs="Times New Roman"/>
                <w:color w:val="181818"/>
                <w:spacing w:val="-4"/>
                <w:sz w:val="20"/>
                <w:szCs w:val="20"/>
                <w:lang w:val="ro-RO"/>
              </w:rPr>
              <w:t xml:space="preserve">(Anexa </w:t>
            </w:r>
            <w:r w:rsidR="008612FC" w:rsidRPr="00E94377">
              <w:rPr>
                <w:rFonts w:ascii="Times New Roman" w:eastAsia="Times New Roman" w:hAnsi="Times New Roman" w:cs="Times New Roman"/>
                <w:color w:val="181818"/>
                <w:spacing w:val="-4"/>
                <w:sz w:val="20"/>
                <w:szCs w:val="20"/>
                <w:lang w:val="ro-RO"/>
              </w:rPr>
              <w:t>4</w:t>
            </w:r>
            <w:r w:rsidR="00F93346" w:rsidRPr="00E94377">
              <w:rPr>
                <w:rFonts w:ascii="Times New Roman" w:eastAsia="Times New Roman" w:hAnsi="Times New Roman" w:cs="Times New Roman"/>
                <w:color w:val="181818"/>
                <w:spacing w:val="-4"/>
                <w:sz w:val="20"/>
                <w:szCs w:val="20"/>
                <w:lang w:val="ro-RO"/>
              </w:rPr>
              <w:t>)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4FDC77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C992E7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6015814E" w14:textId="0BF5C750" w:rsidR="00D27546" w:rsidRPr="00CE0E9F" w:rsidRDefault="003B57D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3B57DF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val="ro-RO"/>
              </w:rPr>
              <w:t xml:space="preserve">13. </w:t>
            </w:r>
            <w:r w:rsidRPr="003B57D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Declarație pe propria răspundere privind situațiile de incompatibilitate (Anexa 6)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0E81ED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9B2CDA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46089605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5A933FD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3. Curriculum vitae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05FC3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AAB323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DA70CAB" w14:textId="0D0F0BFC" w:rsidR="00651E0C" w:rsidRPr="00CE0E9F" w:rsidRDefault="003B57D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3B57D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14. Declarație ocupare post (Anexa 7)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C9DFCDA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F9ED12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61A413FF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5270066C" w14:textId="62071A55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4. </w:t>
            </w:r>
            <w:r w:rsidR="00CE0E9F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Lista de publicații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EB33773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6304E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6DC0E33E" w14:textId="2B2F34F6" w:rsidR="00651E0C" w:rsidRPr="00CE0E9F" w:rsidRDefault="006C5991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C5991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15. Adeverință medicală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DAB7FD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D11F21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0000EF04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6EA003C3" w14:textId="5EEA96B8" w:rsidR="00651E0C" w:rsidRPr="00CE0E9F" w:rsidRDefault="00CE0E9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5. Copia diplomei de doctor în științe/ adeverința de student doctorand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BBD3FC9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44C3E1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71B81FA" w14:textId="33A8B26D" w:rsidR="00651E0C" w:rsidRPr="00CE0E9F" w:rsidRDefault="006C5991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C5991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16. Adeverință psihologică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563BC0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3EE5C1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E94377" w14:paraId="6356F8F8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3EDE0E05" w14:textId="77D1ABB5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6. Copia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diplomei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licență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sau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echivalente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inclusiv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a</w:t>
            </w:r>
            <w:proofErr w:type="gram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foii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matricole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/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suplimentului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diplomă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7CCBE0A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A386A9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071D2FF" w14:textId="58A60CD1" w:rsidR="006C5991" w:rsidRPr="006C5991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17.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Dovada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plată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taxei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înscriere</w:t>
            </w:r>
            <w:proofErr w:type="spellEnd"/>
            <w:proofErr w:type="gram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concurs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(original)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B82CB2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977B04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E94377" w14:paraId="3C193D12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1A9A203E" w14:textId="15E07BA8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7. Copia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diplomei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de master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sau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echivalente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inclusiv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foii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matricole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/</w:t>
            </w:r>
            <w:r w:rsidR="00E94377"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suplimentului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diplomă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</w:t>
            </w:r>
            <w:r w:rsidRPr="00E94377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lang w:val="fr-FR"/>
              </w:rPr>
              <w:t>(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lang w:val="fr-FR"/>
              </w:rPr>
              <w:t>dacă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lang w:val="fr-FR"/>
              </w:rPr>
              <w:t>cazul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lang w:val="fr-FR"/>
              </w:rPr>
              <w:t>)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5D3BA19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97272D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FC6B7E0" w14:textId="7F2D36F0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18. Formularul de verificare a numărului de pagini (Anexa </w:t>
            </w:r>
            <w:r w:rsidR="0018346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8</w:t>
            </w: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588CDA2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C45C813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4BC5C371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2F48AFE9" w14:textId="4291B3D3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DF5235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8. </w:t>
            </w:r>
            <w:r w:rsidRPr="00DF5235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val="ro-RO"/>
              </w:rPr>
              <w:t>Copie după titlul medical de medic, medic dentist, farmacist rezident / specialist / primar, după caz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291455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1E6103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A7CAFB2" w14:textId="476B3DCD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19. CD / DVD /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Memorystick</w:t>
            </w:r>
            <w:proofErr w:type="spellEnd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cu întregul dosar scanat </w:t>
            </w:r>
            <w:r w:rsidRPr="00CE0E9F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>(</w:t>
            </w:r>
            <w:r w:rsidR="00183468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>5</w:t>
            </w:r>
            <w:r w:rsidRPr="00CE0E9F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 xml:space="preserve"> exemplare)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0C6CFFF5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CA407A3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424DB14A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7CE7ADF9" w14:textId="6B3E2D45" w:rsidR="006C5991" w:rsidRPr="00DF5235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9. Copia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cărții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identitate</w:t>
            </w:r>
            <w:proofErr w:type="spellEnd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E94377">
              <w:rPr>
                <w:rFonts w:ascii="Times New Roman" w:hAnsi="Times New Roman" w:cs="Times New Roman"/>
                <w:color w:val="181818"/>
                <w:sz w:val="20"/>
                <w:szCs w:val="20"/>
                <w:lang w:val="fr-FR"/>
              </w:rPr>
              <w:t>pașaportului</w:t>
            </w:r>
            <w:proofErr w:type="spellEnd"/>
          </w:p>
        </w:tc>
        <w:tc>
          <w:tcPr>
            <w:tcW w:w="866" w:type="dxa"/>
            <w:shd w:val="clear" w:color="auto" w:fill="auto"/>
            <w:vAlign w:val="center"/>
          </w:tcPr>
          <w:p w14:paraId="5F0A272F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8E2E7C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09A20E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20. CD / DVD /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Memorystick</w:t>
            </w:r>
            <w:proofErr w:type="spellEnd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cu documente in format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word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53ED90FD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E02DE6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E94377" w14:paraId="1B06779E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39972A77" w14:textId="7EABF6F0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6704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10. Copia certificatului de naștere; copia certificatului de căsătorie sau a altor documente de schimbare a numelui/prenumelui (dacă este cazul)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744F51D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7C4A3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A38741A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21. Alte documente relevante (dacă este cazul)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CAEBE7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C8CA51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E94377" w14:paraId="59C28224" w14:textId="77777777" w:rsidTr="00E94377">
        <w:trPr>
          <w:trHeight w:val="450"/>
        </w:trPr>
        <w:tc>
          <w:tcPr>
            <w:tcW w:w="3634" w:type="dxa"/>
            <w:shd w:val="clear" w:color="auto" w:fill="auto"/>
            <w:vAlign w:val="center"/>
          </w:tcPr>
          <w:p w14:paraId="6227BB58" w14:textId="1F721BC4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6704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11. Copie după diploma de absolvire a modului didactic/pedagogic nivelul I și II și foaia matricolă sau declarație pe propria răspundere pentru efectuarea unui astfel de modul în cel mult 3 ani de la data angajării (Anexa 5)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94AFBB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A809D4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158DDC24" w14:textId="466842FF" w:rsidR="006C5991" w:rsidRPr="00E94377" w:rsidRDefault="00E97606" w:rsidP="00E94377">
            <w:pPr>
              <w:autoSpaceDE w:val="0"/>
              <w:autoSpaceDN w:val="0"/>
              <w:adjustRightInd w:val="0"/>
              <w:ind w:left="11" w:hanging="11"/>
              <w:rPr>
                <w:rFonts w:ascii="Times New Roman" w:eastAsia="Times New Roman" w:hAnsi="Times New Roman" w:cs="Times New Roman"/>
                <w:color w:val="181818"/>
                <w:spacing w:val="-6"/>
                <w:sz w:val="20"/>
                <w:szCs w:val="20"/>
                <w:lang w:val="ro-RO"/>
              </w:rPr>
            </w:pPr>
            <w:r w:rsidRPr="00E94377">
              <w:rPr>
                <w:rFonts w:ascii="Times New Roman" w:eastAsia="Times New Roman" w:hAnsi="Times New Roman" w:cs="Times New Roman"/>
                <w:color w:val="181818"/>
                <w:spacing w:val="-6"/>
                <w:sz w:val="20"/>
                <w:szCs w:val="20"/>
                <w:lang w:val="ro-RO"/>
              </w:rPr>
              <w:t xml:space="preserve">22. </w:t>
            </w:r>
            <w:r w:rsidRPr="00E9437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o-RO"/>
              </w:rPr>
              <w:t>C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ertificatul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integritate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comportamentală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din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să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reiasă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că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nu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s-au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comis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infracțiuni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prevăzute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la art. 1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alin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. (2)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din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Legea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nr. 118/2019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privind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Registrul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național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automatizat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cu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privire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persoanele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care au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comis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infracțiuni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sexuale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, de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exploatare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unor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persoane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sau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asupra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minorilor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precum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și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pentru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completarea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Legii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nr. 76/2008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privind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organizarea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și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funcționarea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Sistemului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Național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de Date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Genetice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Judiciare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cu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modificările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ulterioare</w:t>
            </w:r>
            <w:proofErr w:type="spellEnd"/>
            <w:r w:rsidRPr="00E94377">
              <w:rPr>
                <w:rFonts w:ascii="Times New Roman" w:hAnsi="Times New Roman" w:cs="Times New Roman"/>
                <w:spacing w:val="-6"/>
                <w:sz w:val="20"/>
                <w:szCs w:val="20"/>
                <w:lang w:val="fr-FR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43078C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858815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</w:tbl>
    <w:p w14:paraId="3A51830A" w14:textId="77777777" w:rsidR="00D8263D" w:rsidRDefault="005355A7" w:rsidP="00D2754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lang w:val="ro-RO"/>
        </w:rPr>
      </w:pP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</w:t>
      </w:r>
      <w:r w:rsidR="00D8263D"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exactitatea completării formularului</w:t>
      </w:r>
      <w:r w:rsidR="009D70F5" w:rsidRPr="00811253">
        <w:rPr>
          <w:rFonts w:ascii="Times New Roman" w:hAnsi="Times New Roman" w:cs="Times New Roman"/>
          <w:sz w:val="24"/>
          <w:u w:val="single"/>
          <w:lang w:val="ro-RO"/>
        </w:rPr>
        <w:t>:</w:t>
      </w:r>
      <w:r w:rsidR="00CF3C63" w:rsidRPr="00811253">
        <w:rPr>
          <w:rFonts w:ascii="Times New Roman" w:hAnsi="Times New Roman" w:cs="Times New Roman"/>
          <w:sz w:val="24"/>
          <w:u w:val="single"/>
          <w:lang w:val="ro-RO"/>
        </w:rPr>
        <w:tab/>
      </w:r>
      <w:r w:rsidR="00CF3C63">
        <w:rPr>
          <w:rFonts w:ascii="Times New Roman" w:hAnsi="Times New Roman" w:cs="Times New Roman"/>
          <w:sz w:val="24"/>
          <w:lang w:val="ro-RO"/>
        </w:rPr>
        <w:tab/>
        <w:t xml:space="preserve">     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  </w:t>
      </w:r>
      <w:r w:rsidR="00CF3C63">
        <w:rPr>
          <w:rFonts w:ascii="Times New Roman" w:hAnsi="Times New Roman" w:cs="Times New Roman"/>
          <w:sz w:val="24"/>
          <w:lang w:val="ro-RO"/>
        </w:rPr>
        <w:t xml:space="preserve">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Certific verificarea </w:t>
      </w:r>
      <w:r w:rsidR="00E276DC">
        <w:rPr>
          <w:rFonts w:ascii="Times New Roman" w:hAnsi="Times New Roman" w:cs="Times New Roman"/>
          <w:sz w:val="24"/>
          <w:u w:val="single"/>
          <w:lang w:val="ro-RO"/>
        </w:rPr>
        <w:t>numărului de pagini</w:t>
      </w:r>
      <w:r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194"/>
        <w:gridCol w:w="2841"/>
        <w:gridCol w:w="270"/>
        <w:gridCol w:w="2340"/>
        <w:gridCol w:w="3150"/>
      </w:tblGrid>
      <w:tr w:rsidR="00CF3C63" w14:paraId="159253D9" w14:textId="77777777" w:rsidTr="00E276DC">
        <w:tc>
          <w:tcPr>
            <w:tcW w:w="2194" w:type="dxa"/>
            <w:vMerge w:val="restart"/>
            <w:vAlign w:val="center"/>
          </w:tcPr>
          <w:p w14:paraId="641CF304" w14:textId="77777777" w:rsidR="00CF3C63" w:rsidRDefault="00CF3C63" w:rsidP="008112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CANDIDAT</w:t>
            </w:r>
          </w:p>
        </w:tc>
        <w:tc>
          <w:tcPr>
            <w:tcW w:w="2841" w:type="dxa"/>
            <w:vAlign w:val="center"/>
          </w:tcPr>
          <w:p w14:paraId="45A3DF3B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70" w:type="dxa"/>
            <w:vMerge w:val="restart"/>
            <w:shd w:val="clear" w:color="auto" w:fill="000000" w:themeFill="text1"/>
            <w:vAlign w:val="center"/>
          </w:tcPr>
          <w:p w14:paraId="3AB7C129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 w:val="restart"/>
            <w:vAlign w:val="center"/>
          </w:tcPr>
          <w:p w14:paraId="367A1CDC" w14:textId="77777777" w:rsidR="00CF3C63" w:rsidRPr="00D74302" w:rsidRDefault="00CF3C63" w:rsidP="00CF3C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DIRECȚIA RESURSE UMANE</w:t>
            </w:r>
          </w:p>
        </w:tc>
        <w:tc>
          <w:tcPr>
            <w:tcW w:w="3150" w:type="dxa"/>
            <w:vAlign w:val="center"/>
          </w:tcPr>
          <w:p w14:paraId="05B1EB08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</w:tr>
      <w:tr w:rsidR="00CF3C63" w14:paraId="0E0A4CA1" w14:textId="77777777" w:rsidTr="00E276DC">
        <w:tc>
          <w:tcPr>
            <w:tcW w:w="2194" w:type="dxa"/>
            <w:vMerge/>
            <w:vAlign w:val="center"/>
          </w:tcPr>
          <w:p w14:paraId="29A75951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841" w:type="dxa"/>
            <w:vAlign w:val="center"/>
          </w:tcPr>
          <w:p w14:paraId="141A35B8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270" w:type="dxa"/>
            <w:vMerge/>
            <w:shd w:val="clear" w:color="auto" w:fill="000000" w:themeFill="text1"/>
            <w:vAlign w:val="center"/>
          </w:tcPr>
          <w:p w14:paraId="4C8B9DA6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/>
            <w:vAlign w:val="center"/>
          </w:tcPr>
          <w:p w14:paraId="232BBFED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150" w:type="dxa"/>
            <w:vAlign w:val="center"/>
          </w:tcPr>
          <w:p w14:paraId="606E99AC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</w:tr>
    </w:tbl>
    <w:p w14:paraId="406F2D15" w14:textId="042151E1" w:rsidR="00E94377" w:rsidRDefault="00E94377" w:rsidP="00E94377">
      <w:pPr>
        <w:rPr>
          <w:rFonts w:ascii="Times New Roman" w:hAnsi="Times New Roman" w:cs="Times New Roman"/>
          <w:sz w:val="24"/>
          <w:lang w:val="ro-RO"/>
        </w:rPr>
      </w:pPr>
      <w:bookmarkStart w:id="0" w:name="_GoBack"/>
      <w:bookmarkEnd w:id="0"/>
    </w:p>
    <w:sectPr w:rsidR="00E94377" w:rsidSect="00E276DC">
      <w:pgSz w:w="11907" w:h="16839" w:code="9"/>
      <w:pgMar w:top="360" w:right="54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0D4972"/>
    <w:rsid w:val="00183468"/>
    <w:rsid w:val="00284FBE"/>
    <w:rsid w:val="002F2BBF"/>
    <w:rsid w:val="00321A1F"/>
    <w:rsid w:val="003837F0"/>
    <w:rsid w:val="003A1675"/>
    <w:rsid w:val="003B57DF"/>
    <w:rsid w:val="003D100A"/>
    <w:rsid w:val="0043132F"/>
    <w:rsid w:val="005355A7"/>
    <w:rsid w:val="00567F23"/>
    <w:rsid w:val="00651E0C"/>
    <w:rsid w:val="00667040"/>
    <w:rsid w:val="00676B99"/>
    <w:rsid w:val="006C5991"/>
    <w:rsid w:val="006F3DD1"/>
    <w:rsid w:val="00811253"/>
    <w:rsid w:val="008612FC"/>
    <w:rsid w:val="00940514"/>
    <w:rsid w:val="00956802"/>
    <w:rsid w:val="009969EE"/>
    <w:rsid w:val="009B0791"/>
    <w:rsid w:val="009D70F5"/>
    <w:rsid w:val="00A9769F"/>
    <w:rsid w:val="00B04153"/>
    <w:rsid w:val="00B420E4"/>
    <w:rsid w:val="00C46E6B"/>
    <w:rsid w:val="00C82365"/>
    <w:rsid w:val="00CE0E9F"/>
    <w:rsid w:val="00CF3C63"/>
    <w:rsid w:val="00D27080"/>
    <w:rsid w:val="00D27546"/>
    <w:rsid w:val="00D74302"/>
    <w:rsid w:val="00D8263D"/>
    <w:rsid w:val="00DF5235"/>
    <w:rsid w:val="00E129DA"/>
    <w:rsid w:val="00E276DC"/>
    <w:rsid w:val="00E27DA8"/>
    <w:rsid w:val="00E4165E"/>
    <w:rsid w:val="00E519E2"/>
    <w:rsid w:val="00E94377"/>
    <w:rsid w:val="00E97606"/>
    <w:rsid w:val="00ED5296"/>
    <w:rsid w:val="00F2235F"/>
    <w:rsid w:val="00F93346"/>
    <w:rsid w:val="00FC2AB0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8EE6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676B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DCC</cp:lastModifiedBy>
  <cp:revision>20</cp:revision>
  <dcterms:created xsi:type="dcterms:W3CDTF">2020-09-28T10:55:00Z</dcterms:created>
  <dcterms:modified xsi:type="dcterms:W3CDTF">2023-02-13T06:15:00Z</dcterms:modified>
</cp:coreProperties>
</file>