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B31EE" w14:textId="34B46009" w:rsidR="00C17097" w:rsidRDefault="00903991" w:rsidP="00C17097">
      <w:pPr>
        <w:pStyle w:val="Header"/>
        <w:jc w:val="right"/>
        <w:rPr>
          <w:i/>
          <w:sz w:val="22"/>
          <w:szCs w:val="22"/>
        </w:rPr>
      </w:pPr>
      <w:r w:rsidRPr="00F57F5E">
        <w:rPr>
          <w:color w:val="181818"/>
          <w:lang w:val="ro-RO"/>
        </w:rPr>
        <w:t xml:space="preserve">Anexa </w:t>
      </w:r>
      <w:r w:rsidR="005C2EDE">
        <w:rPr>
          <w:color w:val="181818"/>
          <w:lang w:val="ro-RO"/>
        </w:rPr>
        <w:t>19</w:t>
      </w:r>
      <w:r w:rsidR="000203DB" w:rsidRPr="00F57F5E">
        <w:rPr>
          <w:color w:val="181818"/>
          <w:lang w:val="ro-RO"/>
        </w:rPr>
        <w:t xml:space="preserve"> -</w:t>
      </w:r>
      <w:r w:rsidR="000203DB" w:rsidRPr="00F57F5E">
        <w:rPr>
          <w:i/>
          <w:lang w:val="ro-RO"/>
        </w:rPr>
        <w:t xml:space="preserve"> </w:t>
      </w:r>
      <w:r w:rsidR="00C17097" w:rsidRPr="00707F1E">
        <w:rPr>
          <w:i/>
          <w:sz w:val="22"/>
          <w:szCs w:val="22"/>
          <w:lang w:val="ro-RO"/>
        </w:rPr>
        <w:t>Cod:</w:t>
      </w:r>
      <w:r w:rsidR="00C17097" w:rsidRPr="00707F1E">
        <w:rPr>
          <w:i/>
          <w:sz w:val="22"/>
          <w:szCs w:val="22"/>
        </w:rPr>
        <w:t>UMFVBT-MET/DRU/26/2024</w:t>
      </w:r>
      <w:r w:rsidR="00C17097">
        <w:rPr>
          <w:i/>
          <w:sz w:val="22"/>
          <w:szCs w:val="22"/>
        </w:rPr>
        <w:t xml:space="preserve"> - 19</w:t>
      </w:r>
      <w:bookmarkStart w:id="0" w:name="_GoBack"/>
      <w:bookmarkEnd w:id="0"/>
      <w:r w:rsidR="00C17097" w:rsidRPr="00707F1E">
        <w:rPr>
          <w:i/>
          <w:sz w:val="22"/>
          <w:szCs w:val="22"/>
        </w:rPr>
        <w:t xml:space="preserve"> </w:t>
      </w:r>
    </w:p>
    <w:p w14:paraId="6900DD64" w14:textId="77777777" w:rsidR="00C17097" w:rsidRDefault="00C17097" w:rsidP="00C17097">
      <w:pPr>
        <w:pStyle w:val="Header"/>
        <w:jc w:val="right"/>
        <w:rPr>
          <w:i/>
          <w:sz w:val="22"/>
          <w:szCs w:val="22"/>
        </w:rPr>
      </w:pPr>
    </w:p>
    <w:p w14:paraId="55AE17CC" w14:textId="613A37D1" w:rsidR="00F57F5E" w:rsidRDefault="00F57F5E" w:rsidP="00C17097">
      <w:pPr>
        <w:pStyle w:val="Header"/>
        <w:jc w:val="center"/>
        <w:rPr>
          <w:b/>
          <w:sz w:val="32"/>
          <w:szCs w:val="32"/>
          <w:lang w:val="ro-RO"/>
        </w:rPr>
      </w:pPr>
      <w:r w:rsidRPr="00F57F5E">
        <w:rPr>
          <w:b/>
          <w:sz w:val="32"/>
          <w:szCs w:val="32"/>
          <w:lang w:val="ro-RO"/>
        </w:rPr>
        <w:t>HOT</w:t>
      </w:r>
      <w:r>
        <w:rPr>
          <w:b/>
          <w:sz w:val="32"/>
          <w:szCs w:val="32"/>
          <w:lang w:val="ro-RO"/>
        </w:rPr>
        <w:t>Ă</w:t>
      </w:r>
      <w:r w:rsidRPr="00F57F5E">
        <w:rPr>
          <w:b/>
          <w:sz w:val="32"/>
          <w:szCs w:val="32"/>
          <w:lang w:val="ro-RO"/>
        </w:rPr>
        <w:t>RÂREA</w:t>
      </w:r>
    </w:p>
    <w:p w14:paraId="768B5539" w14:textId="0DAE96A9" w:rsidR="001461A6" w:rsidRPr="00F57F5E" w:rsidRDefault="00CC59E3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 w:rsidRPr="00F57F5E">
        <w:rPr>
          <w:b/>
          <w:sz w:val="24"/>
          <w:szCs w:val="32"/>
          <w:lang w:val="ro-RO"/>
        </w:rPr>
        <w:t xml:space="preserve">Consiliului </w:t>
      </w:r>
      <w:r>
        <w:rPr>
          <w:b/>
          <w:sz w:val="24"/>
          <w:szCs w:val="32"/>
          <w:lang w:val="ro-RO"/>
        </w:rPr>
        <w:t>D</w:t>
      </w:r>
      <w:r w:rsidRPr="00F57F5E">
        <w:rPr>
          <w:b/>
          <w:sz w:val="24"/>
          <w:szCs w:val="32"/>
          <w:lang w:val="ro-RO"/>
        </w:rPr>
        <w:t>epartamentului</w:t>
      </w:r>
      <w:r w:rsidR="00F57F5E" w:rsidRPr="00F57F5E">
        <w:rPr>
          <w:b/>
          <w:sz w:val="24"/>
          <w:szCs w:val="32"/>
          <w:lang w:val="ro-RO"/>
        </w:rPr>
        <w:t xml:space="preserve"> </w:t>
      </w:r>
      <w:r>
        <w:rPr>
          <w:b/>
          <w:sz w:val="24"/>
          <w:szCs w:val="32"/>
          <w:lang w:val="ro-RO"/>
        </w:rPr>
        <w:t>__________________________________</w:t>
      </w:r>
    </w:p>
    <w:p w14:paraId="4010A271" w14:textId="5934B1E0" w:rsidR="00F57F5E" w:rsidRDefault="00F57F5E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</w:p>
    <w:p w14:paraId="5598BCA2" w14:textId="155847BD" w:rsidR="00F57F5E" w:rsidRPr="00F57F5E" w:rsidRDefault="00F57F5E" w:rsidP="00F57F5E">
      <w:pPr>
        <w:widowControl/>
        <w:autoSpaceDE/>
        <w:autoSpaceDN/>
        <w:adjustRightInd/>
        <w:spacing w:after="120"/>
        <w:jc w:val="center"/>
        <w:rPr>
          <w:b/>
          <w:sz w:val="24"/>
          <w:szCs w:val="32"/>
          <w:lang w:val="ro-RO"/>
        </w:rPr>
      </w:pPr>
      <w:r w:rsidRPr="00F57F5E">
        <w:rPr>
          <w:b/>
          <w:sz w:val="24"/>
          <w:szCs w:val="32"/>
          <w:lang w:val="ro-RO"/>
        </w:rPr>
        <w:t>Nr. ___</w:t>
      </w:r>
      <w:r>
        <w:rPr>
          <w:b/>
          <w:sz w:val="24"/>
          <w:szCs w:val="32"/>
          <w:lang w:val="ro-RO"/>
        </w:rPr>
        <w:t>______ din data de__________________________</w:t>
      </w:r>
    </w:p>
    <w:p w14:paraId="3901329B" w14:textId="7DFF48A2" w:rsidR="00F57F5E" w:rsidRDefault="00F57F5E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</w:p>
    <w:p w14:paraId="33C9B102" w14:textId="45D65C36" w:rsidR="00F57F5E" w:rsidRDefault="00F57F5E" w:rsidP="006859CB">
      <w:pPr>
        <w:widowControl/>
        <w:autoSpaceDE/>
        <w:autoSpaceDN/>
        <w:adjustRightInd/>
        <w:jc w:val="both"/>
        <w:rPr>
          <w:sz w:val="24"/>
          <w:szCs w:val="24"/>
          <w:lang w:val="ro-RO"/>
        </w:rPr>
      </w:pPr>
      <w:r w:rsidRPr="00F57F5E">
        <w:rPr>
          <w:sz w:val="24"/>
          <w:szCs w:val="24"/>
          <w:lang w:val="ro-RO"/>
        </w:rPr>
        <w:t>În temeiul</w:t>
      </w:r>
      <w:r w:rsidR="006859CB">
        <w:rPr>
          <w:sz w:val="24"/>
          <w:szCs w:val="24"/>
          <w:lang w:val="ro-RO"/>
        </w:rPr>
        <w:t xml:space="preserve"> </w:t>
      </w:r>
      <w:r w:rsidR="000F1821">
        <w:rPr>
          <w:i/>
          <w:sz w:val="24"/>
          <w:szCs w:val="24"/>
          <w:lang w:val="ro-RO"/>
        </w:rPr>
        <w:t>Metodologiei privind organizarea și desfăș</w:t>
      </w:r>
      <w:r w:rsidR="000F1821" w:rsidRPr="000F1821">
        <w:rPr>
          <w:i/>
          <w:sz w:val="24"/>
          <w:szCs w:val="24"/>
          <w:lang w:val="ro-RO"/>
        </w:rPr>
        <w:t xml:space="preserve">urarea examenului de promovare în cariera didactică în cadrul </w:t>
      </w:r>
      <w:r w:rsidR="000F1821">
        <w:rPr>
          <w:i/>
          <w:sz w:val="24"/>
          <w:szCs w:val="24"/>
          <w:lang w:val="ro-RO"/>
        </w:rPr>
        <w:t>U</w:t>
      </w:r>
      <w:r w:rsidR="000F1821" w:rsidRPr="000F1821">
        <w:rPr>
          <w:i/>
          <w:sz w:val="24"/>
          <w:szCs w:val="24"/>
          <w:lang w:val="ro-RO"/>
        </w:rPr>
        <w:t xml:space="preserve">niversității de </w:t>
      </w:r>
      <w:r w:rsidR="000F1821">
        <w:rPr>
          <w:i/>
          <w:sz w:val="24"/>
          <w:szCs w:val="24"/>
          <w:lang w:val="ro-RO"/>
        </w:rPr>
        <w:t>M</w:t>
      </w:r>
      <w:r w:rsidR="000F1821" w:rsidRPr="000F1821">
        <w:rPr>
          <w:i/>
          <w:sz w:val="24"/>
          <w:szCs w:val="24"/>
          <w:lang w:val="ro-RO"/>
        </w:rPr>
        <w:t xml:space="preserve">edicină și </w:t>
      </w:r>
      <w:r w:rsidR="000F1821">
        <w:rPr>
          <w:i/>
          <w:sz w:val="24"/>
          <w:szCs w:val="24"/>
          <w:lang w:val="ro-RO"/>
        </w:rPr>
        <w:t>Farmacie „Victor B</w:t>
      </w:r>
      <w:r w:rsidR="000F1821" w:rsidRPr="000F1821">
        <w:rPr>
          <w:i/>
          <w:sz w:val="24"/>
          <w:szCs w:val="24"/>
          <w:lang w:val="ro-RO"/>
        </w:rPr>
        <w:t xml:space="preserve">abeș” din </w:t>
      </w:r>
      <w:r w:rsidR="000F1821">
        <w:rPr>
          <w:i/>
          <w:sz w:val="24"/>
          <w:szCs w:val="24"/>
          <w:lang w:val="ro-RO"/>
        </w:rPr>
        <w:t>T</w:t>
      </w:r>
      <w:r w:rsidR="000F1821" w:rsidRPr="000F1821">
        <w:rPr>
          <w:i/>
          <w:sz w:val="24"/>
          <w:szCs w:val="24"/>
          <w:lang w:val="ro-RO"/>
        </w:rPr>
        <w:t>imișoara</w:t>
      </w:r>
      <w:r>
        <w:rPr>
          <w:sz w:val="24"/>
          <w:szCs w:val="24"/>
          <w:lang w:val="ro-RO"/>
        </w:rPr>
        <w:t>;</w:t>
      </w:r>
    </w:p>
    <w:p w14:paraId="0D890FF8" w14:textId="77777777" w:rsidR="00F57F5E" w:rsidRPr="00F57F5E" w:rsidRDefault="00F57F5E" w:rsidP="00F57F5E">
      <w:pPr>
        <w:widowControl/>
        <w:autoSpaceDE/>
        <w:autoSpaceDN/>
        <w:adjustRightInd/>
        <w:jc w:val="both"/>
        <w:rPr>
          <w:sz w:val="24"/>
          <w:szCs w:val="24"/>
          <w:lang w:val="ro-RO"/>
        </w:rPr>
      </w:pPr>
    </w:p>
    <w:p w14:paraId="0E54596E" w14:textId="5B3B319D" w:rsidR="00F57F5E" w:rsidRDefault="00CC59E3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 w:rsidRPr="00F57F5E">
        <w:rPr>
          <w:b/>
          <w:sz w:val="24"/>
          <w:szCs w:val="32"/>
          <w:lang w:val="ro-RO"/>
        </w:rPr>
        <w:t xml:space="preserve">Consiliului </w:t>
      </w:r>
      <w:r>
        <w:rPr>
          <w:b/>
          <w:sz w:val="24"/>
          <w:szCs w:val="32"/>
          <w:lang w:val="ro-RO"/>
        </w:rPr>
        <w:t>D</w:t>
      </w:r>
      <w:r w:rsidRPr="00F57F5E">
        <w:rPr>
          <w:b/>
          <w:sz w:val="24"/>
          <w:szCs w:val="32"/>
          <w:lang w:val="ro-RO"/>
        </w:rPr>
        <w:t>epartamentului</w:t>
      </w:r>
      <w:r w:rsidR="00F57F5E" w:rsidRPr="00F57F5E">
        <w:rPr>
          <w:b/>
          <w:sz w:val="24"/>
          <w:szCs w:val="32"/>
          <w:lang w:val="ro-RO"/>
        </w:rPr>
        <w:t xml:space="preserve"> </w:t>
      </w:r>
      <w:r w:rsidR="00F57F5E">
        <w:rPr>
          <w:b/>
          <w:sz w:val="24"/>
          <w:szCs w:val="32"/>
          <w:lang w:val="ro-RO"/>
        </w:rPr>
        <w:t xml:space="preserve">__________________________ </w:t>
      </w:r>
    </w:p>
    <w:p w14:paraId="217A8AF2" w14:textId="77777777" w:rsidR="00EE0487" w:rsidRDefault="00EE0487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</w:p>
    <w:p w14:paraId="1405EC7F" w14:textId="567A00B9" w:rsidR="00F57F5E" w:rsidRDefault="00F57F5E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>
        <w:rPr>
          <w:b/>
          <w:sz w:val="24"/>
          <w:szCs w:val="32"/>
          <w:lang w:val="ro-RO"/>
        </w:rPr>
        <w:t>HOTĂRĂȘTE</w:t>
      </w:r>
    </w:p>
    <w:p w14:paraId="43583ED0" w14:textId="493A8F7D" w:rsidR="00BB28BF" w:rsidRDefault="00BB28BF" w:rsidP="00F57F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8"/>
          <w:szCs w:val="28"/>
          <w:lang w:val="ro-RO"/>
        </w:rPr>
      </w:pPr>
    </w:p>
    <w:p w14:paraId="669F8540" w14:textId="63118CC2" w:rsidR="00F57F5E" w:rsidRPr="00F57F5E" w:rsidRDefault="00F57F5E" w:rsidP="00F57F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b/>
          <w:sz w:val="24"/>
          <w:szCs w:val="28"/>
          <w:lang w:val="ro-RO"/>
        </w:rPr>
      </w:pPr>
      <w:r w:rsidRPr="00F57F5E">
        <w:rPr>
          <w:b/>
          <w:sz w:val="24"/>
          <w:szCs w:val="28"/>
          <w:lang w:val="ro-RO"/>
        </w:rPr>
        <w:t xml:space="preserve">Art. 1. </w:t>
      </w:r>
    </w:p>
    <w:p w14:paraId="35E35BFD" w14:textId="62C7EB65" w:rsidR="001461A6" w:rsidRPr="00F57F5E" w:rsidRDefault="00F57F5E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4"/>
          <w:szCs w:val="28"/>
          <w:lang w:val="ro-RO"/>
        </w:rPr>
      </w:pPr>
      <w:r>
        <w:rPr>
          <w:sz w:val="24"/>
          <w:szCs w:val="28"/>
          <w:lang w:val="ro-RO"/>
        </w:rPr>
        <w:t xml:space="preserve">Se avizează favorabil propunerile </w:t>
      </w:r>
      <w:r w:rsidR="00362B4A">
        <w:rPr>
          <w:sz w:val="24"/>
          <w:szCs w:val="28"/>
          <w:lang w:val="ro-RO"/>
        </w:rPr>
        <w:t>privind componența comisiilor</w:t>
      </w:r>
      <w:r>
        <w:rPr>
          <w:sz w:val="24"/>
          <w:szCs w:val="28"/>
          <w:lang w:val="ro-RO"/>
        </w:rPr>
        <w:t xml:space="preserve"> </w:t>
      </w:r>
      <w:r w:rsidR="00362B4A">
        <w:rPr>
          <w:sz w:val="24"/>
          <w:szCs w:val="28"/>
          <w:lang w:val="ro-RO"/>
        </w:rPr>
        <w:t xml:space="preserve">de </w:t>
      </w:r>
      <w:r w:rsidR="000F1821">
        <w:rPr>
          <w:sz w:val="24"/>
          <w:szCs w:val="28"/>
          <w:lang w:val="ro-RO"/>
        </w:rPr>
        <w:t>examen</w:t>
      </w:r>
      <w:r w:rsidR="00362B4A">
        <w:rPr>
          <w:sz w:val="24"/>
          <w:szCs w:val="28"/>
          <w:lang w:val="ro-RO"/>
        </w:rPr>
        <w:t xml:space="preserve"> și a comisiilor de soluționare a contestațiilor pentru </w:t>
      </w:r>
      <w:r w:rsidR="000F1821">
        <w:rPr>
          <w:sz w:val="24"/>
          <w:szCs w:val="28"/>
          <w:lang w:val="ro-RO"/>
        </w:rPr>
        <w:t>examenele de promovare în cariera didactică</w:t>
      </w:r>
      <w:r w:rsidR="00362B4A">
        <w:rPr>
          <w:sz w:val="24"/>
          <w:szCs w:val="28"/>
          <w:lang w:val="ro-RO"/>
        </w:rPr>
        <w:t xml:space="preserve"> în cadrul Departamentului _____________________________</w:t>
      </w:r>
      <w:r>
        <w:rPr>
          <w:sz w:val="24"/>
          <w:szCs w:val="28"/>
          <w:lang w:val="ro-RO"/>
        </w:rPr>
        <w:t xml:space="preserve"> după cum urmează:</w:t>
      </w:r>
    </w:p>
    <w:p w14:paraId="6261A9E4" w14:textId="2F0E4DCB" w:rsidR="001461A6" w:rsidRPr="00F57F5E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2"/>
          <w:szCs w:val="24"/>
          <w:lang w:val="ro-RO"/>
        </w:rPr>
      </w:pPr>
    </w:p>
    <w:tbl>
      <w:tblPr>
        <w:tblW w:w="10075" w:type="dxa"/>
        <w:tblBorders>
          <w:top w:val="single" w:sz="4" w:space="0" w:color="4B4B4B"/>
          <w:left w:val="single" w:sz="4" w:space="0" w:color="4B4B4B"/>
          <w:bottom w:val="single" w:sz="4" w:space="0" w:color="4B4B4B"/>
          <w:right w:val="single" w:sz="4" w:space="0" w:color="4B4B4B"/>
          <w:insideH w:val="single" w:sz="4" w:space="0" w:color="4B4B4B"/>
          <w:insideV w:val="single" w:sz="4" w:space="0" w:color="4B4B4B"/>
        </w:tblBorders>
        <w:tblLook w:val="04A0" w:firstRow="1" w:lastRow="0" w:firstColumn="1" w:lastColumn="0" w:noHBand="0" w:noVBand="1"/>
      </w:tblPr>
      <w:tblGrid>
        <w:gridCol w:w="1429"/>
        <w:gridCol w:w="1858"/>
        <w:gridCol w:w="3255"/>
        <w:gridCol w:w="3533"/>
      </w:tblGrid>
      <w:tr w:rsidR="00B23342" w:rsidRPr="00F57F5E" w14:paraId="70A72F50" w14:textId="2F44DE3F" w:rsidTr="00B23342">
        <w:tc>
          <w:tcPr>
            <w:tcW w:w="1255" w:type="dxa"/>
            <w:vAlign w:val="center"/>
          </w:tcPr>
          <w:p w14:paraId="57BF73C8" w14:textId="77777777" w:rsidR="00B23342" w:rsidRPr="00F57F5E" w:rsidRDefault="00B23342" w:rsidP="00B23342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b/>
                <w:color w:val="181818"/>
                <w:sz w:val="24"/>
                <w:szCs w:val="28"/>
                <w:lang w:val="ro-RO"/>
              </w:rPr>
              <w:t>Denumire post</w:t>
            </w:r>
          </w:p>
        </w:tc>
        <w:tc>
          <w:tcPr>
            <w:tcW w:w="1890" w:type="dxa"/>
            <w:vAlign w:val="center"/>
          </w:tcPr>
          <w:p w14:paraId="66C9A555" w14:textId="77777777" w:rsidR="00B23342" w:rsidRPr="00F57F5E" w:rsidRDefault="00B23342" w:rsidP="00B23342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b/>
                <w:color w:val="181818"/>
                <w:sz w:val="24"/>
                <w:szCs w:val="28"/>
                <w:lang w:val="ro-RO"/>
              </w:rPr>
              <w:t>Poziția în statul de funcții</w:t>
            </w:r>
          </w:p>
        </w:tc>
        <w:tc>
          <w:tcPr>
            <w:tcW w:w="3330" w:type="dxa"/>
            <w:vAlign w:val="center"/>
          </w:tcPr>
          <w:p w14:paraId="60D89A60" w14:textId="3D4EA63F" w:rsidR="00B23342" w:rsidRPr="00F57F5E" w:rsidRDefault="00B23342" w:rsidP="000F1821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>
              <w:rPr>
                <w:b/>
                <w:color w:val="181818"/>
                <w:sz w:val="24"/>
                <w:szCs w:val="28"/>
                <w:lang w:val="ro-RO"/>
              </w:rPr>
              <w:t xml:space="preserve">Comisia de </w:t>
            </w:r>
            <w:r w:rsidR="000F1821">
              <w:rPr>
                <w:b/>
                <w:color w:val="181818"/>
                <w:sz w:val="24"/>
                <w:szCs w:val="28"/>
                <w:lang w:val="ro-RO"/>
              </w:rPr>
              <w:t>examen</w:t>
            </w:r>
          </w:p>
        </w:tc>
        <w:tc>
          <w:tcPr>
            <w:tcW w:w="3600" w:type="dxa"/>
            <w:vAlign w:val="center"/>
          </w:tcPr>
          <w:p w14:paraId="000EED5C" w14:textId="01039F3E" w:rsidR="00B23342" w:rsidRDefault="00B23342" w:rsidP="00B23342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>
              <w:rPr>
                <w:b/>
                <w:color w:val="181818"/>
                <w:sz w:val="24"/>
                <w:szCs w:val="28"/>
                <w:lang w:val="ro-RO"/>
              </w:rPr>
              <w:t>Comisia de soluționare a contestațiilor</w:t>
            </w:r>
          </w:p>
        </w:tc>
      </w:tr>
      <w:tr w:rsidR="00B23342" w:rsidRPr="00F57F5E" w14:paraId="4890A1D5" w14:textId="57B48710" w:rsidTr="00B23342">
        <w:trPr>
          <w:trHeight w:val="917"/>
        </w:trPr>
        <w:tc>
          <w:tcPr>
            <w:tcW w:w="1255" w:type="dxa"/>
            <w:vAlign w:val="center"/>
          </w:tcPr>
          <w:p w14:paraId="58CEF31E" w14:textId="77777777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Asistent universitar</w:t>
            </w:r>
          </w:p>
        </w:tc>
        <w:tc>
          <w:tcPr>
            <w:tcW w:w="1890" w:type="dxa"/>
            <w:vAlign w:val="center"/>
          </w:tcPr>
          <w:p w14:paraId="1651A4D6" w14:textId="1A636D7F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Poziția ____</w:t>
            </w:r>
          </w:p>
        </w:tc>
        <w:tc>
          <w:tcPr>
            <w:tcW w:w="3330" w:type="dxa"/>
            <w:vAlign w:val="center"/>
          </w:tcPr>
          <w:p w14:paraId="552D5E89" w14:textId="16B1CA93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…..</w:t>
            </w:r>
          </w:p>
        </w:tc>
        <w:tc>
          <w:tcPr>
            <w:tcW w:w="3600" w:type="dxa"/>
            <w:vAlign w:val="center"/>
          </w:tcPr>
          <w:p w14:paraId="43AE43D6" w14:textId="073A5318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>
              <w:rPr>
                <w:color w:val="181818"/>
                <w:sz w:val="24"/>
                <w:szCs w:val="28"/>
                <w:lang w:val="ro-RO"/>
              </w:rPr>
              <w:t>.......</w:t>
            </w:r>
          </w:p>
        </w:tc>
      </w:tr>
      <w:tr w:rsidR="00B23342" w:rsidRPr="00F57F5E" w14:paraId="0164579D" w14:textId="77777777" w:rsidTr="00B23342">
        <w:trPr>
          <w:trHeight w:val="917"/>
        </w:trPr>
        <w:tc>
          <w:tcPr>
            <w:tcW w:w="1255" w:type="dxa"/>
            <w:vAlign w:val="center"/>
          </w:tcPr>
          <w:p w14:paraId="3D35383C" w14:textId="7AA7C908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>
              <w:rPr>
                <w:color w:val="181818"/>
                <w:sz w:val="24"/>
                <w:szCs w:val="28"/>
                <w:lang w:val="ro-RO"/>
              </w:rPr>
              <w:t>Șef de lucrări universitar</w:t>
            </w:r>
          </w:p>
        </w:tc>
        <w:tc>
          <w:tcPr>
            <w:tcW w:w="1890" w:type="dxa"/>
            <w:vAlign w:val="center"/>
          </w:tcPr>
          <w:p w14:paraId="3DBB200D" w14:textId="7ACB66BA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Poziția ____</w:t>
            </w:r>
          </w:p>
        </w:tc>
        <w:tc>
          <w:tcPr>
            <w:tcW w:w="3330" w:type="dxa"/>
            <w:vAlign w:val="center"/>
          </w:tcPr>
          <w:p w14:paraId="4EC96CC9" w14:textId="6830F138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…..</w:t>
            </w:r>
          </w:p>
        </w:tc>
        <w:tc>
          <w:tcPr>
            <w:tcW w:w="3600" w:type="dxa"/>
            <w:vAlign w:val="center"/>
          </w:tcPr>
          <w:p w14:paraId="205F4199" w14:textId="38A2D0BA" w:rsidR="00B23342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>
              <w:rPr>
                <w:color w:val="181818"/>
                <w:sz w:val="24"/>
                <w:szCs w:val="28"/>
                <w:lang w:val="ro-RO"/>
              </w:rPr>
              <w:t>.......</w:t>
            </w:r>
          </w:p>
        </w:tc>
      </w:tr>
      <w:tr w:rsidR="00B23342" w:rsidRPr="00F57F5E" w14:paraId="729E1E61" w14:textId="77777777" w:rsidTr="00B23342">
        <w:trPr>
          <w:trHeight w:val="917"/>
        </w:trPr>
        <w:tc>
          <w:tcPr>
            <w:tcW w:w="1255" w:type="dxa"/>
            <w:vAlign w:val="center"/>
          </w:tcPr>
          <w:p w14:paraId="6D86E3BA" w14:textId="163050B0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>
              <w:rPr>
                <w:color w:val="181818"/>
                <w:sz w:val="24"/>
                <w:szCs w:val="28"/>
                <w:lang w:val="ro-RO"/>
              </w:rPr>
              <w:t>Conferențiar</w:t>
            </w:r>
            <w:r w:rsidRPr="00F57F5E">
              <w:rPr>
                <w:color w:val="181818"/>
                <w:sz w:val="24"/>
                <w:szCs w:val="28"/>
                <w:lang w:val="ro-RO"/>
              </w:rPr>
              <w:t xml:space="preserve"> universitar</w:t>
            </w:r>
          </w:p>
        </w:tc>
        <w:tc>
          <w:tcPr>
            <w:tcW w:w="1890" w:type="dxa"/>
            <w:vAlign w:val="center"/>
          </w:tcPr>
          <w:p w14:paraId="6ADB5379" w14:textId="10399B45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Poziția ____</w:t>
            </w:r>
          </w:p>
        </w:tc>
        <w:tc>
          <w:tcPr>
            <w:tcW w:w="3330" w:type="dxa"/>
            <w:vAlign w:val="center"/>
          </w:tcPr>
          <w:p w14:paraId="7B1E415D" w14:textId="0D065593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…..</w:t>
            </w:r>
          </w:p>
        </w:tc>
        <w:tc>
          <w:tcPr>
            <w:tcW w:w="3600" w:type="dxa"/>
            <w:vAlign w:val="center"/>
          </w:tcPr>
          <w:p w14:paraId="52BE8917" w14:textId="470DA206" w:rsidR="00B23342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>
              <w:rPr>
                <w:color w:val="181818"/>
                <w:sz w:val="24"/>
                <w:szCs w:val="28"/>
                <w:lang w:val="ro-RO"/>
              </w:rPr>
              <w:t>.......</w:t>
            </w:r>
          </w:p>
        </w:tc>
      </w:tr>
      <w:tr w:rsidR="00B23342" w:rsidRPr="00F57F5E" w14:paraId="07AEA325" w14:textId="77777777" w:rsidTr="00B23342">
        <w:trPr>
          <w:trHeight w:val="917"/>
        </w:trPr>
        <w:tc>
          <w:tcPr>
            <w:tcW w:w="1255" w:type="dxa"/>
            <w:vAlign w:val="center"/>
          </w:tcPr>
          <w:p w14:paraId="30C35433" w14:textId="477C41F7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>
              <w:rPr>
                <w:color w:val="181818"/>
                <w:sz w:val="24"/>
                <w:szCs w:val="28"/>
                <w:lang w:val="ro-RO"/>
              </w:rPr>
              <w:t>Profesor</w:t>
            </w:r>
            <w:r w:rsidRPr="00F57F5E">
              <w:rPr>
                <w:color w:val="181818"/>
                <w:sz w:val="24"/>
                <w:szCs w:val="28"/>
                <w:lang w:val="ro-RO"/>
              </w:rPr>
              <w:t xml:space="preserve"> universitar</w:t>
            </w:r>
          </w:p>
        </w:tc>
        <w:tc>
          <w:tcPr>
            <w:tcW w:w="1890" w:type="dxa"/>
            <w:vAlign w:val="center"/>
          </w:tcPr>
          <w:p w14:paraId="5081F4F4" w14:textId="3DDB389A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Poziția ____</w:t>
            </w:r>
          </w:p>
        </w:tc>
        <w:tc>
          <w:tcPr>
            <w:tcW w:w="3330" w:type="dxa"/>
            <w:vAlign w:val="center"/>
          </w:tcPr>
          <w:p w14:paraId="249F18F9" w14:textId="1E1739A6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…..</w:t>
            </w:r>
          </w:p>
        </w:tc>
        <w:tc>
          <w:tcPr>
            <w:tcW w:w="3600" w:type="dxa"/>
            <w:vAlign w:val="center"/>
          </w:tcPr>
          <w:p w14:paraId="068DC441" w14:textId="7C0B56A4" w:rsidR="00B23342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>
              <w:rPr>
                <w:color w:val="181818"/>
                <w:sz w:val="24"/>
                <w:szCs w:val="28"/>
                <w:lang w:val="ro-RO"/>
              </w:rPr>
              <w:t>.......</w:t>
            </w:r>
          </w:p>
        </w:tc>
      </w:tr>
    </w:tbl>
    <w:p w14:paraId="73D3F6FC" w14:textId="77777777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50D1E36D" w14:textId="12139158" w:rsidR="00F57F5E" w:rsidRPr="00F57F5E" w:rsidRDefault="00F57F5E" w:rsidP="00F57F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b/>
          <w:sz w:val="24"/>
          <w:szCs w:val="28"/>
          <w:lang w:val="ro-RO"/>
        </w:rPr>
      </w:pPr>
      <w:r w:rsidRPr="00F57F5E">
        <w:rPr>
          <w:b/>
          <w:sz w:val="24"/>
          <w:szCs w:val="28"/>
          <w:lang w:val="ro-RO"/>
        </w:rPr>
        <w:t xml:space="preserve">Art. </w:t>
      </w:r>
      <w:r>
        <w:rPr>
          <w:b/>
          <w:sz w:val="24"/>
          <w:szCs w:val="28"/>
          <w:lang w:val="ro-RO"/>
        </w:rPr>
        <w:t>2</w:t>
      </w:r>
      <w:r w:rsidRPr="00F57F5E">
        <w:rPr>
          <w:b/>
          <w:sz w:val="24"/>
          <w:szCs w:val="28"/>
          <w:lang w:val="ro-RO"/>
        </w:rPr>
        <w:t xml:space="preserve">. </w:t>
      </w:r>
    </w:p>
    <w:p w14:paraId="7B0A11C7" w14:textId="017C632A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  <w:r>
        <w:rPr>
          <w:sz w:val="24"/>
          <w:szCs w:val="28"/>
          <w:lang w:val="ro-RO"/>
        </w:rPr>
        <w:t xml:space="preserve">Se avizează favorabil </w:t>
      </w:r>
      <w:r w:rsidR="00B23342">
        <w:rPr>
          <w:sz w:val="24"/>
          <w:szCs w:val="28"/>
          <w:lang w:val="ro-RO"/>
        </w:rPr>
        <w:t xml:space="preserve">Tematica și bibliografia de </w:t>
      </w:r>
      <w:r w:rsidR="000F1821">
        <w:rPr>
          <w:sz w:val="24"/>
          <w:szCs w:val="28"/>
          <w:lang w:val="ro-RO"/>
        </w:rPr>
        <w:t>examen</w:t>
      </w:r>
      <w:r w:rsidR="00B23342">
        <w:rPr>
          <w:sz w:val="24"/>
          <w:szCs w:val="28"/>
          <w:lang w:val="ro-RO"/>
        </w:rPr>
        <w:t xml:space="preserve"> pentru posturile didactice și de cercetare vacante </w:t>
      </w:r>
      <w:r w:rsidR="000F1821">
        <w:rPr>
          <w:sz w:val="24"/>
          <w:szCs w:val="28"/>
          <w:lang w:val="ro-RO"/>
        </w:rPr>
        <w:t xml:space="preserve">pentru care se organizează examenul de promovare în cariera didactică </w:t>
      </w:r>
      <w:r w:rsidR="00B23342">
        <w:rPr>
          <w:sz w:val="24"/>
          <w:szCs w:val="28"/>
          <w:lang w:val="ro-RO"/>
        </w:rPr>
        <w:t xml:space="preserve">în cadrul Departamentului _____________________________ după cum urmează: </w:t>
      </w:r>
    </w:p>
    <w:p w14:paraId="560609C1" w14:textId="40B11F2F" w:rsidR="00B23342" w:rsidRDefault="00B23342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2B8EB593" w14:textId="1CD89B20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</w:p>
    <w:p w14:paraId="43F572CC" w14:textId="661C556B" w:rsidR="00B23342" w:rsidRDefault="00B23342" w:rsidP="00B23342">
      <w:pPr>
        <w:widowControl/>
        <w:autoSpaceDE/>
        <w:autoSpaceDN/>
        <w:adjustRightInd/>
        <w:rPr>
          <w:sz w:val="24"/>
          <w:szCs w:val="28"/>
          <w:lang w:val="ro-RO"/>
        </w:rPr>
      </w:pPr>
      <w:r>
        <w:rPr>
          <w:sz w:val="24"/>
          <w:szCs w:val="28"/>
          <w:lang w:val="ro-RO"/>
        </w:rPr>
        <w:t>Șef de lucrări universitar, Poziția ......</w:t>
      </w:r>
    </w:p>
    <w:p w14:paraId="3CC3E27B" w14:textId="41D469F1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</w:p>
    <w:p w14:paraId="6B5524B4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 w:rsidRPr="00B23342">
        <w:rPr>
          <w:b/>
          <w:sz w:val="24"/>
          <w:szCs w:val="28"/>
          <w:lang w:val="ro-RO"/>
        </w:rPr>
        <w:t>Tematica</w:t>
      </w:r>
    </w:p>
    <w:p w14:paraId="3C6DF2FE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610FDFCD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39099A08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40670796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4B9AE7CC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10BB62F1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7FCF6541" w14:textId="56C632CD" w:rsidR="00B23342" w:rsidRDefault="000F1821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Bibliografia</w:t>
      </w:r>
    </w:p>
    <w:p w14:paraId="526C672C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lastRenderedPageBreak/>
        <w:t>.</w:t>
      </w:r>
    </w:p>
    <w:p w14:paraId="23BEE6DE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6DAB8AFE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690022E3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0CF1138D" w14:textId="45475EF8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</w:p>
    <w:p w14:paraId="5E131746" w14:textId="1D70C7B3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</w:p>
    <w:p w14:paraId="0AA9EDC1" w14:textId="63B5A818" w:rsidR="00B23342" w:rsidRPr="00B23342" w:rsidRDefault="00B23342" w:rsidP="00B23342">
      <w:pPr>
        <w:widowControl/>
        <w:autoSpaceDE/>
        <w:autoSpaceDN/>
        <w:adjustRightInd/>
        <w:jc w:val="both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ETC.</w:t>
      </w:r>
    </w:p>
    <w:p w14:paraId="0B518227" w14:textId="50FACDBC" w:rsidR="00F57F5E" w:rsidRPr="00B23342" w:rsidRDefault="00F57F5E" w:rsidP="00F57F5E">
      <w:pPr>
        <w:widowControl/>
        <w:autoSpaceDE/>
        <w:autoSpaceDN/>
        <w:adjustRightInd/>
        <w:rPr>
          <w:b/>
          <w:sz w:val="24"/>
          <w:szCs w:val="28"/>
          <w:lang w:val="ro-RO"/>
        </w:rPr>
      </w:pPr>
    </w:p>
    <w:p w14:paraId="40B38EA5" w14:textId="3C1A71BC" w:rsidR="00F57F5E" w:rsidRPr="00CC59E3" w:rsidRDefault="00F57F5E" w:rsidP="00F57F5E">
      <w:pPr>
        <w:widowControl/>
        <w:autoSpaceDE/>
        <w:autoSpaceDN/>
        <w:adjustRightInd/>
        <w:rPr>
          <w:b/>
          <w:sz w:val="24"/>
          <w:szCs w:val="28"/>
          <w:lang w:val="ro-RO"/>
        </w:rPr>
      </w:pPr>
      <w:r w:rsidRPr="00CC59E3">
        <w:rPr>
          <w:b/>
          <w:sz w:val="24"/>
          <w:szCs w:val="28"/>
          <w:lang w:val="ro-RO"/>
        </w:rPr>
        <w:t>Art. 3.</w:t>
      </w:r>
    </w:p>
    <w:p w14:paraId="5D8A09B2" w14:textId="51FAA2ED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Prezenta hotărâre se comunică, spre luare la cunoștință și aducere la îndeplinire, la:</w:t>
      </w:r>
      <w:r w:rsidR="00CC59E3">
        <w:rPr>
          <w:sz w:val="24"/>
          <w:szCs w:val="28"/>
          <w:lang w:val="ro-RO"/>
        </w:rPr>
        <w:t xml:space="preserve"> Conducerea Facultății de  _____________ și Direcția Resurse Umane.</w:t>
      </w:r>
    </w:p>
    <w:p w14:paraId="09B3C67A" w14:textId="77777777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26996CF2" w14:textId="4C58E771" w:rsidR="00205255" w:rsidRPr="00F57F5E" w:rsidRDefault="00205255" w:rsidP="00F57F5E">
      <w:pPr>
        <w:widowControl/>
        <w:autoSpaceDE/>
        <w:autoSpaceDN/>
        <w:adjustRightInd/>
        <w:ind w:left="7920" w:firstLine="720"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Semnătură</w:t>
      </w:r>
    </w:p>
    <w:p w14:paraId="6A7615D5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4F306A0A" w14:textId="707BE42F" w:rsidR="00205255" w:rsidRPr="00F57F5E" w:rsidRDefault="00205255" w:rsidP="00205255">
      <w:pPr>
        <w:widowControl/>
        <w:autoSpaceDE/>
        <w:autoSpaceDN/>
        <w:adjustRightInd/>
        <w:rPr>
          <w:b/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Director de departament</w:t>
      </w:r>
      <w:r w:rsidRPr="00F57F5E">
        <w:rPr>
          <w:sz w:val="24"/>
          <w:szCs w:val="28"/>
          <w:lang w:val="ro-RO"/>
        </w:rPr>
        <w:tab/>
      </w:r>
      <w:r w:rsidR="007A3476" w:rsidRPr="00F57F5E">
        <w:rPr>
          <w:b/>
          <w:color w:val="000000"/>
          <w:sz w:val="24"/>
          <w:szCs w:val="28"/>
          <w:lang w:val="ro-RO"/>
        </w:rPr>
        <w:t>_________________________________</w:t>
      </w:r>
    </w:p>
    <w:p w14:paraId="0F60DD6C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121B3F45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3503323D" w14:textId="031DB8E9" w:rsidR="00205255" w:rsidRPr="00F57F5E" w:rsidRDefault="00205255" w:rsidP="00205255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="00BB28BF" w:rsidRPr="00F57F5E">
        <w:rPr>
          <w:b/>
          <w:sz w:val="24"/>
          <w:szCs w:val="28"/>
          <w:lang w:val="ro-RO"/>
        </w:rPr>
        <w:t>____________________________</w:t>
      </w:r>
    </w:p>
    <w:p w14:paraId="56AB0B13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15D2FF60" w14:textId="77777777" w:rsidR="00040EE4" w:rsidRDefault="00040EE4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379FC2D9" w14:textId="7DF4078F" w:rsidR="00BB28BF" w:rsidRPr="00F57F5E" w:rsidRDefault="00BB28BF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p w14:paraId="40A61A23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3F458502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0702DC92" w14:textId="77777777" w:rsidR="00BB28BF" w:rsidRPr="00F57F5E" w:rsidRDefault="00BB28BF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p w14:paraId="4DC2B15E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b/>
          <w:sz w:val="24"/>
          <w:szCs w:val="28"/>
          <w:lang w:val="ro-RO"/>
        </w:rPr>
      </w:pPr>
    </w:p>
    <w:p w14:paraId="4F722B63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b/>
          <w:sz w:val="24"/>
          <w:szCs w:val="28"/>
          <w:lang w:val="ro-RO"/>
        </w:rPr>
      </w:pPr>
    </w:p>
    <w:p w14:paraId="13D4896F" w14:textId="77777777" w:rsidR="00BB28BF" w:rsidRPr="00F57F5E" w:rsidRDefault="00BB28BF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p w14:paraId="2917AE9D" w14:textId="26C4957E" w:rsidR="00205255" w:rsidRPr="00F57F5E" w:rsidRDefault="00205255">
      <w:pPr>
        <w:rPr>
          <w:sz w:val="18"/>
        </w:rPr>
      </w:pPr>
    </w:p>
    <w:p w14:paraId="5EA7CF0D" w14:textId="66BEFC1D" w:rsidR="005C0C6E" w:rsidRPr="00F57F5E" w:rsidRDefault="005C0C6E">
      <w:pPr>
        <w:rPr>
          <w:sz w:val="18"/>
        </w:rPr>
      </w:pPr>
    </w:p>
    <w:p w14:paraId="47DACEEF" w14:textId="77777777" w:rsidR="005C0C6E" w:rsidRPr="00F57F5E" w:rsidRDefault="005C0C6E">
      <w:pPr>
        <w:rPr>
          <w:sz w:val="18"/>
        </w:rPr>
      </w:pPr>
    </w:p>
    <w:sectPr w:rsidR="005C0C6E" w:rsidRPr="00F57F5E" w:rsidSect="007A3476">
      <w:headerReference w:type="default" r:id="rId7"/>
      <w:pgSz w:w="11906" w:h="16838"/>
      <w:pgMar w:top="1350" w:right="1080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6331C" w14:textId="77777777" w:rsidR="00362A4A" w:rsidRDefault="00362A4A" w:rsidP="00D2536B">
      <w:r>
        <w:separator/>
      </w:r>
    </w:p>
  </w:endnote>
  <w:endnote w:type="continuationSeparator" w:id="0">
    <w:p w14:paraId="42AF9958" w14:textId="77777777" w:rsidR="00362A4A" w:rsidRDefault="00362A4A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946AAC" w14:textId="77777777" w:rsidR="00362A4A" w:rsidRDefault="00362A4A" w:rsidP="00D2536B">
      <w:r>
        <w:separator/>
      </w:r>
    </w:p>
  </w:footnote>
  <w:footnote w:type="continuationSeparator" w:id="0">
    <w:p w14:paraId="7F8EB6AA" w14:textId="77777777" w:rsidR="00362A4A" w:rsidRDefault="00362A4A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AA52C" w14:textId="6734D33F" w:rsidR="00205255" w:rsidRDefault="00D3189E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241307A4" wp14:editId="3E2110B9">
          <wp:simplePos x="0" y="0"/>
          <wp:positionH relativeFrom="page">
            <wp:posOffset>2428875</wp:posOffset>
          </wp:positionH>
          <wp:positionV relativeFrom="paragraph">
            <wp:posOffset>-323850</wp:posOffset>
          </wp:positionV>
          <wp:extent cx="2295525" cy="600075"/>
          <wp:effectExtent l="0" t="0" r="9525" b="9525"/>
          <wp:wrapNone/>
          <wp:docPr id="4" name="Picture 31" descr="Text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Text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AF3DD0" w14:textId="38645DE8" w:rsidR="00205255" w:rsidRDefault="00F57F5E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0" wp14:anchorId="41BDD915" wp14:editId="24B52A96">
          <wp:simplePos x="0" y="0"/>
          <wp:positionH relativeFrom="column">
            <wp:posOffset>753745</wp:posOffset>
          </wp:positionH>
          <wp:positionV relativeFrom="paragraph">
            <wp:posOffset>125730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53DA1" w14:textId="1BAE565B" w:rsidR="00205255" w:rsidRPr="00D2536B" w:rsidRDefault="00205255" w:rsidP="00D2536B">
    <w:pPr>
      <w:pStyle w:val="Header"/>
    </w:pPr>
    <w: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B754C"/>
    <w:multiLevelType w:val="hybridMultilevel"/>
    <w:tmpl w:val="63483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4500B"/>
    <w:multiLevelType w:val="hybridMultilevel"/>
    <w:tmpl w:val="F1608FE2"/>
    <w:lvl w:ilvl="0" w:tplc="94C48DF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276868"/>
    <w:multiLevelType w:val="hybridMultilevel"/>
    <w:tmpl w:val="AB485DC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52BCF"/>
    <w:multiLevelType w:val="hybridMultilevel"/>
    <w:tmpl w:val="891A44A8"/>
    <w:lvl w:ilvl="0" w:tplc="C4322D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327AD5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3E7B4A"/>
    <w:multiLevelType w:val="hybridMultilevel"/>
    <w:tmpl w:val="B46ACCA0"/>
    <w:lvl w:ilvl="0" w:tplc="909ACACE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0A"/>
    <w:rsid w:val="000203DB"/>
    <w:rsid w:val="00040EE4"/>
    <w:rsid w:val="00050A2F"/>
    <w:rsid w:val="000F1821"/>
    <w:rsid w:val="001461A6"/>
    <w:rsid w:val="001875D4"/>
    <w:rsid w:val="001B2BE8"/>
    <w:rsid w:val="001E34B8"/>
    <w:rsid w:val="00205255"/>
    <w:rsid w:val="002A19B5"/>
    <w:rsid w:val="002F1287"/>
    <w:rsid w:val="002F50CB"/>
    <w:rsid w:val="0031217D"/>
    <w:rsid w:val="003313A7"/>
    <w:rsid w:val="00362A4A"/>
    <w:rsid w:val="00362B4A"/>
    <w:rsid w:val="00366D36"/>
    <w:rsid w:val="003F0517"/>
    <w:rsid w:val="00425993"/>
    <w:rsid w:val="004915CF"/>
    <w:rsid w:val="004A5472"/>
    <w:rsid w:val="004D7E7E"/>
    <w:rsid w:val="00531846"/>
    <w:rsid w:val="00571F0D"/>
    <w:rsid w:val="005A4B1E"/>
    <w:rsid w:val="005C0C6E"/>
    <w:rsid w:val="005C2EDE"/>
    <w:rsid w:val="0060211A"/>
    <w:rsid w:val="00603FDF"/>
    <w:rsid w:val="00622C2F"/>
    <w:rsid w:val="00631F67"/>
    <w:rsid w:val="00650D32"/>
    <w:rsid w:val="0065118D"/>
    <w:rsid w:val="006859CB"/>
    <w:rsid w:val="00685BF9"/>
    <w:rsid w:val="006940D7"/>
    <w:rsid w:val="00696A22"/>
    <w:rsid w:val="006A1CA7"/>
    <w:rsid w:val="00721FD4"/>
    <w:rsid w:val="00756E23"/>
    <w:rsid w:val="007930D6"/>
    <w:rsid w:val="007A3476"/>
    <w:rsid w:val="007B29A5"/>
    <w:rsid w:val="007E1174"/>
    <w:rsid w:val="00806446"/>
    <w:rsid w:val="00874B53"/>
    <w:rsid w:val="008C7E40"/>
    <w:rsid w:val="00903991"/>
    <w:rsid w:val="009537C9"/>
    <w:rsid w:val="009669B9"/>
    <w:rsid w:val="0098380A"/>
    <w:rsid w:val="009B14B8"/>
    <w:rsid w:val="009B6E45"/>
    <w:rsid w:val="009F4B93"/>
    <w:rsid w:val="00AB1260"/>
    <w:rsid w:val="00AE5FD9"/>
    <w:rsid w:val="00B01C0B"/>
    <w:rsid w:val="00B23342"/>
    <w:rsid w:val="00B509CE"/>
    <w:rsid w:val="00B8495B"/>
    <w:rsid w:val="00BB28BF"/>
    <w:rsid w:val="00BE5CBF"/>
    <w:rsid w:val="00C024FC"/>
    <w:rsid w:val="00C17097"/>
    <w:rsid w:val="00C606D5"/>
    <w:rsid w:val="00C82C73"/>
    <w:rsid w:val="00CC59E3"/>
    <w:rsid w:val="00CE7754"/>
    <w:rsid w:val="00D07E73"/>
    <w:rsid w:val="00D2536B"/>
    <w:rsid w:val="00D3189E"/>
    <w:rsid w:val="00DD010A"/>
    <w:rsid w:val="00E0250C"/>
    <w:rsid w:val="00E25A14"/>
    <w:rsid w:val="00E86118"/>
    <w:rsid w:val="00EE0487"/>
    <w:rsid w:val="00EE6EBF"/>
    <w:rsid w:val="00F57F5E"/>
    <w:rsid w:val="00F6087F"/>
    <w:rsid w:val="00F71F27"/>
    <w:rsid w:val="00F84B39"/>
    <w:rsid w:val="00FA1C0A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247CF"/>
  <w15:chartTrackingRefBased/>
  <w15:docId w15:val="{70D9247A-6636-4777-AFE3-3AE4FE12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1A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F57F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ilu\Pneumo\Departament\Acte%20oficiale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17</TotalTime>
  <Pages>2</Pages>
  <Words>255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Nume departament</dc:description>
  <cp:lastModifiedBy>PC</cp:lastModifiedBy>
  <cp:revision>8</cp:revision>
  <dcterms:created xsi:type="dcterms:W3CDTF">2024-01-25T12:17:00Z</dcterms:created>
  <dcterms:modified xsi:type="dcterms:W3CDTF">2024-04-26T12:49:00Z</dcterms:modified>
</cp:coreProperties>
</file>