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2D6D" w:rsidRPr="00865801" w:rsidRDefault="00865801" w:rsidP="00865801">
      <w:pPr>
        <w:jc w:val="right"/>
        <w:rPr>
          <w:i/>
          <w:spacing w:val="-1"/>
          <w:szCs w:val="26"/>
          <w:lang w:val="ro-RO" w:eastAsia="ro-RO"/>
        </w:rPr>
      </w:pPr>
      <w:r w:rsidRPr="00865801">
        <w:rPr>
          <w:i/>
          <w:spacing w:val="-1"/>
          <w:szCs w:val="26"/>
          <w:lang w:val="ro-RO" w:eastAsia="ro-RO"/>
        </w:rPr>
        <w:t xml:space="preserve">Anexa 1, cod: </w:t>
      </w:r>
    </w:p>
    <w:p w:rsidR="00822D6D" w:rsidRPr="00822D6D" w:rsidRDefault="00822D6D" w:rsidP="000D0A31">
      <w:pPr>
        <w:jc w:val="center"/>
        <w:rPr>
          <w:b/>
          <w:spacing w:val="-1"/>
          <w:sz w:val="36"/>
          <w:szCs w:val="26"/>
          <w:lang w:val="ro-RO" w:eastAsia="ro-RO"/>
        </w:rPr>
      </w:pPr>
      <w:r w:rsidRPr="00822D6D">
        <w:rPr>
          <w:b/>
          <w:spacing w:val="-1"/>
          <w:sz w:val="36"/>
          <w:szCs w:val="26"/>
          <w:lang w:val="ro-RO" w:eastAsia="ro-RO"/>
        </w:rPr>
        <w:t>DECLARAȚIE PE PROPRIA RĂSPUNDERE</w:t>
      </w:r>
    </w:p>
    <w:p w:rsidR="00822D6D" w:rsidRPr="00822D6D" w:rsidRDefault="00822D6D" w:rsidP="000D0A31">
      <w:pPr>
        <w:jc w:val="center"/>
        <w:rPr>
          <w:b/>
          <w:spacing w:val="-1"/>
          <w:sz w:val="36"/>
          <w:szCs w:val="26"/>
          <w:lang w:val="ro-RO" w:eastAsia="ro-RO"/>
        </w:rPr>
      </w:pPr>
      <w:r w:rsidRPr="00822D6D">
        <w:rPr>
          <w:b/>
          <w:spacing w:val="-1"/>
          <w:sz w:val="36"/>
          <w:szCs w:val="26"/>
          <w:lang w:val="ro-RO" w:eastAsia="ro-RO"/>
        </w:rPr>
        <w:t xml:space="preserve">privind </w:t>
      </w:r>
      <w:r w:rsidR="00355628">
        <w:rPr>
          <w:b/>
          <w:spacing w:val="-1"/>
          <w:sz w:val="36"/>
          <w:szCs w:val="26"/>
          <w:lang w:val="ro-RO" w:eastAsia="ro-RO"/>
        </w:rPr>
        <w:t xml:space="preserve">transmiterea fluturașului </w:t>
      </w:r>
      <w:r w:rsidR="001146D0">
        <w:rPr>
          <w:b/>
          <w:spacing w:val="-1"/>
          <w:sz w:val="36"/>
          <w:szCs w:val="26"/>
          <w:lang w:val="ro-RO" w:eastAsia="ro-RO"/>
        </w:rPr>
        <w:t xml:space="preserve">de salariu </w:t>
      </w:r>
      <w:r w:rsidR="00355628">
        <w:rPr>
          <w:b/>
          <w:spacing w:val="-1"/>
          <w:sz w:val="36"/>
          <w:szCs w:val="26"/>
          <w:lang w:val="ro-RO" w:eastAsia="ro-RO"/>
        </w:rPr>
        <w:t>pe emailul instituțional</w:t>
      </w:r>
    </w:p>
    <w:p w:rsidR="00822D6D" w:rsidRDefault="00822D6D" w:rsidP="000D0A31">
      <w:pPr>
        <w:jc w:val="center"/>
        <w:rPr>
          <w:b/>
          <w:spacing w:val="-1"/>
          <w:sz w:val="26"/>
          <w:szCs w:val="26"/>
          <w:lang w:val="ro-RO" w:eastAsia="ro-RO"/>
        </w:rPr>
      </w:pPr>
      <w:bookmarkStart w:id="0" w:name="_GoBack"/>
      <w:bookmarkEnd w:id="0"/>
    </w:p>
    <w:p w:rsidR="00822D6D" w:rsidRDefault="00822D6D" w:rsidP="000D0A31">
      <w:pPr>
        <w:jc w:val="center"/>
        <w:rPr>
          <w:b/>
          <w:spacing w:val="-1"/>
          <w:sz w:val="26"/>
          <w:szCs w:val="26"/>
          <w:lang w:val="ro-RO" w:eastAsia="ro-RO"/>
        </w:rPr>
      </w:pPr>
    </w:p>
    <w:p w:rsidR="00822D6D" w:rsidRDefault="00822D6D" w:rsidP="000D0A31">
      <w:pPr>
        <w:jc w:val="center"/>
        <w:rPr>
          <w:b/>
          <w:spacing w:val="-1"/>
          <w:sz w:val="26"/>
          <w:szCs w:val="26"/>
          <w:lang w:val="ro-RO" w:eastAsia="ro-RO"/>
        </w:rPr>
      </w:pPr>
    </w:p>
    <w:p w:rsidR="00822D6D" w:rsidRPr="00822D6D" w:rsidRDefault="00822D6D" w:rsidP="00822D6D">
      <w:pPr>
        <w:ind w:firstLine="720"/>
        <w:jc w:val="both"/>
        <w:rPr>
          <w:spacing w:val="-1"/>
          <w:sz w:val="28"/>
          <w:szCs w:val="26"/>
          <w:lang w:val="ro-RO" w:eastAsia="ro-RO"/>
        </w:rPr>
      </w:pPr>
      <w:r w:rsidRPr="00822D6D">
        <w:rPr>
          <w:spacing w:val="-1"/>
          <w:sz w:val="28"/>
          <w:szCs w:val="26"/>
          <w:lang w:val="ro-RO" w:eastAsia="ro-RO"/>
        </w:rPr>
        <w:t xml:space="preserve">Subsemnatul/Subsemnata ___________________________________________, având </w:t>
      </w:r>
      <w:r w:rsidR="00355628">
        <w:rPr>
          <w:spacing w:val="-1"/>
          <w:sz w:val="28"/>
          <w:szCs w:val="26"/>
          <w:lang w:val="ro-RO" w:eastAsia="ro-RO"/>
        </w:rPr>
        <w:t xml:space="preserve">calitatea de salariat/salariată </w:t>
      </w:r>
      <w:r w:rsidRPr="00822D6D">
        <w:rPr>
          <w:spacing w:val="-1"/>
          <w:sz w:val="28"/>
          <w:szCs w:val="26"/>
          <w:lang w:val="ro-RO" w:eastAsia="ro-RO"/>
        </w:rPr>
        <w:t>în cadrul Universității de Medicină și Farmacie „Victor Babeș” din Timișoara, cunoscând prevederile legale privind falsul în declarații, declar prin prezenta că</w:t>
      </w:r>
    </w:p>
    <w:p w:rsidR="00822D6D" w:rsidRDefault="00822D6D" w:rsidP="00822D6D">
      <w:pPr>
        <w:ind w:firstLine="720"/>
        <w:jc w:val="both"/>
        <w:rPr>
          <w:spacing w:val="-1"/>
          <w:sz w:val="26"/>
          <w:szCs w:val="26"/>
          <w:lang w:val="ro-RO" w:eastAsia="ro-RO"/>
        </w:rPr>
      </w:pPr>
    </w:p>
    <w:p w:rsidR="00822D6D" w:rsidRDefault="00822D6D" w:rsidP="00822D6D">
      <w:pPr>
        <w:ind w:firstLine="720"/>
        <w:jc w:val="both"/>
        <w:rPr>
          <w:spacing w:val="-1"/>
          <w:sz w:val="26"/>
          <w:szCs w:val="26"/>
          <w:lang w:val="ro-RO" w:eastAsia="ro-RO"/>
        </w:rPr>
      </w:pPr>
    </w:p>
    <w:p w:rsidR="00021D57" w:rsidRDefault="00355628" w:rsidP="00822D6D">
      <w:pPr>
        <w:ind w:firstLine="720"/>
        <w:jc w:val="both"/>
        <w:rPr>
          <w:spacing w:val="-1"/>
          <w:sz w:val="28"/>
          <w:szCs w:val="26"/>
          <w:lang w:val="ro-RO" w:eastAsia="ro-RO"/>
        </w:rPr>
      </w:pPr>
      <w:r w:rsidRPr="00355628">
        <w:rPr>
          <w:spacing w:val="-1"/>
          <w:sz w:val="28"/>
          <w:szCs w:val="26"/>
          <w:lang w:val="ro-RO" w:eastAsia="ro-RO"/>
        </w:rPr>
        <w:t xml:space="preserve">Îmi exprim acordul ca Universitatea de Medicină și Farmacie „Victor Babeș” din Timișoara să </w:t>
      </w:r>
      <w:r>
        <w:rPr>
          <w:spacing w:val="-1"/>
          <w:sz w:val="28"/>
          <w:szCs w:val="26"/>
          <w:lang w:val="ro-RO" w:eastAsia="ro-RO"/>
        </w:rPr>
        <w:t xml:space="preserve">îmi </w:t>
      </w:r>
      <w:r w:rsidRPr="00355628">
        <w:rPr>
          <w:spacing w:val="-1"/>
          <w:sz w:val="28"/>
          <w:szCs w:val="26"/>
          <w:lang w:val="ro-RO" w:eastAsia="ro-RO"/>
        </w:rPr>
        <w:t>transmită lunar fl</w:t>
      </w:r>
      <w:r>
        <w:rPr>
          <w:spacing w:val="-1"/>
          <w:sz w:val="28"/>
          <w:szCs w:val="26"/>
          <w:lang w:val="ro-RO" w:eastAsia="ro-RO"/>
        </w:rPr>
        <w:t xml:space="preserve">uturașul de salariu pe următoarea adresă de e-mail: </w:t>
      </w:r>
    </w:p>
    <w:p w:rsidR="00355628" w:rsidRPr="00355628" w:rsidRDefault="00355628" w:rsidP="00822D6D">
      <w:pPr>
        <w:ind w:firstLine="720"/>
        <w:jc w:val="both"/>
        <w:rPr>
          <w:spacing w:val="-1"/>
          <w:sz w:val="28"/>
          <w:szCs w:val="26"/>
          <w:lang w:val="ro-RO" w:eastAsia="ro-RO"/>
        </w:rPr>
      </w:pPr>
      <w:r>
        <w:rPr>
          <w:spacing w:val="-1"/>
          <w:sz w:val="28"/>
          <w:szCs w:val="26"/>
          <w:lang w:val="ro-RO" w:eastAsia="ro-RO"/>
        </w:rPr>
        <w:t>_______________________________________________</w:t>
      </w:r>
    </w:p>
    <w:p w:rsidR="00822D6D" w:rsidRDefault="00822D6D" w:rsidP="00822D6D">
      <w:pPr>
        <w:jc w:val="both"/>
        <w:rPr>
          <w:spacing w:val="-1"/>
          <w:sz w:val="26"/>
          <w:szCs w:val="26"/>
          <w:lang w:val="ro-RO" w:eastAsia="ro-RO"/>
        </w:rPr>
      </w:pPr>
    </w:p>
    <w:p w:rsidR="00822D6D" w:rsidRDefault="00822D6D" w:rsidP="00822D6D">
      <w:pPr>
        <w:jc w:val="both"/>
        <w:rPr>
          <w:spacing w:val="-1"/>
          <w:sz w:val="26"/>
          <w:szCs w:val="26"/>
          <w:lang w:val="ro-RO" w:eastAsia="ro-RO"/>
        </w:rPr>
      </w:pPr>
    </w:p>
    <w:p w:rsidR="00822D6D" w:rsidRDefault="00822D6D" w:rsidP="00822D6D">
      <w:pPr>
        <w:jc w:val="both"/>
        <w:rPr>
          <w:spacing w:val="-1"/>
          <w:sz w:val="26"/>
          <w:szCs w:val="26"/>
          <w:lang w:val="ro-RO" w:eastAsia="ro-RO"/>
        </w:rPr>
      </w:pPr>
    </w:p>
    <w:p w:rsidR="00822D6D" w:rsidRDefault="00822D6D" w:rsidP="00822D6D">
      <w:pPr>
        <w:jc w:val="both"/>
        <w:rPr>
          <w:spacing w:val="-1"/>
          <w:sz w:val="26"/>
          <w:szCs w:val="26"/>
          <w:lang w:val="ro-RO" w:eastAsia="ro-RO"/>
        </w:rPr>
      </w:pPr>
    </w:p>
    <w:p w:rsidR="00822D6D" w:rsidRDefault="00822D6D" w:rsidP="00822D6D">
      <w:pPr>
        <w:jc w:val="both"/>
        <w:rPr>
          <w:spacing w:val="-1"/>
          <w:sz w:val="26"/>
          <w:szCs w:val="26"/>
          <w:lang w:val="ro-RO" w:eastAsia="ro-RO"/>
        </w:rPr>
      </w:pPr>
    </w:p>
    <w:p w:rsidR="00822D6D" w:rsidRPr="001146D0" w:rsidRDefault="00822D6D" w:rsidP="00822D6D">
      <w:pPr>
        <w:jc w:val="both"/>
        <w:rPr>
          <w:spacing w:val="-1"/>
          <w:sz w:val="28"/>
          <w:szCs w:val="26"/>
          <w:lang w:val="ro-RO" w:eastAsia="ro-RO"/>
        </w:rPr>
      </w:pPr>
    </w:p>
    <w:p w:rsidR="00822D6D" w:rsidRPr="001146D0" w:rsidRDefault="00822D6D" w:rsidP="00822D6D">
      <w:pPr>
        <w:jc w:val="both"/>
        <w:rPr>
          <w:spacing w:val="-1"/>
          <w:sz w:val="28"/>
          <w:szCs w:val="26"/>
          <w:lang w:val="ro-RO" w:eastAsia="ro-RO"/>
        </w:rPr>
      </w:pPr>
      <w:r w:rsidRPr="001146D0">
        <w:rPr>
          <w:spacing w:val="-1"/>
          <w:sz w:val="28"/>
          <w:szCs w:val="26"/>
          <w:lang w:val="ro-RO" w:eastAsia="ro-RO"/>
        </w:rPr>
        <w:tab/>
        <w:t>Nume și prenume</w:t>
      </w:r>
      <w:r w:rsidRPr="001146D0">
        <w:rPr>
          <w:spacing w:val="-1"/>
          <w:sz w:val="28"/>
          <w:szCs w:val="26"/>
          <w:lang w:val="ro-RO" w:eastAsia="ro-RO"/>
        </w:rPr>
        <w:tab/>
      </w:r>
      <w:r w:rsidRPr="001146D0">
        <w:rPr>
          <w:spacing w:val="-1"/>
          <w:sz w:val="28"/>
          <w:szCs w:val="26"/>
          <w:lang w:val="ro-RO" w:eastAsia="ro-RO"/>
        </w:rPr>
        <w:tab/>
      </w:r>
      <w:r w:rsidRPr="001146D0">
        <w:rPr>
          <w:spacing w:val="-1"/>
          <w:sz w:val="28"/>
          <w:szCs w:val="26"/>
          <w:lang w:val="ro-RO" w:eastAsia="ro-RO"/>
        </w:rPr>
        <w:tab/>
      </w:r>
      <w:r w:rsidRPr="001146D0">
        <w:rPr>
          <w:spacing w:val="-1"/>
          <w:sz w:val="28"/>
          <w:szCs w:val="26"/>
          <w:lang w:val="ro-RO" w:eastAsia="ro-RO"/>
        </w:rPr>
        <w:tab/>
      </w:r>
      <w:r w:rsidRPr="001146D0">
        <w:rPr>
          <w:spacing w:val="-1"/>
          <w:sz w:val="28"/>
          <w:szCs w:val="26"/>
          <w:lang w:val="ro-RO" w:eastAsia="ro-RO"/>
        </w:rPr>
        <w:tab/>
      </w:r>
      <w:r w:rsidRPr="001146D0">
        <w:rPr>
          <w:spacing w:val="-1"/>
          <w:sz w:val="28"/>
          <w:szCs w:val="26"/>
          <w:lang w:val="ro-RO" w:eastAsia="ro-RO"/>
        </w:rPr>
        <w:tab/>
      </w:r>
      <w:r w:rsidRPr="001146D0">
        <w:rPr>
          <w:spacing w:val="-1"/>
          <w:sz w:val="28"/>
          <w:szCs w:val="26"/>
          <w:lang w:val="ro-RO" w:eastAsia="ro-RO"/>
        </w:rPr>
        <w:tab/>
        <w:t xml:space="preserve">Data: </w:t>
      </w:r>
    </w:p>
    <w:p w:rsidR="00822D6D" w:rsidRPr="001146D0" w:rsidRDefault="00822D6D" w:rsidP="00822D6D">
      <w:pPr>
        <w:jc w:val="both"/>
        <w:rPr>
          <w:spacing w:val="-1"/>
          <w:sz w:val="28"/>
          <w:szCs w:val="26"/>
          <w:lang w:val="ro-RO" w:eastAsia="ro-RO"/>
        </w:rPr>
      </w:pPr>
    </w:p>
    <w:p w:rsidR="00822D6D" w:rsidRPr="001146D0" w:rsidRDefault="00822D6D" w:rsidP="00822D6D">
      <w:pPr>
        <w:jc w:val="both"/>
        <w:rPr>
          <w:spacing w:val="-1"/>
          <w:sz w:val="28"/>
          <w:szCs w:val="26"/>
          <w:lang w:val="ro-RO" w:eastAsia="ro-RO"/>
        </w:rPr>
      </w:pPr>
    </w:p>
    <w:p w:rsidR="00822D6D" w:rsidRPr="001146D0" w:rsidRDefault="00822D6D" w:rsidP="00822D6D">
      <w:pPr>
        <w:jc w:val="both"/>
        <w:rPr>
          <w:spacing w:val="-1"/>
          <w:sz w:val="28"/>
          <w:szCs w:val="26"/>
          <w:lang w:val="ro-RO" w:eastAsia="ro-RO"/>
        </w:rPr>
      </w:pPr>
    </w:p>
    <w:p w:rsidR="00822D6D" w:rsidRPr="001146D0" w:rsidRDefault="00822D6D" w:rsidP="00822D6D">
      <w:pPr>
        <w:jc w:val="both"/>
        <w:rPr>
          <w:spacing w:val="-1"/>
          <w:sz w:val="28"/>
          <w:szCs w:val="26"/>
          <w:lang w:val="ro-RO" w:eastAsia="ro-RO"/>
        </w:rPr>
      </w:pPr>
      <w:r w:rsidRPr="001146D0">
        <w:rPr>
          <w:spacing w:val="-1"/>
          <w:sz w:val="28"/>
          <w:szCs w:val="26"/>
          <w:lang w:val="ro-RO" w:eastAsia="ro-RO"/>
        </w:rPr>
        <w:tab/>
        <w:t>Semnătura</w:t>
      </w:r>
    </w:p>
    <w:sectPr w:rsidR="00822D6D" w:rsidRPr="001146D0" w:rsidSect="00822D6D">
      <w:headerReference w:type="default" r:id="rId7"/>
      <w:headerReference w:type="first" r:id="rId8"/>
      <w:pgSz w:w="11906" w:h="16838"/>
      <w:pgMar w:top="835" w:right="1080" w:bottom="1080" w:left="1080" w:header="187" w:footer="7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E6B" w:rsidRDefault="00D41E6B" w:rsidP="00D2536B">
      <w:r>
        <w:separator/>
      </w:r>
    </w:p>
  </w:endnote>
  <w:endnote w:type="continuationSeparator" w:id="0">
    <w:p w:rsidR="00D41E6B" w:rsidRDefault="00D41E6B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E6B" w:rsidRDefault="00D41E6B" w:rsidP="00D2536B">
      <w:r>
        <w:separator/>
      </w:r>
    </w:p>
  </w:footnote>
  <w:footnote w:type="continuationSeparator" w:id="0">
    <w:p w:rsidR="00D41E6B" w:rsidRDefault="00D41E6B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D6D" w:rsidRDefault="0021482E" w:rsidP="00822D6D">
    <w:pPr>
      <w:pStyle w:val="Header"/>
      <w:jc w:val="center"/>
    </w:pPr>
    <w:r w:rsidRPr="0021482E">
      <w:rPr>
        <w:noProof/>
      </w:rPr>
      <w:drawing>
        <wp:inline distT="0" distB="0" distL="0" distR="0">
          <wp:extent cx="1847850" cy="464034"/>
          <wp:effectExtent l="0" t="0" r="0" b="0"/>
          <wp:docPr id="4" name="Picture 4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876" cy="466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4599" w:rsidRPr="00D2536B" w:rsidRDefault="0074030D" w:rsidP="00822D6D">
    <w:pPr>
      <w:pStyle w:val="Header"/>
      <w:jc w:val="center"/>
    </w:pPr>
    <w:r>
      <w:rPr>
        <w:noProof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22860</wp:posOffset>
          </wp:positionV>
          <wp:extent cx="3977640" cy="48895"/>
          <wp:effectExtent l="0" t="0" r="3810" b="8255"/>
          <wp:wrapNone/>
          <wp:docPr id="5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D6D" w:rsidRDefault="00822D6D" w:rsidP="00822D6D">
    <w:pPr>
      <w:pStyle w:val="Header"/>
      <w:jc w:val="center"/>
    </w:pPr>
    <w:r w:rsidRPr="0021482E">
      <w:rPr>
        <w:noProof/>
      </w:rPr>
      <w:drawing>
        <wp:inline distT="0" distB="0" distL="0" distR="0" wp14:anchorId="052A8183" wp14:editId="4AB723FB">
          <wp:extent cx="1847850" cy="464034"/>
          <wp:effectExtent l="0" t="0" r="0" b="0"/>
          <wp:docPr id="8" name="Picture 8" descr="C:\Users\Sasha\Desktop\Diverse desktop\identitate\antet\Logo\Logo nou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sha\Desktop\Diverse desktop\identitate\antet\Logo\Logo nou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876" cy="4665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2D6D" w:rsidRPr="00D2536B" w:rsidRDefault="00822D6D" w:rsidP="00822D6D">
    <w:pPr>
      <w:pStyle w:val="Header"/>
      <w:jc w:val="center"/>
    </w:pPr>
    <w:r>
      <w:rPr>
        <w:noProof/>
      </w:rPr>
      <w:drawing>
        <wp:anchor distT="0" distB="0" distL="114300" distR="114300" simplePos="0" relativeHeight="251662336" behindDoc="1" locked="0" layoutInCell="1" allowOverlap="0" wp14:anchorId="6EEC2029" wp14:editId="739AA5C6">
          <wp:simplePos x="0" y="0"/>
          <wp:positionH relativeFrom="column">
            <wp:posOffset>1106805</wp:posOffset>
          </wp:positionH>
          <wp:positionV relativeFrom="paragraph">
            <wp:posOffset>22860</wp:posOffset>
          </wp:positionV>
          <wp:extent cx="3977640" cy="48895"/>
          <wp:effectExtent l="0" t="0" r="3810" b="8255"/>
          <wp:wrapNone/>
          <wp:docPr id="9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22D6D" w:rsidRDefault="00822D6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7B21597"/>
    <w:multiLevelType w:val="hybridMultilevel"/>
    <w:tmpl w:val="21C0498E"/>
    <w:lvl w:ilvl="0" w:tplc="1E224F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FE74E48"/>
    <w:multiLevelType w:val="hybridMultilevel"/>
    <w:tmpl w:val="48149AA2"/>
    <w:lvl w:ilvl="0" w:tplc="209C4EF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143D6"/>
    <w:rsid w:val="00021D57"/>
    <w:rsid w:val="000B0822"/>
    <w:rsid w:val="000D0A31"/>
    <w:rsid w:val="001146D0"/>
    <w:rsid w:val="00121883"/>
    <w:rsid w:val="00132A7A"/>
    <w:rsid w:val="00134EA3"/>
    <w:rsid w:val="001875D4"/>
    <w:rsid w:val="001C176A"/>
    <w:rsid w:val="001D1A8B"/>
    <w:rsid w:val="001E34B8"/>
    <w:rsid w:val="002145F4"/>
    <w:rsid w:val="0021482E"/>
    <w:rsid w:val="002B3F6D"/>
    <w:rsid w:val="002D02ED"/>
    <w:rsid w:val="002D31EF"/>
    <w:rsid w:val="002D5BDD"/>
    <w:rsid w:val="002F1287"/>
    <w:rsid w:val="002F17B9"/>
    <w:rsid w:val="002F50CB"/>
    <w:rsid w:val="00306B4E"/>
    <w:rsid w:val="0031217D"/>
    <w:rsid w:val="003525FE"/>
    <w:rsid w:val="00355628"/>
    <w:rsid w:val="00356914"/>
    <w:rsid w:val="00366D36"/>
    <w:rsid w:val="00384133"/>
    <w:rsid w:val="003B24E5"/>
    <w:rsid w:val="003B6855"/>
    <w:rsid w:val="003D7A30"/>
    <w:rsid w:val="003F63F1"/>
    <w:rsid w:val="003F7CDE"/>
    <w:rsid w:val="00417E47"/>
    <w:rsid w:val="0048348C"/>
    <w:rsid w:val="004915CF"/>
    <w:rsid w:val="00495694"/>
    <w:rsid w:val="004A5472"/>
    <w:rsid w:val="004C108D"/>
    <w:rsid w:val="004D7E7E"/>
    <w:rsid w:val="004E30B9"/>
    <w:rsid w:val="005130D5"/>
    <w:rsid w:val="00531846"/>
    <w:rsid w:val="005327A6"/>
    <w:rsid w:val="00587155"/>
    <w:rsid w:val="005A2618"/>
    <w:rsid w:val="00631F67"/>
    <w:rsid w:val="0067573A"/>
    <w:rsid w:val="00685BF9"/>
    <w:rsid w:val="006940D7"/>
    <w:rsid w:val="00696A22"/>
    <w:rsid w:val="006A1CA7"/>
    <w:rsid w:val="006A6B13"/>
    <w:rsid w:val="0070245C"/>
    <w:rsid w:val="00712F9C"/>
    <w:rsid w:val="00725A0D"/>
    <w:rsid w:val="0074030D"/>
    <w:rsid w:val="00756E23"/>
    <w:rsid w:val="00776D8E"/>
    <w:rsid w:val="007A4B02"/>
    <w:rsid w:val="007B29A5"/>
    <w:rsid w:val="007F3A58"/>
    <w:rsid w:val="0080077D"/>
    <w:rsid w:val="00806446"/>
    <w:rsid w:val="008145A5"/>
    <w:rsid w:val="00822D6D"/>
    <w:rsid w:val="008339C9"/>
    <w:rsid w:val="00842D9B"/>
    <w:rsid w:val="00864FBA"/>
    <w:rsid w:val="00865801"/>
    <w:rsid w:val="0087197D"/>
    <w:rsid w:val="00874B53"/>
    <w:rsid w:val="00883F39"/>
    <w:rsid w:val="008C7E40"/>
    <w:rsid w:val="0090259B"/>
    <w:rsid w:val="009570DC"/>
    <w:rsid w:val="00961EED"/>
    <w:rsid w:val="009669B9"/>
    <w:rsid w:val="00972D80"/>
    <w:rsid w:val="00974EC1"/>
    <w:rsid w:val="009A2D39"/>
    <w:rsid w:val="009B14B8"/>
    <w:rsid w:val="009C72BA"/>
    <w:rsid w:val="009D3353"/>
    <w:rsid w:val="009F4B93"/>
    <w:rsid w:val="00A05182"/>
    <w:rsid w:val="00A10D80"/>
    <w:rsid w:val="00A207AE"/>
    <w:rsid w:val="00A259BE"/>
    <w:rsid w:val="00A32FF4"/>
    <w:rsid w:val="00A67095"/>
    <w:rsid w:val="00A84216"/>
    <w:rsid w:val="00A874E1"/>
    <w:rsid w:val="00AB1260"/>
    <w:rsid w:val="00AB5DAF"/>
    <w:rsid w:val="00AB79E2"/>
    <w:rsid w:val="00AF3DB6"/>
    <w:rsid w:val="00B37425"/>
    <w:rsid w:val="00B82E51"/>
    <w:rsid w:val="00B92709"/>
    <w:rsid w:val="00B977B0"/>
    <w:rsid w:val="00BD046B"/>
    <w:rsid w:val="00BE5CBF"/>
    <w:rsid w:val="00BF76EA"/>
    <w:rsid w:val="00C024FC"/>
    <w:rsid w:val="00C1304F"/>
    <w:rsid w:val="00C606D5"/>
    <w:rsid w:val="00CB6E4E"/>
    <w:rsid w:val="00CE6E14"/>
    <w:rsid w:val="00D07E73"/>
    <w:rsid w:val="00D2536B"/>
    <w:rsid w:val="00D41E6B"/>
    <w:rsid w:val="00D622ED"/>
    <w:rsid w:val="00D91524"/>
    <w:rsid w:val="00DA6295"/>
    <w:rsid w:val="00DD010A"/>
    <w:rsid w:val="00DE67F0"/>
    <w:rsid w:val="00E0250C"/>
    <w:rsid w:val="00E24650"/>
    <w:rsid w:val="00E86118"/>
    <w:rsid w:val="00EA620F"/>
    <w:rsid w:val="00EB0CA4"/>
    <w:rsid w:val="00EB0DF1"/>
    <w:rsid w:val="00EB1CBE"/>
    <w:rsid w:val="00EE6EBF"/>
    <w:rsid w:val="00F37ADA"/>
    <w:rsid w:val="00F426DE"/>
    <w:rsid w:val="00F575CC"/>
    <w:rsid w:val="00F6087F"/>
    <w:rsid w:val="00F84B39"/>
    <w:rsid w:val="00FA3203"/>
    <w:rsid w:val="00FA69C5"/>
    <w:rsid w:val="00FF1E14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97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Windows User</cp:lastModifiedBy>
  <cp:revision>4</cp:revision>
  <cp:lastPrinted>2023-05-04T09:01:00Z</cp:lastPrinted>
  <dcterms:created xsi:type="dcterms:W3CDTF">2023-06-27T09:32:00Z</dcterms:created>
  <dcterms:modified xsi:type="dcterms:W3CDTF">2023-06-27T10:30:00Z</dcterms:modified>
</cp:coreProperties>
</file>