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94E" w:rsidRPr="00F1369F" w:rsidRDefault="00F1369F" w:rsidP="00B2794E">
      <w:pPr>
        <w:pStyle w:val="spar"/>
        <w:jc w:val="center"/>
        <w:rPr>
          <w:b/>
          <w:color w:val="000000"/>
          <w:sz w:val="48"/>
          <w:szCs w:val="20"/>
          <w:shd w:val="clear" w:color="auto" w:fill="FFFFFF"/>
          <w:lang w:val="ro-RO"/>
        </w:rPr>
      </w:pPr>
      <w:r w:rsidRPr="00F1369F">
        <w:rPr>
          <w:b/>
          <w:bCs/>
          <w:color w:val="000000"/>
          <w:sz w:val="48"/>
          <w:szCs w:val="20"/>
          <w:shd w:val="clear" w:color="auto" w:fill="FFFFFF"/>
          <w:lang w:val="ro-RO"/>
        </w:rPr>
        <w:t>RAPORTUL FINAL AL CONCURSULUI</w:t>
      </w:r>
    </w:p>
    <w:p w:rsidR="00B2794E" w:rsidRDefault="00B2794E" w:rsidP="00B2794E">
      <w:pPr>
        <w:pStyle w:val="spar"/>
        <w:jc w:val="both"/>
        <w:rPr>
          <w:color w:val="000000"/>
          <w:szCs w:val="20"/>
          <w:shd w:val="clear" w:color="auto" w:fill="FFFFFF"/>
          <w:lang w:val="ro-RO"/>
        </w:rPr>
      </w:pPr>
    </w:p>
    <w:p w:rsidR="00935977" w:rsidRDefault="00935977" w:rsidP="00935977">
      <w:pPr>
        <w:pStyle w:val="spar"/>
        <w:jc w:val="both"/>
        <w:rPr>
          <w:color w:val="000000"/>
          <w:szCs w:val="20"/>
          <w:shd w:val="clear" w:color="auto" w:fill="FFFFFF"/>
          <w:lang w:val="ro-RO"/>
        </w:rPr>
      </w:pPr>
    </w:p>
    <w:tbl>
      <w:tblPr>
        <w:tblW w:w="0" w:type="auto"/>
        <w:tblInd w:w="-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367"/>
        <w:gridCol w:w="1695"/>
        <w:gridCol w:w="1185"/>
        <w:gridCol w:w="3150"/>
        <w:gridCol w:w="3780"/>
      </w:tblGrid>
      <w:tr w:rsidR="003F5114" w:rsidRPr="003F5114" w:rsidTr="003F5114">
        <w:trPr>
          <w:trHeight w:val="705"/>
        </w:trPr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pStyle w:val="spar1"/>
              <w:jc w:val="both"/>
              <w:rPr>
                <w:rFonts w:ascii="Times New Roman" w:hAnsi="Times New Roman"/>
                <w:b/>
                <w:color w:val="000000"/>
                <w:sz w:val="24"/>
                <w:szCs w:val="20"/>
                <w:lang w:val="ro-RO"/>
              </w:rPr>
            </w:pPr>
            <w:r w:rsidRPr="003F5114">
              <w:rPr>
                <w:rFonts w:ascii="Times New Roman" w:hAnsi="Times New Roman"/>
                <w:b/>
                <w:color w:val="000000"/>
                <w:sz w:val="24"/>
                <w:szCs w:val="20"/>
                <w:lang w:val="ro-RO"/>
              </w:rPr>
              <w:t>Func</w:t>
            </w:r>
            <w:r>
              <w:rPr>
                <w:rFonts w:ascii="Times New Roman" w:hAnsi="Times New Roman"/>
                <w:b/>
                <w:color w:val="000000"/>
                <w:sz w:val="24"/>
                <w:szCs w:val="20"/>
                <w:lang w:val="ro-RO"/>
              </w:rPr>
              <w:t>ț</w:t>
            </w:r>
            <w:r w:rsidRPr="003F5114">
              <w:rPr>
                <w:rFonts w:ascii="Times New Roman" w:hAnsi="Times New Roman"/>
                <w:b/>
                <w:color w:val="000000"/>
                <w:sz w:val="24"/>
                <w:szCs w:val="20"/>
                <w:lang w:val="ro-RO"/>
              </w:rPr>
              <w:t xml:space="preserve">ia contractuală pentru care se organizează concursul: </w:t>
            </w:r>
          </w:p>
          <w:p w:rsidR="003F5114" w:rsidRPr="003F5114" w:rsidRDefault="003F5114" w:rsidP="003F5114">
            <w:pPr>
              <w:pStyle w:val="spar1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 xml:space="preserve">…………………………………… </w:t>
            </w:r>
          </w:p>
        </w:tc>
      </w:tr>
      <w:tr w:rsidR="003F5114" w:rsidRPr="003F5114" w:rsidTr="004548FE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Informații privind selecția dosarelor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:</w:t>
            </w:r>
          </w:p>
        </w:tc>
      </w:tr>
      <w:tr w:rsidR="003F5114" w:rsidRPr="003F5114" w:rsidTr="003F5114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Data selec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iei dosarelor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: 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ș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 prenumele candidatului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Rezultatul selec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iei dosarelor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Motivul respingerii dosarului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Observa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ii formulate de către membrii comisiei:</w:t>
            </w:r>
          </w:p>
        </w:tc>
      </w:tr>
      <w:tr w:rsidR="003F5114" w:rsidRPr="003F5114" w:rsidTr="004548FE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Informații privind soluționarea contestației depuse la selecția dosarelor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:</w:t>
            </w:r>
          </w:p>
        </w:tc>
      </w:tr>
      <w:tr w:rsidR="003F5114" w:rsidRPr="003F5114" w:rsidTr="00E34148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Data contesta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iei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: 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ș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 prenumele candidatului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Rezultatul contesta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iei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Motivul admiterii/respingerii contesta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iei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4548FE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Informații privind proba scrisă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: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ș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 prenumele candidatului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Punctajul final al probei scrise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Rezultatul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4548FE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Informații privind soluționarea contestației la proba scrisă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: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ș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 prenumele candidatului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Rezultatul contesta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iei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Motivul admiterii/respingerii contesta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iei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4548FE" w:rsidRPr="003F5114" w:rsidTr="004548FE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 w:themeFill="accent3" w:themeFillTint="33"/>
            <w:vAlign w:val="center"/>
            <w:hideMark/>
          </w:tcPr>
          <w:p w:rsidR="004548FE" w:rsidRPr="003F5114" w:rsidRDefault="004548FE" w:rsidP="004548F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Informații privind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proba practică:</w:t>
            </w:r>
          </w:p>
        </w:tc>
      </w:tr>
      <w:tr w:rsidR="004548FE" w:rsidRPr="003F5114" w:rsidTr="000A7F4B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ș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 prenumele candidatului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Punctajul final al interviului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Rezultatul</w:t>
            </w:r>
          </w:p>
        </w:tc>
      </w:tr>
      <w:tr w:rsidR="004548FE" w:rsidRPr="003F5114" w:rsidTr="000A7F4B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4548FE" w:rsidRPr="003F5114" w:rsidTr="000A7F4B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4548FE" w:rsidRPr="003F5114" w:rsidTr="004548FE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 w:themeFill="accent3" w:themeFillTint="33"/>
            <w:vAlign w:val="center"/>
            <w:hideMark/>
          </w:tcPr>
          <w:p w:rsidR="004548FE" w:rsidRPr="003F5114" w:rsidRDefault="004548FE" w:rsidP="004548F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Informații privind soluționarea contestației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probei practice:</w:t>
            </w:r>
          </w:p>
        </w:tc>
      </w:tr>
      <w:tr w:rsidR="004548FE" w:rsidRPr="003F5114" w:rsidTr="000A7F4B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ș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 prenumele candidatului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Rezultatul contesta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iei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Motivul admiterii/respingerii contesta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iei</w:t>
            </w:r>
          </w:p>
        </w:tc>
      </w:tr>
      <w:tr w:rsidR="004548FE" w:rsidRPr="003F5114" w:rsidTr="000A7F4B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4548FE" w:rsidRPr="003F5114" w:rsidTr="000A7F4B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548FE" w:rsidRPr="003F5114" w:rsidRDefault="004548FE" w:rsidP="000A7F4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lastRenderedPageBreak/>
              <w:t>Informații privind interviul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: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ș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 prenumele candidatului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Punctajul final al interviului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Rezultatul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4D5" w:themeFill="accent2" w:themeFillTint="33"/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Informații privind soluționarea contestației interviului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: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ș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 prenumele candidatului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Rezultatul contesta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iei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Motivul admiterii/respingerii contesta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ț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iei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Rezultatul final al concursului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ș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i prenumele candidatului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Punctajul final al concursului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Rezultatul</w:t>
            </w: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</w:t>
            </w:r>
            <w:r w:rsidRPr="003F51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.</w:t>
            </w:r>
          </w:p>
        </w:tc>
        <w:tc>
          <w:tcPr>
            <w:tcW w:w="32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Funcția contractuală: </w:t>
            </w:r>
          </w:p>
        </w:tc>
      </w:tr>
      <w:tr w:rsidR="003F5114" w:rsidRPr="003F5114" w:rsidTr="00322ECE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2CC" w:themeFill="accent4" w:themeFillTint="33"/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Comisia de concurs</w:t>
            </w:r>
          </w:p>
        </w:tc>
      </w:tr>
      <w:tr w:rsidR="002350C5" w:rsidRPr="003F5114" w:rsidTr="002350C5">
        <w:tc>
          <w:tcPr>
            <w:tcW w:w="10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2350C5" w:rsidRPr="003F5114" w:rsidRDefault="002350C5" w:rsidP="002350C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2350C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Se anexează la prezentul Raport final toate documentele întocmite și semnate conform procedurii de concurs: subiecte prob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a</w:t>
            </w:r>
            <w:r w:rsidRPr="002350C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scris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ă</w:t>
            </w:r>
            <w:r w:rsidRPr="002350C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, barem de corectare a prob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a</w:t>
            </w:r>
            <w:r w:rsidRPr="002350C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scris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ă</w:t>
            </w:r>
            <w:r w:rsidRPr="002350C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, plan prob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a</w:t>
            </w:r>
            <w:r w:rsidRPr="002350C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practic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ă</w:t>
            </w:r>
            <w:r w:rsidRPr="002350C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, plan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 interviu</w:t>
            </w:r>
            <w:r w:rsidRPr="002350C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proces-verbal privind rezultatul probei scrise, proces-verbal privind rezultatul probei practice, î</w:t>
            </w:r>
            <w:r w:rsidRPr="002350C5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 xml:space="preserve">ntrebările și răspunsurile la interviu,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ro-RO"/>
              </w:rPr>
              <w:t>proces-verbal privind rezultatul interviului, proces-verbal privind rezultatele finale, proces-verbal privind soluționarea contestațiilor, întreaga documentație privind proba suplimentară</w:t>
            </w:r>
          </w:p>
        </w:tc>
      </w:tr>
      <w:tr w:rsidR="003F5114" w:rsidRPr="003F5114" w:rsidTr="003F5114"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F5114" w:rsidRPr="003F5114" w:rsidRDefault="003F5114" w:rsidP="003F511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Calitatea</w:t>
            </w:r>
          </w:p>
        </w:tc>
        <w:tc>
          <w:tcPr>
            <w:tcW w:w="6030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3F5114" w:rsidRPr="003F5114" w:rsidRDefault="003F5114" w:rsidP="003F511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Nume și prenume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Semnătura</w:t>
            </w:r>
          </w:p>
        </w:tc>
      </w:tr>
      <w:tr w:rsidR="003F5114" w:rsidRPr="003F5114" w:rsidTr="003F5114"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Președinte</w:t>
            </w:r>
          </w:p>
        </w:tc>
        <w:tc>
          <w:tcPr>
            <w:tcW w:w="603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Membru</w:t>
            </w:r>
          </w:p>
        </w:tc>
        <w:tc>
          <w:tcPr>
            <w:tcW w:w="6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Membru</w:t>
            </w:r>
          </w:p>
        </w:tc>
        <w:tc>
          <w:tcPr>
            <w:tcW w:w="6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Membru</w:t>
            </w:r>
          </w:p>
        </w:tc>
        <w:tc>
          <w:tcPr>
            <w:tcW w:w="6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Membru</w:t>
            </w:r>
          </w:p>
        </w:tc>
        <w:tc>
          <w:tcPr>
            <w:tcW w:w="6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3F5114" w:rsidRPr="003F5114" w:rsidTr="003F5114">
        <w:tc>
          <w:tcPr>
            <w:tcW w:w="27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F5114" w:rsidRPr="003F5114" w:rsidRDefault="003F5114" w:rsidP="008A134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3F51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Secretarul comisiei de concurs</w:t>
            </w:r>
          </w:p>
        </w:tc>
        <w:tc>
          <w:tcPr>
            <w:tcW w:w="433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F5114" w:rsidRPr="003F5114" w:rsidRDefault="003F5114" w:rsidP="003F511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5114" w:rsidRPr="003F5114" w:rsidRDefault="003F5114" w:rsidP="008A13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</w:tbl>
    <w:p w:rsidR="00096DE2" w:rsidRDefault="00096DE2" w:rsidP="00B2794E">
      <w:pPr>
        <w:pStyle w:val="spar"/>
        <w:jc w:val="both"/>
        <w:rPr>
          <w:color w:val="000000"/>
          <w:szCs w:val="20"/>
          <w:shd w:val="clear" w:color="auto" w:fill="FFFFFF"/>
          <w:lang w:val="ro-RO"/>
        </w:rPr>
      </w:pPr>
    </w:p>
    <w:p w:rsidR="00B2794E" w:rsidRPr="00096DE2" w:rsidRDefault="00B2794E" w:rsidP="00B2794E">
      <w:pPr>
        <w:pStyle w:val="spar"/>
        <w:jc w:val="both"/>
        <w:rPr>
          <w:color w:val="000000"/>
          <w:shd w:val="clear" w:color="auto" w:fill="FFFFFF"/>
          <w:lang w:val="ro-RO"/>
        </w:rPr>
      </w:pPr>
    </w:p>
    <w:p w:rsidR="00B2794E" w:rsidRPr="00096DE2" w:rsidRDefault="00B2794E" w:rsidP="00B2794E">
      <w:pPr>
        <w:pStyle w:val="spar"/>
        <w:jc w:val="both"/>
        <w:rPr>
          <w:color w:val="000000"/>
          <w:shd w:val="clear" w:color="auto" w:fill="FFFFFF"/>
          <w:lang w:val="ro-RO"/>
        </w:rPr>
      </w:pPr>
    </w:p>
    <w:p w:rsidR="00B2794E" w:rsidRPr="00096DE2" w:rsidRDefault="00B2794E" w:rsidP="00B2794E">
      <w:pPr>
        <w:pStyle w:val="spar"/>
        <w:jc w:val="both"/>
        <w:rPr>
          <w:color w:val="000000"/>
          <w:shd w:val="clear" w:color="auto" w:fill="FFFFFF"/>
          <w:lang w:val="ro-RO"/>
        </w:rPr>
      </w:pPr>
    </w:p>
    <w:p w:rsidR="007B6692" w:rsidRPr="00096DE2" w:rsidRDefault="007B6692" w:rsidP="007B669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ro-RO"/>
        </w:rPr>
      </w:pPr>
    </w:p>
    <w:sectPr w:rsidR="007B6692" w:rsidRPr="00096DE2" w:rsidSect="00411D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30" w:right="810" w:bottom="630" w:left="990" w:header="18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EF3" w:rsidRDefault="00560EF3" w:rsidP="003123F0">
      <w:pPr>
        <w:spacing w:after="0" w:line="240" w:lineRule="auto"/>
      </w:pPr>
      <w:r>
        <w:separator/>
      </w:r>
    </w:p>
  </w:endnote>
  <w:endnote w:type="continuationSeparator" w:id="0">
    <w:p w:rsidR="00560EF3" w:rsidRDefault="00560EF3" w:rsidP="00312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9B6447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338F" w:rsidRDefault="00560EF3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38F" w:rsidRDefault="00560EF3" w:rsidP="00D0338F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9B6" w:rsidRDefault="006D49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EF3" w:rsidRDefault="00560EF3" w:rsidP="003123F0">
      <w:pPr>
        <w:spacing w:after="0" w:line="240" w:lineRule="auto"/>
      </w:pPr>
      <w:r>
        <w:separator/>
      </w:r>
    </w:p>
  </w:footnote>
  <w:footnote w:type="continuationSeparator" w:id="0">
    <w:p w:rsidR="00560EF3" w:rsidRDefault="00560EF3" w:rsidP="00312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9B6" w:rsidRDefault="006D49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351" w:rsidRDefault="00B2794E" w:rsidP="00B2794E">
    <w:pPr>
      <w:pStyle w:val="Header"/>
      <w:jc w:val="center"/>
    </w:pPr>
    <w:r w:rsidRPr="00B2794E">
      <w:rPr>
        <w:noProof/>
      </w:rPr>
      <w:drawing>
        <wp:inline distT="0" distB="0" distL="0" distR="0">
          <wp:extent cx="2409825" cy="605158"/>
          <wp:effectExtent l="0" t="0" r="0" b="4445"/>
          <wp:docPr id="11" name="Picture 11" descr="C:\Users\Sasha\Desktop\Diverse desktop\identitate\antet\Logo\Logo nou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sha\Desktop\Diverse desktop\identitate\antet\Logo\Logo nou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1748" cy="608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54351" w:rsidRDefault="00A54351" w:rsidP="00A5435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0" wp14:anchorId="679BFB1C" wp14:editId="65FD5DB4">
          <wp:simplePos x="0" y="0"/>
          <wp:positionH relativeFrom="column">
            <wp:posOffset>1335405</wp:posOffset>
          </wp:positionH>
          <wp:positionV relativeFrom="paragraph">
            <wp:posOffset>139065</wp:posOffset>
          </wp:positionV>
          <wp:extent cx="3977640" cy="48895"/>
          <wp:effectExtent l="0" t="0" r="3810" b="8255"/>
          <wp:wrapNone/>
          <wp:docPr id="12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D49B6" w:rsidRDefault="00206171" w:rsidP="006D49B6">
    <w:pPr>
      <w:pStyle w:val="Header"/>
      <w:jc w:val="right"/>
      <w:rPr>
        <w:i/>
        <w:sz w:val="16"/>
        <w:szCs w:val="16"/>
      </w:rPr>
    </w:pPr>
    <w:proofErr w:type="spellStart"/>
    <w:r>
      <w:rPr>
        <w:rFonts w:ascii="Times New Roman" w:hAnsi="Times New Roman" w:cs="Times New Roman"/>
        <w:sz w:val="16"/>
        <w:szCs w:val="16"/>
      </w:rPr>
      <w:t>Anexa</w:t>
    </w:r>
    <w:proofErr w:type="spellEnd"/>
    <w:r>
      <w:rPr>
        <w:rFonts w:ascii="Times New Roman" w:hAnsi="Times New Roman" w:cs="Times New Roman"/>
        <w:sz w:val="16"/>
        <w:szCs w:val="16"/>
      </w:rPr>
      <w:t xml:space="preserve"> </w:t>
    </w:r>
    <w:r w:rsidR="00F1369F">
      <w:rPr>
        <w:rFonts w:ascii="Times New Roman" w:hAnsi="Times New Roman" w:cs="Times New Roman"/>
        <w:sz w:val="16"/>
        <w:szCs w:val="16"/>
      </w:rPr>
      <w:t>6</w:t>
    </w:r>
    <w:r w:rsidR="006D49B6">
      <w:rPr>
        <w:rFonts w:ascii="Times New Roman" w:hAnsi="Times New Roman" w:cs="Times New Roman"/>
        <w:sz w:val="16"/>
        <w:szCs w:val="16"/>
      </w:rPr>
      <w:t xml:space="preserve"> - </w:t>
    </w:r>
    <w:proofErr w:type="spellStart"/>
    <w:r w:rsidR="006D49B6">
      <w:rPr>
        <w:i/>
        <w:sz w:val="16"/>
        <w:szCs w:val="16"/>
      </w:rPr>
      <w:t>Cod</w:t>
    </w:r>
    <w:r w:rsidR="006D49B6" w:rsidRPr="00AA79A2">
      <w:rPr>
        <w:rFonts w:ascii="Times New Roman" w:hAnsi="Times New Roman"/>
        <w:i/>
        <w:sz w:val="16"/>
        <w:szCs w:val="16"/>
      </w:rPr>
      <w:t>:UMFVBT-REG</w:t>
    </w:r>
    <w:proofErr w:type="spellEnd"/>
    <w:r w:rsidR="006D49B6" w:rsidRPr="00AA79A2">
      <w:rPr>
        <w:rFonts w:ascii="Times New Roman" w:hAnsi="Times New Roman"/>
        <w:i/>
        <w:sz w:val="16"/>
        <w:szCs w:val="16"/>
      </w:rPr>
      <w:t>/</w:t>
    </w:r>
    <w:r w:rsidR="006D49B6">
      <w:rPr>
        <w:rFonts w:ascii="Times New Roman" w:hAnsi="Times New Roman"/>
        <w:i/>
        <w:sz w:val="16"/>
        <w:szCs w:val="16"/>
      </w:rPr>
      <w:t>DRU</w:t>
    </w:r>
    <w:r w:rsidR="006D49B6" w:rsidRPr="00AA79A2">
      <w:rPr>
        <w:rFonts w:ascii="Times New Roman" w:hAnsi="Times New Roman"/>
        <w:i/>
        <w:sz w:val="16"/>
        <w:szCs w:val="16"/>
      </w:rPr>
      <w:t>/</w:t>
    </w:r>
    <w:r w:rsidR="004B5D97">
      <w:rPr>
        <w:rFonts w:ascii="Times New Roman" w:hAnsi="Times New Roman"/>
        <w:i/>
        <w:sz w:val="16"/>
        <w:szCs w:val="16"/>
      </w:rPr>
      <w:t>7</w:t>
    </w:r>
    <w:bookmarkStart w:id="0" w:name="_GoBack"/>
    <w:bookmarkEnd w:id="0"/>
    <w:r w:rsidR="006D49B6" w:rsidRPr="00AA79A2">
      <w:rPr>
        <w:rFonts w:ascii="Times New Roman" w:hAnsi="Times New Roman"/>
        <w:i/>
        <w:sz w:val="16"/>
        <w:szCs w:val="16"/>
      </w:rPr>
      <w:t>/202</w:t>
    </w:r>
    <w:r w:rsidR="00A7233E">
      <w:rPr>
        <w:rFonts w:ascii="Times New Roman" w:hAnsi="Times New Roman"/>
        <w:i/>
        <w:sz w:val="16"/>
        <w:szCs w:val="16"/>
      </w:rPr>
      <w:t>3</w:t>
    </w:r>
    <w:r w:rsidR="006D49B6">
      <w:rPr>
        <w:i/>
        <w:sz w:val="16"/>
        <w:szCs w:val="16"/>
      </w:rPr>
      <w:t xml:space="preserve"> – 06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9B6" w:rsidRDefault="006D49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6FD"/>
    <w:rsid w:val="00003472"/>
    <w:rsid w:val="00004370"/>
    <w:rsid w:val="00006941"/>
    <w:rsid w:val="00096DE2"/>
    <w:rsid w:val="000E7190"/>
    <w:rsid w:val="00154CB1"/>
    <w:rsid w:val="0018539D"/>
    <w:rsid w:val="00194580"/>
    <w:rsid w:val="001C6473"/>
    <w:rsid w:val="001E414D"/>
    <w:rsid w:val="00206171"/>
    <w:rsid w:val="002350C5"/>
    <w:rsid w:val="003123F0"/>
    <w:rsid w:val="003278B7"/>
    <w:rsid w:val="003C15D9"/>
    <w:rsid w:val="003F5114"/>
    <w:rsid w:val="00411D4B"/>
    <w:rsid w:val="004548FE"/>
    <w:rsid w:val="00482E60"/>
    <w:rsid w:val="004B5D97"/>
    <w:rsid w:val="004F0D85"/>
    <w:rsid w:val="0052042C"/>
    <w:rsid w:val="00560EF3"/>
    <w:rsid w:val="005C6755"/>
    <w:rsid w:val="00616DCC"/>
    <w:rsid w:val="006D49B6"/>
    <w:rsid w:val="006D6722"/>
    <w:rsid w:val="006D7E49"/>
    <w:rsid w:val="007B6692"/>
    <w:rsid w:val="007F21ED"/>
    <w:rsid w:val="0080305F"/>
    <w:rsid w:val="00815048"/>
    <w:rsid w:val="0086058C"/>
    <w:rsid w:val="00877879"/>
    <w:rsid w:val="008A76FD"/>
    <w:rsid w:val="008B300F"/>
    <w:rsid w:val="008C041F"/>
    <w:rsid w:val="00935977"/>
    <w:rsid w:val="00960B8A"/>
    <w:rsid w:val="009B6447"/>
    <w:rsid w:val="00A54351"/>
    <w:rsid w:val="00A7233E"/>
    <w:rsid w:val="00A9325A"/>
    <w:rsid w:val="00B2794E"/>
    <w:rsid w:val="00B80A1E"/>
    <w:rsid w:val="00BD5B70"/>
    <w:rsid w:val="00C94EE2"/>
    <w:rsid w:val="00C975CD"/>
    <w:rsid w:val="00D33EB1"/>
    <w:rsid w:val="00D8444C"/>
    <w:rsid w:val="00E11F15"/>
    <w:rsid w:val="00E20818"/>
    <w:rsid w:val="00F1369F"/>
    <w:rsid w:val="00F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AEFE1A"/>
  <w15:chartTrackingRefBased/>
  <w15:docId w15:val="{8ECAA106-7383-413C-9F35-5F5CAA50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76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6FD"/>
  </w:style>
  <w:style w:type="character" w:styleId="PageNumber">
    <w:name w:val="page number"/>
    <w:basedOn w:val="DefaultParagraphFont"/>
    <w:rsid w:val="008A76FD"/>
  </w:style>
  <w:style w:type="paragraph" w:styleId="FootnoteText">
    <w:name w:val="footnote text"/>
    <w:basedOn w:val="Normal"/>
    <w:link w:val="FootnoteTextChar"/>
    <w:uiPriority w:val="99"/>
    <w:semiHidden/>
    <w:unhideWhenUsed/>
    <w:rsid w:val="003123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23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23F0"/>
    <w:rPr>
      <w:vertAlign w:val="superscript"/>
    </w:rPr>
  </w:style>
  <w:style w:type="paragraph" w:styleId="Header">
    <w:name w:val="header"/>
    <w:basedOn w:val="Normal"/>
    <w:link w:val="HeaderChar"/>
    <w:unhideWhenUsed/>
    <w:rsid w:val="00312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123F0"/>
  </w:style>
  <w:style w:type="paragraph" w:styleId="BalloonText">
    <w:name w:val="Balloon Text"/>
    <w:basedOn w:val="Normal"/>
    <w:link w:val="BalloonTextChar"/>
    <w:uiPriority w:val="99"/>
    <w:semiHidden/>
    <w:unhideWhenUsed/>
    <w:rsid w:val="001E4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14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C6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r">
    <w:name w:val="s_par"/>
    <w:basedOn w:val="Normal"/>
    <w:rsid w:val="00B2794E"/>
    <w:pPr>
      <w:spacing w:after="0" w:line="240" w:lineRule="auto"/>
      <w:ind w:left="225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anxttl">
    <w:name w:val="s_anx_ttl"/>
    <w:basedOn w:val="Normal"/>
    <w:rsid w:val="00B2794E"/>
    <w:pPr>
      <w:spacing w:after="0" w:line="240" w:lineRule="auto"/>
      <w:jc w:val="center"/>
    </w:pPr>
    <w:rPr>
      <w:rFonts w:ascii="Verdana" w:eastAsiaTheme="minorEastAsia" w:hAnsi="Verdana" w:cs="Times New Roman"/>
      <w:b/>
      <w:bCs/>
      <w:color w:val="24689B"/>
      <w:sz w:val="20"/>
      <w:szCs w:val="20"/>
    </w:rPr>
  </w:style>
  <w:style w:type="paragraph" w:customStyle="1" w:styleId="spar1">
    <w:name w:val="s_par1"/>
    <w:basedOn w:val="Normal"/>
    <w:rsid w:val="00B2794E"/>
    <w:pPr>
      <w:spacing w:after="0" w:line="240" w:lineRule="auto"/>
    </w:pPr>
    <w:rPr>
      <w:rFonts w:ascii="Verdana" w:eastAsiaTheme="minorEastAsia" w:hAnsi="Verdana" w:cs="Times New Roman"/>
      <w:sz w:val="15"/>
      <w:szCs w:val="15"/>
    </w:rPr>
  </w:style>
  <w:style w:type="paragraph" w:customStyle="1" w:styleId="spar4">
    <w:name w:val="s_par4"/>
    <w:basedOn w:val="Normal"/>
    <w:rsid w:val="00096DE2"/>
    <w:pPr>
      <w:spacing w:after="0" w:line="240" w:lineRule="auto"/>
    </w:pPr>
    <w:rPr>
      <w:rFonts w:ascii="Verdana" w:eastAsiaTheme="minorEastAsia" w:hAnsi="Verdana" w:cs="Times New Roman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CC354-1678-40CE-ACB8-F07DDBEB7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sashamitrovici@gmail.com</dc:creator>
  <cp:keywords/>
  <dc:description/>
  <cp:lastModifiedBy>Rectorat</cp:lastModifiedBy>
  <cp:revision>19</cp:revision>
  <cp:lastPrinted>2019-01-16T13:29:00Z</cp:lastPrinted>
  <dcterms:created xsi:type="dcterms:W3CDTF">2020-07-09T11:24:00Z</dcterms:created>
  <dcterms:modified xsi:type="dcterms:W3CDTF">2023-04-06T10:13:00Z</dcterms:modified>
</cp:coreProperties>
</file>