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F4C71" w14:textId="3D90AC54" w:rsidR="002F584D" w:rsidRPr="00B54D0E" w:rsidRDefault="002F584D" w:rsidP="002F584D">
      <w:pPr>
        <w:pStyle w:val="Header"/>
        <w:jc w:val="right"/>
        <w:rPr>
          <w:b/>
        </w:rPr>
      </w:pPr>
      <w:bookmarkStart w:id="0" w:name="_GoBack"/>
      <w:proofErr w:type="spellStart"/>
      <w:r w:rsidRPr="00B54D0E">
        <w:rPr>
          <w:bCs/>
        </w:rPr>
        <w:t>Anexa</w:t>
      </w:r>
      <w:proofErr w:type="spellEnd"/>
      <w:r w:rsidRPr="00B54D0E">
        <w:rPr>
          <w:bCs/>
        </w:rPr>
        <w:t xml:space="preserve"> </w:t>
      </w:r>
      <w:r w:rsidRPr="00B54D0E">
        <w:rPr>
          <w:bCs/>
          <w:lang w:val="ro-RO"/>
        </w:rPr>
        <w:t>1</w:t>
      </w:r>
      <w:r>
        <w:rPr>
          <w:bCs/>
          <w:lang w:val="ro-RO"/>
        </w:rPr>
        <w:t>3</w:t>
      </w:r>
      <w:r w:rsidRPr="00B54D0E">
        <w:rPr>
          <w:bCs/>
          <w:lang w:val="ro-RO"/>
        </w:rPr>
        <w:t xml:space="preserve"> - </w:t>
      </w:r>
      <w:r w:rsidRPr="00B54D0E">
        <w:t>Cod: UMFVBT – MET/DRU/6/2024 - 1</w:t>
      </w:r>
      <w:r>
        <w:t>3</w:t>
      </w:r>
    </w:p>
    <w:p w14:paraId="05D2CA87" w14:textId="4392B554" w:rsidR="000965DE" w:rsidRPr="000965DE" w:rsidRDefault="000965DE" w:rsidP="000965DE">
      <w:pPr>
        <w:widowControl/>
        <w:autoSpaceDE/>
        <w:autoSpaceDN/>
        <w:adjustRightInd/>
        <w:rPr>
          <w:szCs w:val="32"/>
          <w:lang w:val="ro-RO"/>
        </w:rPr>
      </w:pPr>
      <w:r>
        <w:rPr>
          <w:szCs w:val="32"/>
          <w:lang w:val="ro-RO"/>
        </w:rPr>
        <w:t>Nr. de înregistrare: ______________/_____________________________</w:t>
      </w:r>
    </w:p>
    <w:p w14:paraId="408F55AE" w14:textId="77777777" w:rsidR="000965DE" w:rsidRDefault="000965DE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</w:p>
    <w:p w14:paraId="55AE17CC" w14:textId="02B04D3A" w:rsidR="00F57F5E" w:rsidRDefault="000965DE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  <w:r>
        <w:rPr>
          <w:b/>
          <w:sz w:val="32"/>
          <w:szCs w:val="32"/>
          <w:lang w:val="ro-RO"/>
        </w:rPr>
        <w:t>REFERAT</w:t>
      </w:r>
    </w:p>
    <w:p w14:paraId="768B5539" w14:textId="0B7D3C1B" w:rsidR="001461A6" w:rsidRDefault="000965DE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>
        <w:rPr>
          <w:b/>
          <w:sz w:val="24"/>
          <w:szCs w:val="32"/>
          <w:lang w:val="ro-RO"/>
        </w:rPr>
        <w:t xml:space="preserve">privind propunerile de scoatere la concurs </w:t>
      </w:r>
      <w:r w:rsidR="001A6E77">
        <w:rPr>
          <w:b/>
          <w:sz w:val="24"/>
          <w:szCs w:val="32"/>
          <w:lang w:val="ro-RO"/>
        </w:rPr>
        <w:t xml:space="preserve">pe perioadă determinată </w:t>
      </w:r>
      <w:r>
        <w:rPr>
          <w:b/>
          <w:sz w:val="24"/>
          <w:szCs w:val="32"/>
          <w:lang w:val="ro-RO"/>
        </w:rPr>
        <w:t>a posturilor didactice vacante</w:t>
      </w:r>
      <w:r w:rsidR="001A6E77">
        <w:rPr>
          <w:b/>
          <w:sz w:val="24"/>
          <w:szCs w:val="32"/>
          <w:lang w:val="ro-RO"/>
        </w:rPr>
        <w:t xml:space="preserve"> de asistent universitar</w:t>
      </w:r>
    </w:p>
    <w:p w14:paraId="55B7F740" w14:textId="0D952F77" w:rsidR="000965DE" w:rsidRDefault="000965DE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</w:p>
    <w:p w14:paraId="2F4A9A36" w14:textId="0B7C31FC" w:rsidR="000965DE" w:rsidRPr="000965DE" w:rsidRDefault="000965DE" w:rsidP="000965DE">
      <w:pPr>
        <w:widowControl/>
        <w:autoSpaceDE/>
        <w:autoSpaceDN/>
        <w:adjustRightInd/>
        <w:jc w:val="both"/>
        <w:rPr>
          <w:b/>
          <w:i/>
          <w:sz w:val="24"/>
          <w:szCs w:val="32"/>
          <w:lang w:val="ro-RO"/>
        </w:rPr>
      </w:pPr>
      <w:r w:rsidRPr="000965DE">
        <w:rPr>
          <w:b/>
          <w:i/>
          <w:sz w:val="24"/>
          <w:szCs w:val="32"/>
          <w:lang w:val="ro-RO"/>
        </w:rPr>
        <w:t xml:space="preserve">În atenția: </w:t>
      </w:r>
    </w:p>
    <w:p w14:paraId="3696540F" w14:textId="78692DDF" w:rsidR="000965DE" w:rsidRDefault="000965DE" w:rsidP="000965DE">
      <w:pPr>
        <w:widowControl/>
        <w:autoSpaceDE/>
        <w:autoSpaceDN/>
        <w:adjustRightInd/>
        <w:jc w:val="both"/>
        <w:rPr>
          <w:b/>
          <w:sz w:val="24"/>
          <w:szCs w:val="32"/>
          <w:lang w:val="ro-RO"/>
        </w:rPr>
      </w:pPr>
      <w:r>
        <w:rPr>
          <w:b/>
          <w:sz w:val="24"/>
          <w:szCs w:val="32"/>
          <w:lang w:val="ro-RO"/>
        </w:rPr>
        <w:t>Conducerii Facultății de _______________</w:t>
      </w:r>
    </w:p>
    <w:p w14:paraId="7611AAE3" w14:textId="7C9DF05D" w:rsidR="000965DE" w:rsidRPr="00F57F5E" w:rsidRDefault="000965DE" w:rsidP="000965DE">
      <w:pPr>
        <w:widowControl/>
        <w:autoSpaceDE/>
        <w:autoSpaceDN/>
        <w:adjustRightInd/>
        <w:jc w:val="both"/>
        <w:rPr>
          <w:b/>
          <w:sz w:val="24"/>
          <w:szCs w:val="32"/>
          <w:lang w:val="ro-RO"/>
        </w:rPr>
      </w:pPr>
      <w:r>
        <w:rPr>
          <w:b/>
          <w:sz w:val="24"/>
          <w:szCs w:val="32"/>
          <w:lang w:val="ro-RO"/>
        </w:rPr>
        <w:t>Direcției Resurse Umane</w:t>
      </w:r>
    </w:p>
    <w:p w14:paraId="4010A271" w14:textId="5934B1E0" w:rsidR="00F57F5E" w:rsidRDefault="00F57F5E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</w:p>
    <w:p w14:paraId="63FD200D" w14:textId="77777777" w:rsidR="000965DE" w:rsidRDefault="000965DE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</w:p>
    <w:p w14:paraId="679B1A47" w14:textId="19584AF7" w:rsidR="000965DE" w:rsidRPr="000965DE" w:rsidRDefault="000965DE" w:rsidP="000965DE">
      <w:pPr>
        <w:widowControl/>
        <w:autoSpaceDE/>
        <w:autoSpaceDN/>
        <w:adjustRightInd/>
        <w:jc w:val="both"/>
        <w:rPr>
          <w:sz w:val="24"/>
          <w:szCs w:val="32"/>
          <w:lang w:val="ro-RO"/>
        </w:rPr>
      </w:pPr>
      <w:r w:rsidRPr="000965DE">
        <w:rPr>
          <w:sz w:val="24"/>
          <w:szCs w:val="32"/>
          <w:lang w:val="ro-RO"/>
        </w:rPr>
        <w:tab/>
        <w:t>Subsemnatul __________________________, D</w:t>
      </w:r>
      <w:r>
        <w:rPr>
          <w:sz w:val="24"/>
          <w:szCs w:val="32"/>
          <w:lang w:val="ro-RO"/>
        </w:rPr>
        <w:t xml:space="preserve">irectorul Departamentului _________________, vă transmit prezentul REFERAT privind propunerea de scoatere </w:t>
      </w:r>
      <w:r w:rsidR="001A6E77" w:rsidRPr="001A6E77">
        <w:rPr>
          <w:sz w:val="24"/>
          <w:szCs w:val="28"/>
          <w:lang w:val="ro-RO"/>
        </w:rPr>
        <w:t>la concurs pe perioadă determinată a posturilor didactice vacante de asistent universitar</w:t>
      </w:r>
      <w:r>
        <w:rPr>
          <w:sz w:val="24"/>
          <w:szCs w:val="28"/>
          <w:lang w:val="ro-RO"/>
        </w:rPr>
        <w:t xml:space="preserve"> aferente semestrului _______, anul universitar____________, după cum urmează:</w:t>
      </w:r>
    </w:p>
    <w:p w14:paraId="6261A9E4" w14:textId="2F0E4DCB" w:rsidR="001461A6" w:rsidRPr="00F57F5E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2"/>
          <w:szCs w:val="24"/>
          <w:lang w:val="ro-RO"/>
        </w:rPr>
      </w:pPr>
    </w:p>
    <w:tbl>
      <w:tblPr>
        <w:tblW w:w="0" w:type="auto"/>
        <w:tblBorders>
          <w:top w:val="single" w:sz="4" w:space="0" w:color="4B4B4B"/>
          <w:left w:val="single" w:sz="4" w:space="0" w:color="4B4B4B"/>
          <w:bottom w:val="single" w:sz="4" w:space="0" w:color="4B4B4B"/>
          <w:right w:val="single" w:sz="4" w:space="0" w:color="4B4B4B"/>
          <w:insideH w:val="single" w:sz="4" w:space="0" w:color="4B4B4B"/>
          <w:insideV w:val="single" w:sz="4" w:space="0" w:color="4B4B4B"/>
        </w:tblBorders>
        <w:tblLook w:val="04A0" w:firstRow="1" w:lastRow="0" w:firstColumn="1" w:lastColumn="0" w:noHBand="0" w:noVBand="1"/>
      </w:tblPr>
      <w:tblGrid>
        <w:gridCol w:w="2335"/>
        <w:gridCol w:w="2196"/>
        <w:gridCol w:w="5205"/>
      </w:tblGrid>
      <w:tr w:rsidR="001461A6" w:rsidRPr="00F57F5E" w14:paraId="70A72F50" w14:textId="77777777" w:rsidTr="000965DE">
        <w:tc>
          <w:tcPr>
            <w:tcW w:w="2335" w:type="dxa"/>
            <w:vAlign w:val="center"/>
          </w:tcPr>
          <w:p w14:paraId="57BF73C8" w14:textId="77777777" w:rsidR="001461A6" w:rsidRPr="00F57F5E" w:rsidRDefault="001461A6" w:rsidP="00205255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b/>
                <w:color w:val="181818"/>
                <w:sz w:val="24"/>
                <w:szCs w:val="28"/>
                <w:lang w:val="ro-RO"/>
              </w:rPr>
              <w:t>Denumire post</w:t>
            </w:r>
          </w:p>
        </w:tc>
        <w:tc>
          <w:tcPr>
            <w:tcW w:w="2196" w:type="dxa"/>
            <w:vAlign w:val="center"/>
          </w:tcPr>
          <w:p w14:paraId="66C9A555" w14:textId="77777777" w:rsidR="001461A6" w:rsidRPr="00F57F5E" w:rsidRDefault="001461A6" w:rsidP="00205255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b/>
                <w:color w:val="181818"/>
                <w:sz w:val="24"/>
                <w:szCs w:val="28"/>
                <w:lang w:val="ro-RO"/>
              </w:rPr>
              <w:t>Poziția în statul de funcții</w:t>
            </w:r>
          </w:p>
        </w:tc>
        <w:tc>
          <w:tcPr>
            <w:tcW w:w="5205" w:type="dxa"/>
            <w:vAlign w:val="center"/>
          </w:tcPr>
          <w:p w14:paraId="60D89A60" w14:textId="736C73C8" w:rsidR="001461A6" w:rsidRPr="00F57F5E" w:rsidRDefault="001461A6" w:rsidP="00205255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b/>
                <w:color w:val="181818"/>
                <w:sz w:val="24"/>
                <w:szCs w:val="28"/>
                <w:lang w:val="ro-RO"/>
              </w:rPr>
              <w:t>Disciplinele</w:t>
            </w:r>
            <w:r w:rsidR="00BB28BF" w:rsidRPr="00F57F5E">
              <w:rPr>
                <w:b/>
                <w:color w:val="181818"/>
                <w:sz w:val="24"/>
                <w:szCs w:val="28"/>
                <w:lang w:val="ro-RO"/>
              </w:rPr>
              <w:t xml:space="preserve"> din statul de funcții</w:t>
            </w:r>
          </w:p>
        </w:tc>
      </w:tr>
      <w:tr w:rsidR="001461A6" w:rsidRPr="00F57F5E" w14:paraId="4890A1D5" w14:textId="77777777" w:rsidTr="000965DE">
        <w:trPr>
          <w:trHeight w:val="917"/>
        </w:trPr>
        <w:tc>
          <w:tcPr>
            <w:tcW w:w="2335" w:type="dxa"/>
            <w:vAlign w:val="center"/>
          </w:tcPr>
          <w:p w14:paraId="58CEF31E" w14:textId="77777777" w:rsidR="001461A6" w:rsidRPr="00F57F5E" w:rsidRDefault="001461A6" w:rsidP="00205255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Asistent universitar</w:t>
            </w:r>
          </w:p>
        </w:tc>
        <w:tc>
          <w:tcPr>
            <w:tcW w:w="2196" w:type="dxa"/>
            <w:vAlign w:val="center"/>
          </w:tcPr>
          <w:p w14:paraId="1651A4D6" w14:textId="1A636D7F" w:rsidR="001461A6" w:rsidRPr="00F57F5E" w:rsidRDefault="001461A6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 xml:space="preserve">Poziția </w:t>
            </w:r>
            <w:r w:rsidR="00BB28BF" w:rsidRPr="00F57F5E">
              <w:rPr>
                <w:color w:val="181818"/>
                <w:sz w:val="24"/>
                <w:szCs w:val="28"/>
                <w:lang w:val="ro-RO"/>
              </w:rPr>
              <w:t>____</w:t>
            </w:r>
          </w:p>
        </w:tc>
        <w:tc>
          <w:tcPr>
            <w:tcW w:w="5205" w:type="dxa"/>
            <w:vAlign w:val="center"/>
          </w:tcPr>
          <w:p w14:paraId="552D5E89" w14:textId="16B1CA93" w:rsidR="001461A6" w:rsidRPr="00F57F5E" w:rsidRDefault="00BB28BF" w:rsidP="00205255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…..</w:t>
            </w:r>
          </w:p>
        </w:tc>
      </w:tr>
      <w:tr w:rsidR="001A6E77" w:rsidRPr="00F57F5E" w14:paraId="764C1C13" w14:textId="77777777" w:rsidTr="000965DE">
        <w:trPr>
          <w:trHeight w:val="728"/>
        </w:trPr>
        <w:tc>
          <w:tcPr>
            <w:tcW w:w="2335" w:type="dxa"/>
            <w:vAlign w:val="center"/>
          </w:tcPr>
          <w:p w14:paraId="6F9D5014" w14:textId="34979273" w:rsidR="001A6E77" w:rsidRPr="00F57F5E" w:rsidRDefault="001A6E77" w:rsidP="001A6E77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Asistent universitar</w:t>
            </w:r>
          </w:p>
        </w:tc>
        <w:tc>
          <w:tcPr>
            <w:tcW w:w="2196" w:type="dxa"/>
            <w:vAlign w:val="center"/>
          </w:tcPr>
          <w:p w14:paraId="0115F818" w14:textId="0AED8E3B" w:rsidR="001A6E77" w:rsidRPr="00F57F5E" w:rsidRDefault="001A6E77" w:rsidP="001A6E77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Poziția ____</w:t>
            </w:r>
          </w:p>
        </w:tc>
        <w:tc>
          <w:tcPr>
            <w:tcW w:w="5205" w:type="dxa"/>
            <w:vAlign w:val="center"/>
          </w:tcPr>
          <w:p w14:paraId="42DB68B1" w14:textId="0D57D6A1" w:rsidR="001A6E77" w:rsidRPr="00F57F5E" w:rsidRDefault="001A6E77" w:rsidP="001A6E77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…..</w:t>
            </w:r>
          </w:p>
        </w:tc>
      </w:tr>
      <w:tr w:rsidR="001A6E77" w:rsidRPr="00F57F5E" w14:paraId="7928E07B" w14:textId="77777777" w:rsidTr="000965DE">
        <w:trPr>
          <w:trHeight w:val="1052"/>
        </w:trPr>
        <w:tc>
          <w:tcPr>
            <w:tcW w:w="2335" w:type="dxa"/>
            <w:vAlign w:val="center"/>
          </w:tcPr>
          <w:p w14:paraId="60DDFF09" w14:textId="02818BD1" w:rsidR="001A6E77" w:rsidRPr="00F57F5E" w:rsidRDefault="001A6E77" w:rsidP="001A6E77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Asistent universitar</w:t>
            </w:r>
          </w:p>
        </w:tc>
        <w:tc>
          <w:tcPr>
            <w:tcW w:w="2196" w:type="dxa"/>
            <w:vAlign w:val="center"/>
          </w:tcPr>
          <w:p w14:paraId="218537AE" w14:textId="3EDD78DD" w:rsidR="001A6E77" w:rsidRPr="00F57F5E" w:rsidRDefault="001A6E77" w:rsidP="001A6E77">
            <w:pPr>
              <w:jc w:val="center"/>
              <w:rPr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Poziția ____</w:t>
            </w:r>
          </w:p>
        </w:tc>
        <w:tc>
          <w:tcPr>
            <w:tcW w:w="5205" w:type="dxa"/>
            <w:vAlign w:val="center"/>
          </w:tcPr>
          <w:p w14:paraId="3FCEBCAC" w14:textId="31FEF096" w:rsidR="001A6E77" w:rsidRPr="00F57F5E" w:rsidRDefault="001A6E77" w:rsidP="001A6E77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…..</w:t>
            </w:r>
          </w:p>
        </w:tc>
      </w:tr>
    </w:tbl>
    <w:p w14:paraId="73D3F6FC" w14:textId="77777777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09B3C67A" w14:textId="50D666CF" w:rsidR="00F57F5E" w:rsidRDefault="000965D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  <w:r>
        <w:rPr>
          <w:sz w:val="24"/>
          <w:szCs w:val="28"/>
          <w:lang w:val="ro-RO"/>
        </w:rPr>
        <w:t>Menționez că prezentul Referat este avizat favorabil de către Consiliul Departamentului _________.</w:t>
      </w:r>
    </w:p>
    <w:p w14:paraId="1FD28488" w14:textId="6A331F95" w:rsidR="000965DE" w:rsidRDefault="000965D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26996CF2" w14:textId="06C6CA85" w:rsidR="00205255" w:rsidRPr="000965DE" w:rsidRDefault="000965DE" w:rsidP="000965DE">
      <w:pPr>
        <w:widowControl/>
        <w:autoSpaceDE/>
        <w:autoSpaceDN/>
        <w:adjustRightInd/>
        <w:jc w:val="center"/>
        <w:rPr>
          <w:b/>
          <w:sz w:val="24"/>
          <w:szCs w:val="28"/>
          <w:lang w:val="ro-RO"/>
        </w:rPr>
      </w:pPr>
      <w:r w:rsidRPr="000965DE">
        <w:rPr>
          <w:b/>
          <w:sz w:val="24"/>
          <w:szCs w:val="28"/>
          <w:lang w:val="ro-RO"/>
        </w:rPr>
        <w:t>AVIZ CONSILIUL DEPARTAMENTULUI</w:t>
      </w:r>
    </w:p>
    <w:p w14:paraId="6A7615D5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4F306A0A" w14:textId="707BE42F" w:rsidR="00205255" w:rsidRPr="00F57F5E" w:rsidRDefault="00205255" w:rsidP="00205255">
      <w:pPr>
        <w:widowControl/>
        <w:autoSpaceDE/>
        <w:autoSpaceDN/>
        <w:adjustRightInd/>
        <w:rPr>
          <w:b/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Director de departament</w:t>
      </w:r>
      <w:r w:rsidRPr="00F57F5E">
        <w:rPr>
          <w:sz w:val="24"/>
          <w:szCs w:val="28"/>
          <w:lang w:val="ro-RO"/>
        </w:rPr>
        <w:tab/>
      </w:r>
      <w:r w:rsidR="007A3476" w:rsidRPr="00F57F5E">
        <w:rPr>
          <w:b/>
          <w:color w:val="000000"/>
          <w:sz w:val="24"/>
          <w:szCs w:val="28"/>
          <w:lang w:val="ro-RO"/>
        </w:rPr>
        <w:t>_________________________________</w:t>
      </w:r>
    </w:p>
    <w:p w14:paraId="0F60DD6C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121B3F45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3503323D" w14:textId="031DB8E9" w:rsidR="00205255" w:rsidRPr="00F57F5E" w:rsidRDefault="00205255" w:rsidP="00205255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="00BB28BF" w:rsidRPr="00F57F5E">
        <w:rPr>
          <w:b/>
          <w:sz w:val="24"/>
          <w:szCs w:val="28"/>
          <w:lang w:val="ro-RO"/>
        </w:rPr>
        <w:t>____________________________</w:t>
      </w:r>
    </w:p>
    <w:p w14:paraId="56AB0B13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50934B14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379FC2D9" w14:textId="77777777" w:rsidR="00BB28BF" w:rsidRPr="00F57F5E" w:rsidRDefault="00BB28BF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p w14:paraId="40A61A23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3F458502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0702DC92" w14:textId="77777777" w:rsidR="00BB28BF" w:rsidRPr="00F57F5E" w:rsidRDefault="00BB28BF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p w14:paraId="4DC2B15E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b/>
          <w:sz w:val="24"/>
          <w:szCs w:val="28"/>
          <w:lang w:val="ro-RO"/>
        </w:rPr>
      </w:pPr>
    </w:p>
    <w:p w14:paraId="411B4D52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b/>
          <w:sz w:val="24"/>
          <w:szCs w:val="28"/>
          <w:lang w:val="ro-RO"/>
        </w:rPr>
      </w:pPr>
    </w:p>
    <w:p w14:paraId="47DACEEF" w14:textId="72306615" w:rsidR="005C0C6E" w:rsidRPr="00F57F5E" w:rsidRDefault="00BB28BF" w:rsidP="000965DE">
      <w:pPr>
        <w:widowControl/>
        <w:autoSpaceDE/>
        <w:autoSpaceDN/>
        <w:adjustRightInd/>
        <w:rPr>
          <w:sz w:val="18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  <w:bookmarkEnd w:id="0"/>
    </w:p>
    <w:sectPr w:rsidR="005C0C6E" w:rsidRPr="00F57F5E" w:rsidSect="007A3476">
      <w:headerReference w:type="default" r:id="rId7"/>
      <w:pgSz w:w="11906" w:h="16838"/>
      <w:pgMar w:top="1350" w:right="1080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3917D" w14:textId="77777777" w:rsidR="00F374D9" w:rsidRDefault="00F374D9" w:rsidP="00D2536B">
      <w:r>
        <w:separator/>
      </w:r>
    </w:p>
  </w:endnote>
  <w:endnote w:type="continuationSeparator" w:id="0">
    <w:p w14:paraId="310B3126" w14:textId="77777777" w:rsidR="00F374D9" w:rsidRDefault="00F374D9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430A8" w14:textId="77777777" w:rsidR="00F374D9" w:rsidRDefault="00F374D9" w:rsidP="00D2536B">
      <w:r>
        <w:separator/>
      </w:r>
    </w:p>
  </w:footnote>
  <w:footnote w:type="continuationSeparator" w:id="0">
    <w:p w14:paraId="31ABC7FE" w14:textId="77777777" w:rsidR="00F374D9" w:rsidRDefault="00F374D9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AA52C" w14:textId="6734D33F" w:rsidR="00205255" w:rsidRDefault="00D3189E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241307A4" wp14:editId="3E2110B9">
          <wp:simplePos x="0" y="0"/>
          <wp:positionH relativeFrom="page">
            <wp:posOffset>2428875</wp:posOffset>
          </wp:positionH>
          <wp:positionV relativeFrom="paragraph">
            <wp:posOffset>-323850</wp:posOffset>
          </wp:positionV>
          <wp:extent cx="2295525" cy="600075"/>
          <wp:effectExtent l="0" t="0" r="9525" b="9525"/>
          <wp:wrapNone/>
          <wp:docPr id="4" name="Picture 31" descr="Text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Text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AF3DD0" w14:textId="38645DE8" w:rsidR="00205255" w:rsidRDefault="00F57F5E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0" wp14:anchorId="41BDD915" wp14:editId="24B52A96">
          <wp:simplePos x="0" y="0"/>
          <wp:positionH relativeFrom="column">
            <wp:posOffset>753745</wp:posOffset>
          </wp:positionH>
          <wp:positionV relativeFrom="paragraph">
            <wp:posOffset>125730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53DA1" w14:textId="1BAE565B" w:rsidR="00205255" w:rsidRPr="00D2536B" w:rsidRDefault="00205255" w:rsidP="00D2536B">
    <w:pPr>
      <w:pStyle w:val="Header"/>
    </w:pPr>
    <w: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B754C"/>
    <w:multiLevelType w:val="hybridMultilevel"/>
    <w:tmpl w:val="63483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4500B"/>
    <w:multiLevelType w:val="hybridMultilevel"/>
    <w:tmpl w:val="F1608FE2"/>
    <w:lvl w:ilvl="0" w:tplc="94C48DF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276868"/>
    <w:multiLevelType w:val="hybridMultilevel"/>
    <w:tmpl w:val="AB485DC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52BCF"/>
    <w:multiLevelType w:val="hybridMultilevel"/>
    <w:tmpl w:val="891A44A8"/>
    <w:lvl w:ilvl="0" w:tplc="C4322D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327AD5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3E7B4A"/>
    <w:multiLevelType w:val="hybridMultilevel"/>
    <w:tmpl w:val="B46ACCA0"/>
    <w:lvl w:ilvl="0" w:tplc="909ACACE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0A"/>
    <w:rsid w:val="000203DB"/>
    <w:rsid w:val="00050A2F"/>
    <w:rsid w:val="000965DE"/>
    <w:rsid w:val="001461A6"/>
    <w:rsid w:val="001875D4"/>
    <w:rsid w:val="001A6E77"/>
    <w:rsid w:val="001E34B8"/>
    <w:rsid w:val="00205255"/>
    <w:rsid w:val="002A19B5"/>
    <w:rsid w:val="002F1287"/>
    <w:rsid w:val="002F50CB"/>
    <w:rsid w:val="002F584D"/>
    <w:rsid w:val="0031217D"/>
    <w:rsid w:val="003313A7"/>
    <w:rsid w:val="00366D36"/>
    <w:rsid w:val="003F0517"/>
    <w:rsid w:val="00425993"/>
    <w:rsid w:val="004915CF"/>
    <w:rsid w:val="004A5472"/>
    <w:rsid w:val="004D7E7E"/>
    <w:rsid w:val="00531846"/>
    <w:rsid w:val="005A4B1E"/>
    <w:rsid w:val="005C0C6E"/>
    <w:rsid w:val="0060211A"/>
    <w:rsid w:val="00603FDF"/>
    <w:rsid w:val="00622C2F"/>
    <w:rsid w:val="00631F67"/>
    <w:rsid w:val="0065118D"/>
    <w:rsid w:val="00685BF9"/>
    <w:rsid w:val="006940D7"/>
    <w:rsid w:val="00696A22"/>
    <w:rsid w:val="006A1CA7"/>
    <w:rsid w:val="00721FD4"/>
    <w:rsid w:val="00750481"/>
    <w:rsid w:val="00756E23"/>
    <w:rsid w:val="007930D6"/>
    <w:rsid w:val="007A3476"/>
    <w:rsid w:val="007B29A5"/>
    <w:rsid w:val="007E1174"/>
    <w:rsid w:val="00806446"/>
    <w:rsid w:val="00874B53"/>
    <w:rsid w:val="008C7E40"/>
    <w:rsid w:val="00903991"/>
    <w:rsid w:val="009669B9"/>
    <w:rsid w:val="0098380A"/>
    <w:rsid w:val="009B14B8"/>
    <w:rsid w:val="009B6E45"/>
    <w:rsid w:val="009F4B93"/>
    <w:rsid w:val="00AB1260"/>
    <w:rsid w:val="00AB51E0"/>
    <w:rsid w:val="00AE5FD9"/>
    <w:rsid w:val="00B509CE"/>
    <w:rsid w:val="00B8495B"/>
    <w:rsid w:val="00BB28BF"/>
    <w:rsid w:val="00BE5CBF"/>
    <w:rsid w:val="00C024FC"/>
    <w:rsid w:val="00C606D5"/>
    <w:rsid w:val="00C82C73"/>
    <w:rsid w:val="00CC59E3"/>
    <w:rsid w:val="00D07E73"/>
    <w:rsid w:val="00D2536B"/>
    <w:rsid w:val="00D3189E"/>
    <w:rsid w:val="00D9652B"/>
    <w:rsid w:val="00DD010A"/>
    <w:rsid w:val="00E0250C"/>
    <w:rsid w:val="00E1618E"/>
    <w:rsid w:val="00E86118"/>
    <w:rsid w:val="00EE6EBF"/>
    <w:rsid w:val="00F374D9"/>
    <w:rsid w:val="00F57F5E"/>
    <w:rsid w:val="00F6087F"/>
    <w:rsid w:val="00F71F27"/>
    <w:rsid w:val="00F76767"/>
    <w:rsid w:val="00F84B39"/>
    <w:rsid w:val="00FA1C0A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247CF"/>
  <w15:chartTrackingRefBased/>
  <w15:docId w15:val="{70D9247A-6636-4777-AFE3-3AE4FE12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1A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F57F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ilu\Pneumo\Departament\Acte%20oficiale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6</TotalTime>
  <Pages>1</Pages>
  <Words>174</Words>
  <Characters>1013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Nume departament</dc:description>
  <cp:lastModifiedBy>PC</cp:lastModifiedBy>
  <cp:revision>6</cp:revision>
  <dcterms:created xsi:type="dcterms:W3CDTF">2024-01-25T12:09:00Z</dcterms:created>
  <dcterms:modified xsi:type="dcterms:W3CDTF">2024-04-04T06:47:00Z</dcterms:modified>
</cp:coreProperties>
</file>