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7D4DB6" w14:textId="569FA3E0" w:rsidR="004F07D0" w:rsidRDefault="004F07D0" w:rsidP="004F07D0">
      <w:pPr>
        <w:ind w:firstLine="720"/>
        <w:jc w:val="right"/>
        <w:rPr>
          <w:rFonts w:ascii="Arial" w:hAnsi="Arial" w:cs="Arial"/>
          <w:b/>
          <w:sz w:val="24"/>
          <w:szCs w:val="24"/>
          <w:lang w:val="en-GB"/>
        </w:rPr>
      </w:pPr>
      <w:r>
        <w:rPr>
          <w:b/>
        </w:rPr>
        <w:t xml:space="preserve">Anexa nr.  Cod: UMFVBT - </w:t>
      </w:r>
      <w:r w:rsidRPr="00AB13B1">
        <w:rPr>
          <w:b/>
        </w:rPr>
        <w:t>PS – CEACE-CSUD/27/2025</w:t>
      </w:r>
      <w:r>
        <w:rPr>
          <w:b/>
        </w:rPr>
        <w:t xml:space="preserve"> - 0</w:t>
      </w:r>
      <w:r>
        <w:rPr>
          <w:b/>
        </w:rPr>
        <w:t>3</w:t>
      </w:r>
    </w:p>
    <w:p w14:paraId="1D3B6ACF" w14:textId="77777777" w:rsidR="004F07D0" w:rsidRDefault="004F07D0" w:rsidP="000D370E">
      <w:pPr>
        <w:pStyle w:val="Heading2"/>
        <w:spacing w:after="592"/>
        <w:ind w:left="720" w:right="624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</w:p>
    <w:p w14:paraId="7A8800C5" w14:textId="24459A41" w:rsidR="003515F8" w:rsidRPr="003515F8" w:rsidRDefault="003515F8" w:rsidP="000D370E">
      <w:pPr>
        <w:pStyle w:val="Heading2"/>
        <w:spacing w:after="592"/>
        <w:ind w:left="720" w:right="624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515F8">
        <w:rPr>
          <w:rFonts w:ascii="Times New Roman" w:hAnsi="Times New Roman" w:cs="Times New Roman"/>
          <w:b/>
          <w:sz w:val="28"/>
          <w:szCs w:val="24"/>
        </w:rPr>
        <w:t>PROCES VERBAL</w:t>
      </w:r>
    </w:p>
    <w:p w14:paraId="4E92706A" w14:textId="5450872F" w:rsidR="003515F8" w:rsidRDefault="002E7786" w:rsidP="003515F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Î</w:t>
      </w:r>
      <w:r w:rsidR="003515F8" w:rsidRPr="003515F8">
        <w:rPr>
          <w:rFonts w:ascii="Times New Roman" w:hAnsi="Times New Roman"/>
          <w:sz w:val="24"/>
          <w:szCs w:val="24"/>
        </w:rPr>
        <w:t>ncheiat azi ....</w:t>
      </w:r>
      <w:r w:rsidR="00937A84">
        <w:rPr>
          <w:rFonts w:ascii="Times New Roman" w:hAnsi="Times New Roman"/>
          <w:sz w:val="24"/>
          <w:szCs w:val="24"/>
        </w:rPr>
        <w:t>.........</w:t>
      </w:r>
      <w:r w:rsidR="003515F8" w:rsidRPr="003515F8">
        <w:rPr>
          <w:rFonts w:ascii="Times New Roman" w:hAnsi="Times New Roman"/>
          <w:sz w:val="24"/>
          <w:szCs w:val="24"/>
        </w:rPr>
        <w:t>.. orele ...</w:t>
      </w:r>
      <w:r w:rsidR="00937A84">
        <w:rPr>
          <w:rFonts w:ascii="Times New Roman" w:hAnsi="Times New Roman"/>
          <w:sz w:val="24"/>
          <w:szCs w:val="24"/>
        </w:rPr>
        <w:t>......</w:t>
      </w:r>
      <w:r w:rsidR="003515F8" w:rsidRPr="003515F8">
        <w:rPr>
          <w:rFonts w:ascii="Times New Roman" w:hAnsi="Times New Roman"/>
          <w:sz w:val="24"/>
          <w:szCs w:val="24"/>
        </w:rPr>
        <w:t>.... la ..................</w:t>
      </w:r>
      <w:r w:rsidR="00937A84">
        <w:rPr>
          <w:rFonts w:ascii="Times New Roman" w:hAnsi="Times New Roman"/>
          <w:sz w:val="24"/>
          <w:szCs w:val="24"/>
        </w:rPr>
        <w:t>...................</w:t>
      </w:r>
      <w:r w:rsidR="003515F8" w:rsidRPr="003515F8">
        <w:rPr>
          <w:rFonts w:ascii="Times New Roman" w:hAnsi="Times New Roman"/>
          <w:sz w:val="24"/>
          <w:szCs w:val="24"/>
        </w:rPr>
        <w:t>.....................</w:t>
      </w:r>
      <w:r>
        <w:rPr>
          <w:rFonts w:ascii="Times New Roman" w:hAnsi="Times New Roman"/>
          <w:sz w:val="24"/>
          <w:szCs w:val="24"/>
        </w:rPr>
        <w:t>............, cu ocazia verifică</w:t>
      </w:r>
      <w:r w:rsidR="003515F8" w:rsidRPr="003515F8">
        <w:rPr>
          <w:rFonts w:ascii="Times New Roman" w:hAnsi="Times New Roman"/>
          <w:sz w:val="24"/>
          <w:szCs w:val="24"/>
        </w:rPr>
        <w:t>rilor efectu</w:t>
      </w:r>
      <w:r>
        <w:rPr>
          <w:rFonts w:ascii="Times New Roman" w:hAnsi="Times New Roman"/>
          <w:sz w:val="24"/>
          <w:szCs w:val="24"/>
        </w:rPr>
        <w:t>ate la Universitatea de Medicină și Farmacie „Victor Babeș" din Timiș</w:t>
      </w:r>
      <w:r w:rsidR="003515F8" w:rsidRPr="003515F8">
        <w:rPr>
          <w:rFonts w:ascii="Times New Roman" w:hAnsi="Times New Roman"/>
          <w:sz w:val="24"/>
          <w:szCs w:val="24"/>
        </w:rPr>
        <w:t>oara:</w:t>
      </w:r>
    </w:p>
    <w:p w14:paraId="64E429E6" w14:textId="77777777" w:rsidR="001539C3" w:rsidRDefault="001539C3" w:rsidP="003515F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680AB5B4" w14:textId="5EADE5B4" w:rsidR="003515F8" w:rsidRDefault="001539C3" w:rsidP="003515F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1539C3">
        <w:rPr>
          <w:rFonts w:ascii="Times New Roman" w:hAnsi="Times New Roman"/>
          <w:sz w:val="24"/>
          <w:szCs w:val="24"/>
        </w:rPr>
        <w:t>STUDII UNIVERSITARE DE DOCTORAT</w:t>
      </w:r>
    </w:p>
    <w:p w14:paraId="50522233" w14:textId="54AFDF79" w:rsidR="003278AA" w:rsidRPr="003515F8" w:rsidRDefault="003278AA" w:rsidP="003515F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Domeniul </w:t>
      </w:r>
      <w:r w:rsidRPr="003278AA">
        <w:rPr>
          <w:rFonts w:ascii="Times New Roman" w:hAnsi="Times New Roman"/>
          <w:sz w:val="24"/>
          <w:szCs w:val="24"/>
        </w:rPr>
        <w:t>MEDICINĂ / MEDICINĂ DENTARĂ/ FARMACIE</w:t>
      </w:r>
    </w:p>
    <w:p w14:paraId="62EF6D3F" w14:textId="4D75DEE4" w:rsidR="003515F8" w:rsidRDefault="003515F8" w:rsidP="003515F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515F8">
        <w:rPr>
          <w:rFonts w:ascii="Times New Roman" w:hAnsi="Times New Roman"/>
          <w:sz w:val="24"/>
          <w:szCs w:val="24"/>
        </w:rPr>
        <w:t>Disciplina....................................</w:t>
      </w:r>
      <w:r w:rsidR="000D370E">
        <w:rPr>
          <w:rFonts w:ascii="Times New Roman" w:hAnsi="Times New Roman"/>
          <w:sz w:val="24"/>
          <w:szCs w:val="24"/>
        </w:rPr>
        <w:t>.................................................</w:t>
      </w:r>
    </w:p>
    <w:p w14:paraId="75141A98" w14:textId="77777777" w:rsidR="003515F8" w:rsidRDefault="003515F8" w:rsidP="003515F8">
      <w:pPr>
        <w:tabs>
          <w:tab w:val="center" w:pos="6336"/>
        </w:tabs>
        <w:spacing w:after="24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163EE274" w14:textId="12A80E2F" w:rsidR="003515F8" w:rsidRPr="003515F8" w:rsidRDefault="002E7786" w:rsidP="003515F8">
      <w:pPr>
        <w:tabs>
          <w:tab w:val="center" w:pos="6336"/>
        </w:tabs>
        <w:spacing w:after="24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Reprezentanț</w:t>
      </w:r>
      <w:r w:rsidR="003515F8" w:rsidRPr="003515F8">
        <w:rPr>
          <w:rFonts w:ascii="Times New Roman" w:hAnsi="Times New Roman"/>
          <w:sz w:val="24"/>
          <w:szCs w:val="24"/>
        </w:rPr>
        <w:t>i  CEACE-CSUD</w:t>
      </w:r>
      <w:r w:rsidR="003515F8" w:rsidRPr="003515F8">
        <w:rPr>
          <w:rFonts w:ascii="Times New Roman" w:hAnsi="Times New Roman"/>
          <w:sz w:val="24"/>
          <w:szCs w:val="24"/>
        </w:rPr>
        <w:tab/>
        <w:t>Semnatura</w:t>
      </w:r>
    </w:p>
    <w:p w14:paraId="198DAACA" w14:textId="24365EE5" w:rsidR="003515F8" w:rsidRPr="003515F8" w:rsidRDefault="003515F8" w:rsidP="003515F8">
      <w:pPr>
        <w:spacing w:after="240" w:line="240" w:lineRule="auto"/>
        <w:ind w:left="720" w:right="1382"/>
        <w:jc w:val="both"/>
        <w:rPr>
          <w:rFonts w:ascii="Times New Roman" w:hAnsi="Times New Roman"/>
          <w:sz w:val="24"/>
          <w:szCs w:val="24"/>
        </w:rPr>
      </w:pPr>
      <w:r w:rsidRPr="003515F8">
        <w:rPr>
          <w:rFonts w:ascii="Times New Roman" w:hAnsi="Times New Roman"/>
          <w:sz w:val="24"/>
          <w:szCs w:val="24"/>
        </w:rPr>
        <w:t xml:space="preserve">........................................................                                                       </w:t>
      </w:r>
    </w:p>
    <w:p w14:paraId="537E9BE2" w14:textId="1B7A88F5" w:rsidR="003515F8" w:rsidRDefault="003515F8" w:rsidP="003515F8">
      <w:pPr>
        <w:spacing w:after="240" w:line="240" w:lineRule="auto"/>
        <w:ind w:left="720" w:right="13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</w:t>
      </w:r>
    </w:p>
    <w:p w14:paraId="489A81E6" w14:textId="063ABE44" w:rsidR="003515F8" w:rsidRDefault="003515F8" w:rsidP="003515F8">
      <w:pPr>
        <w:spacing w:after="240" w:line="240" w:lineRule="auto"/>
        <w:ind w:left="720" w:right="13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</w:t>
      </w:r>
    </w:p>
    <w:p w14:paraId="16A1D786" w14:textId="77777777" w:rsidR="003515F8" w:rsidRPr="003515F8" w:rsidRDefault="003515F8" w:rsidP="003515F8">
      <w:pPr>
        <w:spacing w:after="0" w:line="240" w:lineRule="auto"/>
        <w:ind w:left="720" w:right="1382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6821" w:type="dxa"/>
        <w:tblInd w:w="5" w:type="dxa"/>
        <w:tblCellMar>
          <w:top w:w="9" w:type="dxa"/>
        </w:tblCellMar>
        <w:tblLook w:val="04A0" w:firstRow="1" w:lastRow="0" w:firstColumn="1" w:lastColumn="0" w:noHBand="0" w:noVBand="1"/>
      </w:tblPr>
      <w:tblGrid>
        <w:gridCol w:w="5074"/>
        <w:gridCol w:w="1747"/>
      </w:tblGrid>
      <w:tr w:rsidR="003515F8" w:rsidRPr="003515F8" w14:paraId="3A860CD3" w14:textId="77777777" w:rsidTr="00A848C6">
        <w:trPr>
          <w:trHeight w:val="257"/>
        </w:trPr>
        <w:tc>
          <w:tcPr>
            <w:tcW w:w="5798" w:type="dxa"/>
            <w:tcBorders>
              <w:top w:val="nil"/>
              <w:left w:val="nil"/>
              <w:bottom w:val="nil"/>
              <w:right w:val="nil"/>
            </w:tcBorders>
          </w:tcPr>
          <w:p w14:paraId="6ADDC259" w14:textId="05AD4E6D" w:rsidR="003515F8" w:rsidRPr="003515F8" w:rsidRDefault="00937A84" w:rsidP="000D370E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Reprezentant</w:t>
            </w:r>
            <w:r w:rsidR="000D3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786">
              <w:rPr>
                <w:rFonts w:ascii="Times New Roman" w:hAnsi="Times New Roman" w:cs="Times New Roman"/>
                <w:sz w:val="24"/>
                <w:szCs w:val="24"/>
              </w:rPr>
              <w:t>Disciplină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14:paraId="5875CEA9" w14:textId="77777777" w:rsidR="003515F8" w:rsidRPr="003515F8" w:rsidRDefault="003515F8" w:rsidP="003515F8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5F8">
              <w:rPr>
                <w:rFonts w:ascii="Times New Roman" w:hAnsi="Times New Roman" w:cs="Times New Roman"/>
                <w:sz w:val="24"/>
                <w:szCs w:val="24"/>
              </w:rPr>
              <w:t>Semnatura</w:t>
            </w:r>
          </w:p>
        </w:tc>
      </w:tr>
      <w:tr w:rsidR="003515F8" w:rsidRPr="003515F8" w14:paraId="0FDE3F06" w14:textId="77777777" w:rsidTr="00A848C6">
        <w:trPr>
          <w:trHeight w:val="257"/>
        </w:trPr>
        <w:tc>
          <w:tcPr>
            <w:tcW w:w="5798" w:type="dxa"/>
            <w:tcBorders>
              <w:top w:val="nil"/>
              <w:left w:val="nil"/>
              <w:bottom w:val="nil"/>
              <w:right w:val="nil"/>
            </w:tcBorders>
          </w:tcPr>
          <w:p w14:paraId="033BC7F9" w14:textId="77777777" w:rsidR="003515F8" w:rsidRPr="003515F8" w:rsidRDefault="003515F8" w:rsidP="003515F8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14:paraId="27735DB2" w14:textId="77777777" w:rsidR="003515F8" w:rsidRPr="003515F8" w:rsidRDefault="003515F8" w:rsidP="003515F8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822D40A" w14:textId="18E48F12" w:rsidR="003515F8" w:rsidRDefault="003515F8" w:rsidP="003515F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68ED7647" w14:textId="77777777" w:rsidR="003515F8" w:rsidRDefault="003515F8" w:rsidP="003515F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4DEE45BA" w14:textId="130A9461" w:rsidR="003515F8" w:rsidRDefault="002E7786" w:rsidP="003515F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Cu ocazia verificării efectuate azi în cadrul evaluării și asigurării calității educaționale ș</w:t>
      </w:r>
      <w:r w:rsidR="003515F8" w:rsidRPr="003515F8">
        <w:rPr>
          <w:rFonts w:ascii="Times New Roman" w:hAnsi="Times New Roman"/>
          <w:sz w:val="24"/>
          <w:szCs w:val="24"/>
        </w:rPr>
        <w:t>i a proce</w:t>
      </w:r>
      <w:r>
        <w:rPr>
          <w:rFonts w:ascii="Times New Roman" w:hAnsi="Times New Roman"/>
          <w:sz w:val="24"/>
          <w:szCs w:val="24"/>
        </w:rPr>
        <w:t>sului didactic am constatat urmă</w:t>
      </w:r>
      <w:r w:rsidR="003515F8" w:rsidRPr="003515F8">
        <w:rPr>
          <w:rFonts w:ascii="Times New Roman" w:hAnsi="Times New Roman"/>
          <w:sz w:val="24"/>
          <w:szCs w:val="24"/>
        </w:rPr>
        <w:t>toarele aspecte:</w:t>
      </w:r>
    </w:p>
    <w:p w14:paraId="31A1E446" w14:textId="77777777" w:rsidR="003515F8" w:rsidRPr="003515F8" w:rsidRDefault="003515F8" w:rsidP="003515F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48F5C5EA" w14:textId="53FC419A" w:rsidR="003515F8" w:rsidRPr="003515F8" w:rsidRDefault="002E7786" w:rsidP="003515F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l. Prezența cadrelor didactice ș</w:t>
      </w:r>
      <w:r w:rsidR="003515F8" w:rsidRPr="003515F8">
        <w:rPr>
          <w:rFonts w:ascii="Times New Roman" w:hAnsi="Times New Roman"/>
          <w:sz w:val="24"/>
          <w:szCs w:val="24"/>
        </w:rPr>
        <w:t>i stu</w:t>
      </w:r>
      <w:r>
        <w:rPr>
          <w:rFonts w:ascii="Times New Roman" w:hAnsi="Times New Roman"/>
          <w:sz w:val="24"/>
          <w:szCs w:val="24"/>
        </w:rPr>
        <w:t>denț</w:t>
      </w:r>
      <w:r w:rsidR="003515F8" w:rsidRPr="003515F8">
        <w:rPr>
          <w:rFonts w:ascii="Times New Roman" w:hAnsi="Times New Roman"/>
          <w:sz w:val="24"/>
          <w:szCs w:val="24"/>
        </w:rPr>
        <w:t>ilor</w:t>
      </w:r>
      <w:r>
        <w:rPr>
          <w:rFonts w:ascii="Times New Roman" w:hAnsi="Times New Roman"/>
          <w:sz w:val="24"/>
          <w:szCs w:val="24"/>
        </w:rPr>
        <w:t xml:space="preserve"> doctoranzi</w:t>
      </w:r>
      <w:r w:rsidR="003515F8" w:rsidRPr="003515F8">
        <w:rPr>
          <w:rFonts w:ascii="Times New Roman" w:hAnsi="Times New Roman"/>
          <w:sz w:val="24"/>
          <w:szCs w:val="24"/>
        </w:rPr>
        <w:t xml:space="preserve"> la curs /stagii /examen.</w:t>
      </w:r>
    </w:p>
    <w:p w14:paraId="17B67794" w14:textId="2ABF305E" w:rsidR="003515F8" w:rsidRDefault="003515F8" w:rsidP="003515F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515F8">
        <w:rPr>
          <w:rFonts w:ascii="Times New Roman" w:hAnsi="Times New Roman"/>
          <w:sz w:val="24"/>
          <w:szCs w:val="24"/>
        </w:rPr>
        <w:t>DA/NU</w:t>
      </w:r>
    </w:p>
    <w:p w14:paraId="03AF3EF3" w14:textId="77777777" w:rsidR="003515F8" w:rsidRPr="003515F8" w:rsidRDefault="003515F8" w:rsidP="003515F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4E162CE0" w14:textId="05917065" w:rsidR="003515F8" w:rsidRPr="003515F8" w:rsidRDefault="002E7786" w:rsidP="003515F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Ținuta ș</w:t>
      </w:r>
      <w:r w:rsidR="003515F8" w:rsidRPr="003515F8">
        <w:rPr>
          <w:rFonts w:ascii="Times New Roman" w:hAnsi="Times New Roman"/>
          <w:sz w:val="24"/>
          <w:szCs w:val="24"/>
        </w:rPr>
        <w:t>i l</w:t>
      </w:r>
      <w:r>
        <w:rPr>
          <w:rFonts w:ascii="Times New Roman" w:hAnsi="Times New Roman"/>
          <w:sz w:val="24"/>
          <w:szCs w:val="24"/>
        </w:rPr>
        <w:t>imbajul (academic) este adecvată atât la cadre didactice cât și la studenț</w:t>
      </w:r>
      <w:r w:rsidR="003515F8" w:rsidRPr="003515F8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 doctoranzi</w:t>
      </w:r>
    </w:p>
    <w:p w14:paraId="18E0631C" w14:textId="750E979D" w:rsidR="003515F8" w:rsidRDefault="003515F8" w:rsidP="003515F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515F8">
        <w:rPr>
          <w:rFonts w:ascii="Times New Roman" w:hAnsi="Times New Roman"/>
          <w:sz w:val="24"/>
          <w:szCs w:val="24"/>
        </w:rPr>
        <w:t>DA/NU</w:t>
      </w:r>
    </w:p>
    <w:p w14:paraId="4BDB49BC" w14:textId="77777777" w:rsidR="003515F8" w:rsidRPr="003515F8" w:rsidRDefault="003515F8" w:rsidP="003515F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615C5347" w14:textId="45D83EBF" w:rsidR="003515F8" w:rsidRPr="003515F8" w:rsidRDefault="002E7786" w:rsidP="003515F8">
      <w:pPr>
        <w:tabs>
          <w:tab w:val="left" w:pos="90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Studenț</w:t>
      </w:r>
      <w:r w:rsidR="003515F8" w:rsidRPr="003515F8">
        <w:rPr>
          <w:rFonts w:ascii="Times New Roman" w:hAnsi="Times New Roman"/>
          <w:sz w:val="24"/>
          <w:szCs w:val="24"/>
        </w:rPr>
        <w:t xml:space="preserve">ii </w:t>
      </w:r>
      <w:r>
        <w:rPr>
          <w:rFonts w:ascii="Times New Roman" w:hAnsi="Times New Roman"/>
          <w:sz w:val="24"/>
          <w:szCs w:val="24"/>
        </w:rPr>
        <w:t>doctoranzi desfășoară</w:t>
      </w:r>
      <w:r w:rsidR="003515F8" w:rsidRPr="003515F8">
        <w:rPr>
          <w:rFonts w:ascii="Times New Roman" w:hAnsi="Times New Roman"/>
          <w:sz w:val="24"/>
          <w:szCs w:val="24"/>
        </w:rPr>
        <w:t xml:space="preserve"> activitatea (curs/l</w:t>
      </w:r>
      <w:r>
        <w:rPr>
          <w:rFonts w:ascii="Times New Roman" w:hAnsi="Times New Roman"/>
          <w:sz w:val="24"/>
          <w:szCs w:val="24"/>
        </w:rPr>
        <w:t>ucră</w:t>
      </w:r>
      <w:r w:rsidR="000D370E">
        <w:rPr>
          <w:rFonts w:ascii="Times New Roman" w:hAnsi="Times New Roman"/>
          <w:sz w:val="24"/>
          <w:szCs w:val="24"/>
        </w:rPr>
        <w:t>ri/stagii) conform orarului/</w:t>
      </w:r>
      <w:r>
        <w:rPr>
          <w:rFonts w:ascii="Times New Roman" w:hAnsi="Times New Roman"/>
          <w:sz w:val="24"/>
          <w:szCs w:val="24"/>
        </w:rPr>
        <w:t>planului de învățământ și fiș</w:t>
      </w:r>
      <w:r w:rsidR="003515F8" w:rsidRPr="003515F8">
        <w:rPr>
          <w:rFonts w:ascii="Times New Roman" w:hAnsi="Times New Roman"/>
          <w:sz w:val="24"/>
          <w:szCs w:val="24"/>
        </w:rPr>
        <w:t>ei disciplinei.</w:t>
      </w:r>
    </w:p>
    <w:p w14:paraId="7346E928" w14:textId="7B741CF0" w:rsidR="003515F8" w:rsidRDefault="003515F8" w:rsidP="003515F8">
      <w:pPr>
        <w:pStyle w:val="ListParagraph"/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5F8">
        <w:rPr>
          <w:rFonts w:ascii="Times New Roman" w:hAnsi="Times New Roman"/>
          <w:sz w:val="24"/>
          <w:szCs w:val="24"/>
        </w:rPr>
        <w:t>DA/NU</w:t>
      </w:r>
    </w:p>
    <w:p w14:paraId="30872796" w14:textId="77777777" w:rsidR="003515F8" w:rsidRPr="003515F8" w:rsidRDefault="003515F8" w:rsidP="003515F8">
      <w:pPr>
        <w:pStyle w:val="ListParagraph"/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F9133B" w14:textId="17EA5E90" w:rsidR="003515F8" w:rsidRPr="003515F8" w:rsidRDefault="002E7786" w:rsidP="003515F8">
      <w:pPr>
        <w:numPr>
          <w:ilvl w:val="0"/>
          <w:numId w:val="6"/>
        </w:numPr>
        <w:tabs>
          <w:tab w:val="left" w:pos="90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3515F8" w:rsidRPr="003515F8">
        <w:rPr>
          <w:rFonts w:ascii="Times New Roman" w:eastAsia="Times New Roman" w:hAnsi="Times New Roman"/>
          <w:sz w:val="24"/>
          <w:szCs w:val="24"/>
        </w:rPr>
        <w:t>Ac</w:t>
      </w:r>
      <w:r>
        <w:rPr>
          <w:rFonts w:ascii="Times New Roman" w:eastAsia="Times New Roman" w:hAnsi="Times New Roman"/>
          <w:sz w:val="24"/>
          <w:szCs w:val="24"/>
        </w:rPr>
        <w:t>cesul cadrelor didactice/studenț</w:t>
      </w:r>
      <w:r w:rsidR="003515F8" w:rsidRPr="003515F8">
        <w:rPr>
          <w:rFonts w:ascii="Times New Roman" w:eastAsia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 doctoranzi la informații ș</w:t>
      </w:r>
      <w:r w:rsidR="003515F8" w:rsidRPr="003515F8">
        <w:rPr>
          <w:rFonts w:ascii="Times New Roman" w:eastAsia="Times New Roman" w:hAnsi="Times New Roman"/>
          <w:sz w:val="24"/>
          <w:szCs w:val="24"/>
        </w:rPr>
        <w:t>i la internet.</w:t>
      </w:r>
    </w:p>
    <w:p w14:paraId="7449B9D0" w14:textId="4C067DD5" w:rsidR="003515F8" w:rsidRDefault="003515F8" w:rsidP="003515F8">
      <w:pPr>
        <w:pStyle w:val="ListParagraph"/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5F8">
        <w:rPr>
          <w:rFonts w:ascii="Times New Roman" w:hAnsi="Times New Roman"/>
          <w:sz w:val="24"/>
          <w:szCs w:val="24"/>
        </w:rPr>
        <w:t>DA/NU</w:t>
      </w:r>
    </w:p>
    <w:p w14:paraId="30163423" w14:textId="77777777" w:rsidR="003515F8" w:rsidRPr="003515F8" w:rsidRDefault="003515F8" w:rsidP="003515F8">
      <w:pPr>
        <w:pStyle w:val="ListParagraph"/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E32C8D" w14:textId="078A7A57" w:rsidR="003515F8" w:rsidRPr="003515F8" w:rsidRDefault="002E7786" w:rsidP="003515F8">
      <w:pPr>
        <w:numPr>
          <w:ilvl w:val="0"/>
          <w:numId w:val="6"/>
        </w:numPr>
        <w:tabs>
          <w:tab w:val="left" w:pos="90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3515F8" w:rsidRPr="003515F8">
        <w:rPr>
          <w:rFonts w:ascii="Times New Roman" w:eastAsia="Times New Roman" w:hAnsi="Times New Roman"/>
          <w:sz w:val="24"/>
          <w:szCs w:val="24"/>
        </w:rPr>
        <w:t>Material didactic</w:t>
      </w:r>
      <w:r w:rsidR="000D370E">
        <w:rPr>
          <w:rFonts w:ascii="Times New Roman" w:eastAsia="Times New Roman" w:hAnsi="Times New Roman"/>
          <w:sz w:val="24"/>
          <w:szCs w:val="24"/>
        </w:rPr>
        <w:t xml:space="preserve"> (suport de curs/stagiu)</w:t>
      </w:r>
      <w:r>
        <w:rPr>
          <w:rFonts w:ascii="Times New Roman" w:eastAsia="Times New Roman" w:hAnsi="Times New Roman"/>
          <w:sz w:val="24"/>
          <w:szCs w:val="24"/>
        </w:rPr>
        <w:t xml:space="preserve"> î</w:t>
      </w:r>
      <w:r w:rsidR="003515F8" w:rsidRPr="003515F8">
        <w:rPr>
          <w:rFonts w:ascii="Times New Roman" w:eastAsia="Times New Roman" w:hAnsi="Times New Roman"/>
          <w:sz w:val="24"/>
          <w:szCs w:val="24"/>
        </w:rPr>
        <w:t>n format</w:t>
      </w:r>
      <w:r w:rsidR="000D370E" w:rsidRPr="000D370E">
        <w:rPr>
          <w:rFonts w:ascii="Times New Roman" w:eastAsia="Times New Roman" w:hAnsi="Times New Roman"/>
          <w:sz w:val="24"/>
          <w:szCs w:val="24"/>
        </w:rPr>
        <w:t xml:space="preserve"> </w:t>
      </w:r>
      <w:r w:rsidR="000D370E">
        <w:rPr>
          <w:rFonts w:ascii="Times New Roman" w:eastAsia="Times New Roman" w:hAnsi="Times New Roman"/>
          <w:sz w:val="24"/>
          <w:szCs w:val="24"/>
        </w:rPr>
        <w:t>fizic sau electronic pentru doctoranzi</w:t>
      </w:r>
      <w:r w:rsidR="003515F8">
        <w:rPr>
          <w:rFonts w:ascii="Times New Roman" w:eastAsia="Times New Roman" w:hAnsi="Times New Roman"/>
          <w:sz w:val="24"/>
          <w:szCs w:val="24"/>
        </w:rPr>
        <w:t>:</w:t>
      </w:r>
    </w:p>
    <w:p w14:paraId="554CF104" w14:textId="77777777" w:rsidR="000D370E" w:rsidRDefault="003515F8" w:rsidP="000D370E">
      <w:pPr>
        <w:pStyle w:val="ListParagraph"/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5F8">
        <w:rPr>
          <w:rFonts w:ascii="Times New Roman" w:eastAsia="Times New Roman" w:hAnsi="Times New Roman"/>
          <w:sz w:val="24"/>
          <w:szCs w:val="24"/>
        </w:rPr>
        <w:lastRenderedPageBreak/>
        <w:t xml:space="preserve"> </w:t>
      </w:r>
      <w:r w:rsidR="000D370E" w:rsidRPr="003515F8">
        <w:rPr>
          <w:rFonts w:ascii="Times New Roman" w:hAnsi="Times New Roman"/>
          <w:sz w:val="24"/>
          <w:szCs w:val="24"/>
        </w:rPr>
        <w:t>DA/NU</w:t>
      </w:r>
    </w:p>
    <w:p w14:paraId="12E0DC35" w14:textId="77777777" w:rsidR="003515F8" w:rsidRPr="003515F8" w:rsidRDefault="003515F8" w:rsidP="003515F8">
      <w:pPr>
        <w:tabs>
          <w:tab w:val="left" w:pos="90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2256A1F8" w14:textId="27DD1644" w:rsidR="00DA569D" w:rsidRPr="003515F8" w:rsidRDefault="002E7786" w:rsidP="00D011BB">
      <w:pPr>
        <w:numPr>
          <w:ilvl w:val="0"/>
          <w:numId w:val="7"/>
        </w:numPr>
        <w:tabs>
          <w:tab w:val="left" w:pos="900"/>
          <w:tab w:val="left" w:pos="99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Observaț</w:t>
      </w:r>
      <w:r w:rsidR="003515F8" w:rsidRPr="003515F8">
        <w:rPr>
          <w:rFonts w:ascii="Times New Roman" w:eastAsia="Times New Roman" w:hAnsi="Times New Roman"/>
          <w:sz w:val="24"/>
          <w:szCs w:val="24"/>
        </w:rPr>
        <w:t xml:space="preserve">ii: </w:t>
      </w:r>
    </w:p>
    <w:sectPr w:rsidR="00DA569D" w:rsidRPr="003515F8" w:rsidSect="00DA56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77" w:bottom="1440" w:left="53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E49E74" w14:textId="77777777" w:rsidR="009B1F18" w:rsidRDefault="009B1F18" w:rsidP="00D2536B">
      <w:pPr>
        <w:spacing w:after="0" w:line="240" w:lineRule="auto"/>
      </w:pPr>
      <w:r>
        <w:separator/>
      </w:r>
    </w:p>
  </w:endnote>
  <w:endnote w:type="continuationSeparator" w:id="0">
    <w:p w14:paraId="23AF4A10" w14:textId="77777777" w:rsidR="009B1F18" w:rsidRDefault="009B1F18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Pro Regular">
    <w:altName w:val="Times New Roman"/>
    <w:charset w:val="00"/>
    <w:family w:val="swiss"/>
    <w:pitch w:val="variable"/>
    <w:sig w:usb0="00000001" w:usb1="4000207B" w:usb2="00000008" w:usb3="00000000" w:csb0="0000009F" w:csb1="00000000"/>
  </w:font>
  <w:font w:name="Montserrat SemiBold">
    <w:altName w:val="Courier New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06078" w14:textId="77777777" w:rsidR="0095733C" w:rsidRDefault="009573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6F94E" w14:textId="13FD598B" w:rsidR="006C6872" w:rsidRPr="006C6872" w:rsidRDefault="008C7E40" w:rsidP="0095733C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/>
        <w:color w:val="06234A"/>
        <w:sz w:val="18"/>
        <w:lang w:val="en-US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D9E43" w14:textId="77777777" w:rsidR="0095733C" w:rsidRDefault="009573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886A01" w14:textId="77777777" w:rsidR="009B1F18" w:rsidRDefault="009B1F18" w:rsidP="00D2536B">
      <w:pPr>
        <w:spacing w:after="0" w:line="240" w:lineRule="auto"/>
      </w:pPr>
      <w:r>
        <w:separator/>
      </w:r>
    </w:p>
  </w:footnote>
  <w:footnote w:type="continuationSeparator" w:id="0">
    <w:p w14:paraId="7A0E9A62" w14:textId="77777777" w:rsidR="009B1F18" w:rsidRDefault="009B1F18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A494F" w14:textId="77777777" w:rsidR="0095733C" w:rsidRDefault="009573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4C507" w14:textId="70D31C67" w:rsidR="00FF4599" w:rsidRDefault="00DA569D" w:rsidP="00DA569D">
    <w:pPr>
      <w:pStyle w:val="Header"/>
      <w:jc w:val="center"/>
      <w:rPr>
        <w:rFonts w:cs="Calibri"/>
        <w:noProof/>
        <w:color w:val="000000"/>
      </w:rPr>
    </w:pPr>
    <w:r>
      <w:rPr>
        <w:rFonts w:cs="Calibri"/>
        <w:noProof/>
        <w:color w:val="000000"/>
        <w:lang w:eastAsia="ro-RO"/>
      </w:rPr>
      <w:drawing>
        <wp:inline distT="0" distB="0" distL="0" distR="0" wp14:anchorId="6DF5A103" wp14:editId="1C451C59">
          <wp:extent cx="3457575" cy="1044833"/>
          <wp:effectExtent l="0" t="0" r="0" b="3175"/>
          <wp:docPr id="128346890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3468904" name="Picture 128346890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71874" cy="10491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9737A3" w14:textId="16F36856" w:rsidR="00DA569D" w:rsidRPr="00DA569D" w:rsidRDefault="00DA569D" w:rsidP="00DA569D">
    <w:pPr>
      <w:pStyle w:val="Header"/>
    </w:pPr>
    <w:r>
      <w:rPr>
        <w:noProof/>
        <w:lang w:eastAsia="ro-RO"/>
      </w:rPr>
      <w:drawing>
        <wp:anchor distT="0" distB="0" distL="114300" distR="114300" simplePos="0" relativeHeight="251661312" behindDoc="1" locked="0" layoutInCell="1" allowOverlap="1" wp14:anchorId="12F66670" wp14:editId="7515D388">
          <wp:simplePos x="0" y="0"/>
          <wp:positionH relativeFrom="column">
            <wp:posOffset>1076325</wp:posOffset>
          </wp:positionH>
          <wp:positionV relativeFrom="paragraph">
            <wp:posOffset>75565</wp:posOffset>
          </wp:positionV>
          <wp:extent cx="4324985" cy="54610"/>
          <wp:effectExtent l="0" t="0" r="0" b="2540"/>
          <wp:wrapNone/>
          <wp:docPr id="1985250376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D6A11" w14:textId="77777777" w:rsidR="0095733C" w:rsidRDefault="009573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70B9C"/>
    <w:multiLevelType w:val="hybridMultilevel"/>
    <w:tmpl w:val="21703C32"/>
    <w:lvl w:ilvl="0" w:tplc="9D5C5856">
      <w:start w:val="4"/>
      <w:numFmt w:val="decimal"/>
      <w:lvlText w:val="%1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06367E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F6FCFA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6672DE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3CBB88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265BB8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38090E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948110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820DB6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CC51AE"/>
    <w:multiLevelType w:val="hybridMultilevel"/>
    <w:tmpl w:val="B60EB5BC"/>
    <w:lvl w:ilvl="0" w:tplc="3D10EE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AB59D1"/>
    <w:multiLevelType w:val="hybridMultilevel"/>
    <w:tmpl w:val="EB8E526A"/>
    <w:lvl w:ilvl="0" w:tplc="027E14CE">
      <w:start w:val="6"/>
      <w:numFmt w:val="decimal"/>
      <w:lvlText w:val="%1."/>
      <w:lvlJc w:val="left"/>
      <w:pPr>
        <w:ind w:left="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DE8D02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1463A0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AA4636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4480DA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5486FC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BE50C8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3EF234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062946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512676B"/>
    <w:multiLevelType w:val="hybridMultilevel"/>
    <w:tmpl w:val="13283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F3B68"/>
    <w:multiLevelType w:val="hybridMultilevel"/>
    <w:tmpl w:val="3AAE7CCC"/>
    <w:lvl w:ilvl="0" w:tplc="C826FB2A">
      <w:start w:val="4"/>
      <w:numFmt w:val="bullet"/>
      <w:lvlText w:val="-"/>
      <w:lvlJc w:val="left"/>
      <w:pPr>
        <w:ind w:left="1800" w:hanging="360"/>
      </w:pPr>
      <w:rPr>
        <w:rFonts w:ascii="Consolas" w:eastAsia="Consolas" w:hAnsi="Consolas" w:cs="Consola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ABB5B4D"/>
    <w:multiLevelType w:val="hybridMultilevel"/>
    <w:tmpl w:val="896EC542"/>
    <w:lvl w:ilvl="0" w:tplc="A5F657D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C86969"/>
    <w:multiLevelType w:val="hybridMultilevel"/>
    <w:tmpl w:val="5D7241D2"/>
    <w:lvl w:ilvl="0" w:tplc="90022986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E22"/>
    <w:rsid w:val="000165F7"/>
    <w:rsid w:val="00023ED3"/>
    <w:rsid w:val="0006690D"/>
    <w:rsid w:val="000733F0"/>
    <w:rsid w:val="0009603E"/>
    <w:rsid w:val="000A18E9"/>
    <w:rsid w:val="000B1100"/>
    <w:rsid w:val="000C0383"/>
    <w:rsid w:val="000D370E"/>
    <w:rsid w:val="000E2415"/>
    <w:rsid w:val="000F06AC"/>
    <w:rsid w:val="001219F0"/>
    <w:rsid w:val="001313C0"/>
    <w:rsid w:val="00144AFF"/>
    <w:rsid w:val="001539C3"/>
    <w:rsid w:val="001601A8"/>
    <w:rsid w:val="00162D18"/>
    <w:rsid w:val="00177F15"/>
    <w:rsid w:val="00181205"/>
    <w:rsid w:val="00181686"/>
    <w:rsid w:val="001875D4"/>
    <w:rsid w:val="001B2071"/>
    <w:rsid w:val="001C7482"/>
    <w:rsid w:val="001C7689"/>
    <w:rsid w:val="001D0E61"/>
    <w:rsid w:val="001E34B8"/>
    <w:rsid w:val="002531EE"/>
    <w:rsid w:val="0026218A"/>
    <w:rsid w:val="002640FF"/>
    <w:rsid w:val="00264594"/>
    <w:rsid w:val="00284C71"/>
    <w:rsid w:val="002D3F1F"/>
    <w:rsid w:val="002E39E1"/>
    <w:rsid w:val="002E7786"/>
    <w:rsid w:val="002F1287"/>
    <w:rsid w:val="002F3ED3"/>
    <w:rsid w:val="002F50CB"/>
    <w:rsid w:val="003017FD"/>
    <w:rsid w:val="00307526"/>
    <w:rsid w:val="0031217D"/>
    <w:rsid w:val="00313E7F"/>
    <w:rsid w:val="003278AA"/>
    <w:rsid w:val="003372FF"/>
    <w:rsid w:val="00344B54"/>
    <w:rsid w:val="003515F8"/>
    <w:rsid w:val="00366D36"/>
    <w:rsid w:val="003D3AF5"/>
    <w:rsid w:val="003E2BE2"/>
    <w:rsid w:val="003E393E"/>
    <w:rsid w:val="0040407F"/>
    <w:rsid w:val="0043537B"/>
    <w:rsid w:val="00464872"/>
    <w:rsid w:val="00482C30"/>
    <w:rsid w:val="004915CF"/>
    <w:rsid w:val="004A5472"/>
    <w:rsid w:val="004C0490"/>
    <w:rsid w:val="004C2639"/>
    <w:rsid w:val="004C3451"/>
    <w:rsid w:val="004D7E7E"/>
    <w:rsid w:val="004E0782"/>
    <w:rsid w:val="004F07D0"/>
    <w:rsid w:val="00531846"/>
    <w:rsid w:val="00536068"/>
    <w:rsid w:val="005370A4"/>
    <w:rsid w:val="00537DDA"/>
    <w:rsid w:val="005458FA"/>
    <w:rsid w:val="005476C0"/>
    <w:rsid w:val="005761AF"/>
    <w:rsid w:val="005864AF"/>
    <w:rsid w:val="005C6137"/>
    <w:rsid w:val="005E57C1"/>
    <w:rsid w:val="00604EB4"/>
    <w:rsid w:val="00606CBA"/>
    <w:rsid w:val="0061311A"/>
    <w:rsid w:val="00613C6D"/>
    <w:rsid w:val="00621BA3"/>
    <w:rsid w:val="00631F67"/>
    <w:rsid w:val="00653A05"/>
    <w:rsid w:val="00664982"/>
    <w:rsid w:val="00677410"/>
    <w:rsid w:val="00685BF9"/>
    <w:rsid w:val="006A1CA7"/>
    <w:rsid w:val="006A36C8"/>
    <w:rsid w:val="006B365C"/>
    <w:rsid w:val="006C6872"/>
    <w:rsid w:val="006D4592"/>
    <w:rsid w:val="006F6993"/>
    <w:rsid w:val="006F6B68"/>
    <w:rsid w:val="00717EA9"/>
    <w:rsid w:val="00720988"/>
    <w:rsid w:val="00722A57"/>
    <w:rsid w:val="0072625A"/>
    <w:rsid w:val="007325C3"/>
    <w:rsid w:val="00756E23"/>
    <w:rsid w:val="00791909"/>
    <w:rsid w:val="00796605"/>
    <w:rsid w:val="007B1C53"/>
    <w:rsid w:val="007B29A5"/>
    <w:rsid w:val="007C5352"/>
    <w:rsid w:val="007D5435"/>
    <w:rsid w:val="007E3E5A"/>
    <w:rsid w:val="00804116"/>
    <w:rsid w:val="00806446"/>
    <w:rsid w:val="00830F99"/>
    <w:rsid w:val="00874B53"/>
    <w:rsid w:val="008A4886"/>
    <w:rsid w:val="008C7E40"/>
    <w:rsid w:val="00900E29"/>
    <w:rsid w:val="009026FD"/>
    <w:rsid w:val="00913D41"/>
    <w:rsid w:val="00937A84"/>
    <w:rsid w:val="0095733C"/>
    <w:rsid w:val="009669B9"/>
    <w:rsid w:val="00973E50"/>
    <w:rsid w:val="009A38F6"/>
    <w:rsid w:val="009A7AF5"/>
    <w:rsid w:val="009B0DC6"/>
    <w:rsid w:val="009B14B8"/>
    <w:rsid w:val="009B1F18"/>
    <w:rsid w:val="009B6B17"/>
    <w:rsid w:val="009B6B95"/>
    <w:rsid w:val="009C1826"/>
    <w:rsid w:val="009E72A5"/>
    <w:rsid w:val="009F26D7"/>
    <w:rsid w:val="009F4B93"/>
    <w:rsid w:val="00A20C87"/>
    <w:rsid w:val="00A23877"/>
    <w:rsid w:val="00A315B6"/>
    <w:rsid w:val="00A357DE"/>
    <w:rsid w:val="00A53F92"/>
    <w:rsid w:val="00A5447A"/>
    <w:rsid w:val="00A93C80"/>
    <w:rsid w:val="00AA1604"/>
    <w:rsid w:val="00AA3C4A"/>
    <w:rsid w:val="00AA3C5E"/>
    <w:rsid w:val="00AB1260"/>
    <w:rsid w:val="00AB3487"/>
    <w:rsid w:val="00AB5B7F"/>
    <w:rsid w:val="00AB5FB0"/>
    <w:rsid w:val="00AD200E"/>
    <w:rsid w:val="00AD488E"/>
    <w:rsid w:val="00B259E1"/>
    <w:rsid w:val="00B3559A"/>
    <w:rsid w:val="00B51C2D"/>
    <w:rsid w:val="00B52A71"/>
    <w:rsid w:val="00B65A7D"/>
    <w:rsid w:val="00B73395"/>
    <w:rsid w:val="00B91260"/>
    <w:rsid w:val="00BA5E4A"/>
    <w:rsid w:val="00BB5CE9"/>
    <w:rsid w:val="00BD3BF8"/>
    <w:rsid w:val="00BE5CBF"/>
    <w:rsid w:val="00C024FC"/>
    <w:rsid w:val="00C13B98"/>
    <w:rsid w:val="00C51223"/>
    <w:rsid w:val="00C53409"/>
    <w:rsid w:val="00C5438C"/>
    <w:rsid w:val="00C6025F"/>
    <w:rsid w:val="00C6612F"/>
    <w:rsid w:val="00C926EB"/>
    <w:rsid w:val="00CA52E8"/>
    <w:rsid w:val="00CB56F0"/>
    <w:rsid w:val="00CC74CE"/>
    <w:rsid w:val="00CD3E22"/>
    <w:rsid w:val="00CE1485"/>
    <w:rsid w:val="00D0385D"/>
    <w:rsid w:val="00D07E73"/>
    <w:rsid w:val="00D24C9C"/>
    <w:rsid w:val="00D2536B"/>
    <w:rsid w:val="00D3121E"/>
    <w:rsid w:val="00D44125"/>
    <w:rsid w:val="00D47D02"/>
    <w:rsid w:val="00D65834"/>
    <w:rsid w:val="00D721E7"/>
    <w:rsid w:val="00D72FE4"/>
    <w:rsid w:val="00D809B5"/>
    <w:rsid w:val="00D82AF3"/>
    <w:rsid w:val="00D92C23"/>
    <w:rsid w:val="00D97B68"/>
    <w:rsid w:val="00DA569D"/>
    <w:rsid w:val="00DC5D97"/>
    <w:rsid w:val="00DC70AF"/>
    <w:rsid w:val="00DC7724"/>
    <w:rsid w:val="00DE4A7B"/>
    <w:rsid w:val="00DF0C99"/>
    <w:rsid w:val="00E0250C"/>
    <w:rsid w:val="00E10871"/>
    <w:rsid w:val="00E14443"/>
    <w:rsid w:val="00E21633"/>
    <w:rsid w:val="00E37E8B"/>
    <w:rsid w:val="00E66A37"/>
    <w:rsid w:val="00E74842"/>
    <w:rsid w:val="00E823CA"/>
    <w:rsid w:val="00E86118"/>
    <w:rsid w:val="00EA303C"/>
    <w:rsid w:val="00EA33D3"/>
    <w:rsid w:val="00EA7D87"/>
    <w:rsid w:val="00EB4FFF"/>
    <w:rsid w:val="00ED5243"/>
    <w:rsid w:val="00EE297B"/>
    <w:rsid w:val="00EE6EBF"/>
    <w:rsid w:val="00EF5CC0"/>
    <w:rsid w:val="00EF6354"/>
    <w:rsid w:val="00F13453"/>
    <w:rsid w:val="00F46A63"/>
    <w:rsid w:val="00F6087F"/>
    <w:rsid w:val="00F84B39"/>
    <w:rsid w:val="00FD0908"/>
    <w:rsid w:val="00FE1520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7E188"/>
  <w15:chartTrackingRefBased/>
  <w15:docId w15:val="{5B699DC2-9D99-4A64-AAE0-21392589A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C53409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18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B68"/>
    <w:rPr>
      <w:rFonts w:ascii="Segoe UI" w:hAnsi="Segoe UI" w:cs="Segoe UI"/>
      <w:sz w:val="18"/>
      <w:szCs w:val="18"/>
      <w:lang w:val="ro-RO"/>
    </w:rPr>
  </w:style>
  <w:style w:type="paragraph" w:styleId="BodyText3">
    <w:name w:val="Body Text 3"/>
    <w:basedOn w:val="Normal"/>
    <w:link w:val="BodyText3Char"/>
    <w:rsid w:val="006B365C"/>
    <w:pPr>
      <w:spacing w:after="120" w:line="240" w:lineRule="auto"/>
    </w:pPr>
    <w:rPr>
      <w:rFonts w:ascii="Times New Roman" w:eastAsia="Times New Roman" w:hAnsi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6B365C"/>
    <w:rPr>
      <w:rFonts w:ascii="Times New Roman" w:eastAsia="Times New Roman" w:hAnsi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7B1C5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53409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">
    <w:name w:val="st"/>
    <w:basedOn w:val="DefaultParagraphFont"/>
    <w:rsid w:val="00C53409"/>
  </w:style>
  <w:style w:type="character" w:customStyle="1" w:styleId="Heading2Char">
    <w:name w:val="Heading 2 Char"/>
    <w:basedOn w:val="DefaultParagraphFont"/>
    <w:link w:val="Heading2"/>
    <w:uiPriority w:val="9"/>
    <w:rsid w:val="009C182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o-RO"/>
    </w:rPr>
  </w:style>
  <w:style w:type="table" w:customStyle="1" w:styleId="TableGrid0">
    <w:name w:val="TableGrid"/>
    <w:rsid w:val="003515F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Template%20Rectorat%201%20UMFT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52639-2904-4574-B9BF-759E5A86B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Rectorat 1 UMFT - Copy</Template>
  <TotalTime>27</TotalTime>
  <Pages>2</Pages>
  <Words>224</Words>
  <Characters>1303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>Nume departament</dc:description>
  <cp:lastModifiedBy>PC</cp:lastModifiedBy>
  <cp:revision>9</cp:revision>
  <cp:lastPrinted>2024-09-13T10:08:00Z</cp:lastPrinted>
  <dcterms:created xsi:type="dcterms:W3CDTF">2024-11-26T08:16:00Z</dcterms:created>
  <dcterms:modified xsi:type="dcterms:W3CDTF">2025-05-30T09:28:00Z</dcterms:modified>
</cp:coreProperties>
</file>